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704B" w:rsidRPr="008A79ED" w:rsidRDefault="0014704B" w:rsidP="0014704B"/>
    <w:p w:rsidR="0014704B" w:rsidRPr="008A79ED" w:rsidRDefault="0014704B" w:rsidP="0014704B"/>
    <w:tbl>
      <w:tblPr>
        <w:tblpPr w:leftFromText="187" w:rightFromText="187" w:horzAnchor="margin" w:tblpXSpec="center" w:tblpYSpec="bottom"/>
        <w:tblW w:w="5000" w:type="pct"/>
        <w:tblLook w:val="04A0" w:firstRow="1" w:lastRow="0" w:firstColumn="1" w:lastColumn="0" w:noHBand="0" w:noVBand="1"/>
      </w:tblPr>
      <w:tblGrid>
        <w:gridCol w:w="9810"/>
      </w:tblGrid>
      <w:tr w:rsidR="0014704B" w:rsidRPr="008A79ED" w:rsidTr="00864F11">
        <w:tc>
          <w:tcPr>
            <w:tcW w:w="5000" w:type="pct"/>
          </w:tcPr>
          <w:p w:rsidR="0014704B" w:rsidRPr="008A79ED" w:rsidRDefault="0014704B" w:rsidP="00864F11">
            <w:pPr>
              <w:pStyle w:val="NoSpacing"/>
              <w:rPr>
                <w:rFonts w:ascii="Times New Roman" w:hAnsi="Times New Roman"/>
                <w:sz w:val="24"/>
                <w:szCs w:val="24"/>
              </w:rPr>
            </w:pPr>
          </w:p>
        </w:tc>
      </w:tr>
    </w:tbl>
    <w:p w:rsidR="0019174F" w:rsidRPr="008A79ED" w:rsidRDefault="0019174F" w:rsidP="008A79ED"/>
    <w:p w:rsidR="008A79ED" w:rsidRPr="00DF7289" w:rsidRDefault="008A79ED" w:rsidP="008A79ED">
      <w:pPr>
        <w:jc w:val="center"/>
        <w:rPr>
          <w:b/>
          <w:sz w:val="40"/>
          <w:szCs w:val="40"/>
        </w:rPr>
      </w:pPr>
      <w:r>
        <w:rPr>
          <w:b/>
          <w:sz w:val="40"/>
          <w:szCs w:val="40"/>
        </w:rPr>
        <w:t>ENGLISH LANGUAGE</w:t>
      </w:r>
      <w:r w:rsidRPr="00DF7289">
        <w:rPr>
          <w:b/>
          <w:sz w:val="40"/>
          <w:szCs w:val="40"/>
        </w:rPr>
        <w:t xml:space="preserve"> JSS 1</w:t>
      </w:r>
    </w:p>
    <w:p w:rsidR="008A79ED" w:rsidRPr="00DF7289" w:rsidRDefault="008A79ED" w:rsidP="008A79ED">
      <w:pPr>
        <w:jc w:val="center"/>
      </w:pPr>
    </w:p>
    <w:p w:rsidR="008A79ED" w:rsidRPr="00DF7289" w:rsidRDefault="008A79ED" w:rsidP="008A79ED">
      <w:pPr>
        <w:jc w:val="center"/>
        <w:rPr>
          <w:b/>
          <w:sz w:val="40"/>
          <w:szCs w:val="40"/>
        </w:rPr>
      </w:pPr>
      <w:r w:rsidRPr="00DF7289">
        <w:rPr>
          <w:b/>
          <w:sz w:val="40"/>
          <w:szCs w:val="40"/>
        </w:rPr>
        <w:t>FIRST TERM</w:t>
      </w:r>
    </w:p>
    <w:p w:rsidR="008A79ED" w:rsidRPr="00DF7289" w:rsidRDefault="008A79ED" w:rsidP="008A79ED"/>
    <w:p w:rsidR="008A79ED" w:rsidRPr="00DF7289" w:rsidRDefault="008A79ED" w:rsidP="008A79ED">
      <w:pPr>
        <w:rPr>
          <w:b/>
        </w:rPr>
      </w:pPr>
    </w:p>
    <w:p w:rsidR="008A79ED" w:rsidRPr="00DF7289" w:rsidRDefault="008A79ED" w:rsidP="008A79ED">
      <w:pPr>
        <w:pStyle w:val="Heading2"/>
        <w:ind w:left="0"/>
        <w:jc w:val="both"/>
        <w:rPr>
          <w:bCs w:val="0"/>
          <w:u w:val="none"/>
        </w:rPr>
      </w:pPr>
      <w:r w:rsidRPr="00DF7289">
        <w:rPr>
          <w:bCs w:val="0"/>
          <w:u w:val="none"/>
        </w:rPr>
        <w:t>SCHEME OF WORK</w:t>
      </w:r>
    </w:p>
    <w:p w:rsidR="00DC6215" w:rsidRPr="008A79ED" w:rsidRDefault="00DC6215" w:rsidP="008A79ED">
      <w:pPr>
        <w:ind w:hanging="720"/>
        <w:rPr>
          <w:b/>
        </w:rPr>
      </w:pPr>
    </w:p>
    <w:p w:rsidR="00DC6215" w:rsidRPr="008A79ED" w:rsidRDefault="00DC6215" w:rsidP="00DF334D">
      <w:pPr>
        <w:ind w:left="-720" w:firstLine="720"/>
        <w:rPr>
          <w:b/>
        </w:rPr>
      </w:pPr>
      <w:r w:rsidRPr="008A79ED">
        <w:rPr>
          <w:b/>
        </w:rPr>
        <w:t xml:space="preserve">Weeks                                        Topics                   </w:t>
      </w:r>
    </w:p>
    <w:p w:rsidR="00253987" w:rsidRPr="008A79ED" w:rsidRDefault="00DC6215" w:rsidP="00503134">
      <w:pPr>
        <w:ind w:left="-720"/>
      </w:pPr>
      <w:r w:rsidRPr="008A79ED">
        <w:rPr>
          <w:b/>
        </w:rPr>
        <w:t xml:space="preserve">        </w:t>
      </w:r>
      <w:r w:rsidR="0019174F" w:rsidRPr="008A79ED">
        <w:rPr>
          <w:b/>
        </w:rPr>
        <w:tab/>
      </w:r>
      <w:r w:rsidRPr="008A79ED">
        <w:rPr>
          <w:b/>
        </w:rPr>
        <w:t xml:space="preserve">1.             </w:t>
      </w:r>
      <w:r w:rsidR="00E154C8" w:rsidRPr="008A79ED">
        <w:rPr>
          <w:b/>
        </w:rPr>
        <w:t xml:space="preserve"> </w:t>
      </w:r>
      <w:r w:rsidR="00253987" w:rsidRPr="008A79ED">
        <w:rPr>
          <w:b/>
        </w:rPr>
        <w:t>Speech work</w:t>
      </w:r>
      <w:r w:rsidR="00253987" w:rsidRPr="008A79ED">
        <w:t>: Introduction to speech (organs of speech)</w:t>
      </w:r>
    </w:p>
    <w:p w:rsidR="00DC6215" w:rsidRPr="008A79ED" w:rsidRDefault="00DC6215" w:rsidP="00253987">
      <w:r w:rsidRPr="008A79ED">
        <w:t xml:space="preserve">            </w:t>
      </w:r>
      <w:r w:rsidRPr="008A79ED">
        <w:rPr>
          <w:b/>
        </w:rPr>
        <w:t>Grammar</w:t>
      </w:r>
      <w:r w:rsidR="00B70168" w:rsidRPr="008A79ED">
        <w:t>: P</w:t>
      </w:r>
      <w:r w:rsidR="00253987" w:rsidRPr="008A79ED">
        <w:t>arts of speech – Nouns</w:t>
      </w:r>
    </w:p>
    <w:p w:rsidR="00DC6215" w:rsidRPr="008A79ED" w:rsidRDefault="00DC6215" w:rsidP="00253987">
      <w:r w:rsidRPr="008A79ED">
        <w:t xml:space="preserve">             * Meaning, Identification of Nouns in Sentence</w:t>
      </w:r>
    </w:p>
    <w:p w:rsidR="00DC6215" w:rsidRPr="008A79ED" w:rsidRDefault="00DC6215" w:rsidP="00253987">
      <w:r w:rsidRPr="008A79ED">
        <w:t xml:space="preserve">             * Types of Nouns with Examples</w:t>
      </w:r>
    </w:p>
    <w:p w:rsidR="00DC6215" w:rsidRPr="008A79ED" w:rsidRDefault="00DC6215" w:rsidP="00253987">
      <w:r w:rsidRPr="008A79ED">
        <w:rPr>
          <w:b/>
        </w:rPr>
        <w:t xml:space="preserve">            </w:t>
      </w:r>
      <w:r w:rsidR="00253987" w:rsidRPr="008A79ED">
        <w:rPr>
          <w:b/>
        </w:rPr>
        <w:t>Com</w:t>
      </w:r>
      <w:r w:rsidRPr="008A79ED">
        <w:rPr>
          <w:b/>
        </w:rPr>
        <w:t>prehension</w:t>
      </w:r>
      <w:r w:rsidRPr="008A79ED">
        <w:t>: The Family~</w:t>
      </w:r>
      <w:r w:rsidR="00E154C8" w:rsidRPr="008A79ED">
        <w:t xml:space="preserve"> </w:t>
      </w:r>
      <w:r w:rsidRPr="008A79ED">
        <w:t>Unit 1</w:t>
      </w:r>
    </w:p>
    <w:p w:rsidR="00DC6215" w:rsidRPr="008A79ED" w:rsidRDefault="00DC6215" w:rsidP="00253987">
      <w:pPr>
        <w:ind w:left="720"/>
      </w:pPr>
      <w:r w:rsidRPr="008A79ED">
        <w:rPr>
          <w:b/>
        </w:rPr>
        <w:t>Composition</w:t>
      </w:r>
      <w:r w:rsidRPr="008A79ED">
        <w:t>: Meaning</w:t>
      </w:r>
      <w:r w:rsidR="00E154C8" w:rsidRPr="008A79ED">
        <w:t>,</w:t>
      </w:r>
      <w:r w:rsidRPr="008A79ED">
        <w:t xml:space="preserve"> Types of Composition (Narrative, Descriptive, Argumentative, Expository)</w:t>
      </w:r>
    </w:p>
    <w:p w:rsidR="00DC6215" w:rsidRPr="008A79ED" w:rsidRDefault="00DC6215" w:rsidP="00253987">
      <w:pPr>
        <w:ind w:left="720"/>
      </w:pPr>
      <w:r w:rsidRPr="008A79ED">
        <w:rPr>
          <w:b/>
        </w:rPr>
        <w:t>Literature</w:t>
      </w:r>
      <w:r w:rsidRPr="008A79ED">
        <w:t>: What is Literature? The Features of Literature.</w:t>
      </w:r>
    </w:p>
    <w:p w:rsidR="00DC6215" w:rsidRPr="008A79ED" w:rsidRDefault="00DC6215" w:rsidP="00253987">
      <w:r w:rsidRPr="008A79ED">
        <w:t xml:space="preserve">            Types of Literature: Oral, Historical, Dance, Miming, Drama...see related text.</w:t>
      </w:r>
    </w:p>
    <w:p w:rsidR="00253987" w:rsidRPr="008A79ED" w:rsidRDefault="00DC6215" w:rsidP="00253987">
      <w:r w:rsidRPr="008A79ED">
        <w:t xml:space="preserve">   </w:t>
      </w:r>
    </w:p>
    <w:p w:rsidR="00DC6215" w:rsidRPr="008A79ED" w:rsidRDefault="00DC6215" w:rsidP="00253987">
      <w:r w:rsidRPr="008A79ED">
        <w:rPr>
          <w:b/>
        </w:rPr>
        <w:t xml:space="preserve">2.         </w:t>
      </w:r>
      <w:r w:rsidR="00253987" w:rsidRPr="008A79ED">
        <w:rPr>
          <w:b/>
        </w:rPr>
        <w:t>Speech work</w:t>
      </w:r>
      <w:r w:rsidR="00253987" w:rsidRPr="008A79ED">
        <w:t xml:space="preserve">: </w:t>
      </w:r>
      <w:r w:rsidRPr="008A79ED">
        <w:t>Pure Vowel sounds (</w:t>
      </w:r>
      <w:proofErr w:type="spellStart"/>
      <w:r w:rsidRPr="008A79ED">
        <w:t>Monothongs</w:t>
      </w:r>
      <w:proofErr w:type="spellEnd"/>
      <w:r w:rsidRPr="008A79ED">
        <w:t>) with examples</w:t>
      </w:r>
    </w:p>
    <w:p w:rsidR="00DC6215" w:rsidRPr="008A79ED" w:rsidRDefault="00DC6215" w:rsidP="00253987">
      <w:r w:rsidRPr="008A79ED">
        <w:t xml:space="preserve">           </w:t>
      </w:r>
      <w:r w:rsidR="00253987" w:rsidRPr="008A79ED">
        <w:rPr>
          <w:b/>
        </w:rPr>
        <w:t>Comprehension</w:t>
      </w:r>
      <w:r w:rsidRPr="008A79ED">
        <w:rPr>
          <w:b/>
        </w:rPr>
        <w:t>: Unit 2, page 31</w:t>
      </w:r>
    </w:p>
    <w:p w:rsidR="00253987" w:rsidRPr="008A79ED" w:rsidRDefault="00E154C8" w:rsidP="00253987">
      <w:r w:rsidRPr="008A79ED">
        <w:t xml:space="preserve">           </w:t>
      </w:r>
      <w:r w:rsidR="00DC6215" w:rsidRPr="008A79ED">
        <w:rPr>
          <w:b/>
        </w:rPr>
        <w:t>Vo</w:t>
      </w:r>
      <w:r w:rsidR="00253987" w:rsidRPr="008A79ED">
        <w:rPr>
          <w:b/>
        </w:rPr>
        <w:t>cabulary development</w:t>
      </w:r>
      <w:r w:rsidR="00DC6215" w:rsidRPr="008A79ED">
        <w:rPr>
          <w:b/>
        </w:rPr>
        <w:t xml:space="preserve">: </w:t>
      </w:r>
      <w:r w:rsidRPr="008A79ED">
        <w:t>Your S</w:t>
      </w:r>
      <w:r w:rsidR="00DC6215" w:rsidRPr="008A79ED">
        <w:t>chool Subjects</w:t>
      </w:r>
    </w:p>
    <w:p w:rsidR="00DC6215" w:rsidRPr="008A79ED" w:rsidRDefault="00E154C8" w:rsidP="00E154C8">
      <w:r w:rsidRPr="008A79ED">
        <w:rPr>
          <w:b/>
        </w:rPr>
        <w:t xml:space="preserve">           </w:t>
      </w:r>
      <w:r w:rsidR="00DC6215" w:rsidRPr="008A79ED">
        <w:rPr>
          <w:b/>
        </w:rPr>
        <w:t>Grammar/</w:t>
      </w:r>
      <w:r w:rsidR="00253987" w:rsidRPr="008A79ED">
        <w:rPr>
          <w:b/>
        </w:rPr>
        <w:t>Structure</w:t>
      </w:r>
      <w:r w:rsidR="00253987" w:rsidRPr="008A79ED">
        <w:t>:</w:t>
      </w:r>
      <w:r w:rsidR="00B70168" w:rsidRPr="008A79ED">
        <w:t xml:space="preserve"> </w:t>
      </w:r>
      <w:r w:rsidR="00DC6215" w:rsidRPr="008A79ED">
        <w:t xml:space="preserve">Pronouns: Meaning, Identification, Types.            </w:t>
      </w:r>
    </w:p>
    <w:p w:rsidR="00DC6215" w:rsidRPr="008A79ED" w:rsidRDefault="00DC6215" w:rsidP="00253987"/>
    <w:p w:rsidR="00DC6215" w:rsidRPr="008A79ED" w:rsidRDefault="00DC6215" w:rsidP="00253987">
      <w:r w:rsidRPr="008A79ED">
        <w:t xml:space="preserve">3.        </w:t>
      </w:r>
      <w:r w:rsidR="00E154C8" w:rsidRPr="008A79ED">
        <w:t xml:space="preserve"> </w:t>
      </w:r>
      <w:r w:rsidRPr="008A79ED">
        <w:rPr>
          <w:b/>
        </w:rPr>
        <w:t>Comprehension</w:t>
      </w:r>
      <w:r w:rsidRPr="008A79ED">
        <w:t>: A Conver</w:t>
      </w:r>
      <w:r w:rsidR="00E154C8" w:rsidRPr="008A79ED">
        <w:t>sation,</w:t>
      </w:r>
      <w:r w:rsidRPr="008A79ED">
        <w:t xml:space="preserve"> Page 43</w:t>
      </w:r>
    </w:p>
    <w:p w:rsidR="00DC6215" w:rsidRPr="008A79ED" w:rsidRDefault="00DC6215" w:rsidP="00253987">
      <w:r w:rsidRPr="008A79ED">
        <w:t xml:space="preserve">            </w:t>
      </w:r>
      <w:r w:rsidRPr="008A79ED">
        <w:rPr>
          <w:b/>
        </w:rPr>
        <w:t>Grammar/Structure</w:t>
      </w:r>
      <w:r w:rsidRPr="008A79ED">
        <w:t>: Verbs: Definition, Identification with examples.</w:t>
      </w:r>
    </w:p>
    <w:p w:rsidR="00253987" w:rsidRPr="008A79ED" w:rsidRDefault="00DC6215" w:rsidP="00253987">
      <w:pPr>
        <w:ind w:left="720"/>
      </w:pPr>
      <w:r w:rsidRPr="008A79ED">
        <w:t>Types of verbs: Transitive, Intransitive, Auxiliary and Lexical, Regular and Irregular (should be given as assignment)</w:t>
      </w:r>
    </w:p>
    <w:p w:rsidR="00253987" w:rsidRPr="008A79ED" w:rsidRDefault="00253987" w:rsidP="00253987">
      <w:pPr>
        <w:ind w:left="720"/>
      </w:pPr>
      <w:r w:rsidRPr="008A79ED">
        <w:rPr>
          <w:b/>
        </w:rPr>
        <w:t>Composition</w:t>
      </w:r>
      <w:r w:rsidRPr="008A79ED">
        <w:t xml:space="preserve">: </w:t>
      </w:r>
      <w:r w:rsidR="00DC6215" w:rsidRPr="008A79ED">
        <w:t>Outlining the difference between descriptive and narrative essays</w:t>
      </w:r>
    </w:p>
    <w:p w:rsidR="00DC6215" w:rsidRPr="008A79ED" w:rsidRDefault="00253987" w:rsidP="00253987">
      <w:pPr>
        <w:ind w:left="720"/>
      </w:pPr>
      <w:r w:rsidRPr="008A79ED">
        <w:rPr>
          <w:b/>
        </w:rPr>
        <w:t>Literature</w:t>
      </w:r>
      <w:r w:rsidRPr="008A79ED">
        <w:t xml:space="preserve">: </w:t>
      </w:r>
      <w:r w:rsidR="00DC6215" w:rsidRPr="008A79ED">
        <w:t xml:space="preserve"> Introduc</w:t>
      </w:r>
      <w:r w:rsidR="00E154C8" w:rsidRPr="008A79ED">
        <w:t>tion to prose and its elements,</w:t>
      </w:r>
      <w:r w:rsidR="00DC6215" w:rsidRPr="008A79ED">
        <w:t xml:space="preserve"> (plot, style, characterization)</w:t>
      </w:r>
    </w:p>
    <w:p w:rsidR="00DC6215" w:rsidRPr="008A79ED" w:rsidRDefault="00DC6215" w:rsidP="00253987">
      <w:pPr>
        <w:ind w:left="720"/>
      </w:pPr>
      <w:r w:rsidRPr="008A79ED">
        <w:t>Types of Oral Literature</w:t>
      </w:r>
    </w:p>
    <w:p w:rsidR="00DC6215" w:rsidRPr="008A79ED" w:rsidRDefault="00DC6215" w:rsidP="00253987"/>
    <w:p w:rsidR="00DC6215" w:rsidRPr="008A79ED" w:rsidRDefault="00DC6215" w:rsidP="00253987">
      <w:r w:rsidRPr="008A79ED">
        <w:t xml:space="preserve">4.         </w:t>
      </w:r>
      <w:r w:rsidR="00120627" w:rsidRPr="008A79ED">
        <w:rPr>
          <w:b/>
        </w:rPr>
        <w:t>Comp</w:t>
      </w:r>
      <w:r w:rsidR="00222D0C" w:rsidRPr="008A79ED">
        <w:rPr>
          <w:b/>
        </w:rPr>
        <w:t>re</w:t>
      </w:r>
      <w:r w:rsidR="00120627" w:rsidRPr="008A79ED">
        <w:rPr>
          <w:b/>
        </w:rPr>
        <w:t>hension</w:t>
      </w:r>
      <w:r w:rsidRPr="008A79ED">
        <w:t>: Unit 6, page 79. Two good Friends</w:t>
      </w:r>
    </w:p>
    <w:p w:rsidR="00DC6215" w:rsidRPr="008A79ED" w:rsidRDefault="00DC6215" w:rsidP="00253987">
      <w:r w:rsidRPr="008A79ED">
        <w:t xml:space="preserve">            </w:t>
      </w:r>
      <w:r w:rsidRPr="008A79ED">
        <w:rPr>
          <w:b/>
        </w:rPr>
        <w:t>Grammar:</w:t>
      </w:r>
      <w:r w:rsidRPr="008A79ED">
        <w:t xml:space="preserve"> </w:t>
      </w:r>
      <w:r w:rsidR="00120627" w:rsidRPr="008A79ED">
        <w:t xml:space="preserve"> </w:t>
      </w:r>
      <w:r w:rsidRPr="008A79ED">
        <w:t xml:space="preserve">Adjectives: Definition, Identification, </w:t>
      </w:r>
    </w:p>
    <w:p w:rsidR="00DC6215" w:rsidRPr="008A79ED" w:rsidRDefault="00DC6215" w:rsidP="00253987">
      <w:r w:rsidRPr="008A79ED">
        <w:t xml:space="preserve">            Types </w:t>
      </w:r>
      <w:proofErr w:type="gramStart"/>
      <w:r w:rsidRPr="008A79ED">
        <w:t>of  Adjectives</w:t>
      </w:r>
      <w:proofErr w:type="gramEnd"/>
      <w:r w:rsidRPr="008A79ED">
        <w:t xml:space="preserve"> </w:t>
      </w:r>
    </w:p>
    <w:p w:rsidR="00120627" w:rsidRPr="008A79ED" w:rsidRDefault="00DC6215" w:rsidP="00253987">
      <w:r w:rsidRPr="008A79ED">
        <w:t xml:space="preserve">           </w:t>
      </w:r>
      <w:r w:rsidR="00E154C8" w:rsidRPr="008A79ED">
        <w:t xml:space="preserve"> </w:t>
      </w:r>
      <w:r w:rsidR="007C31B2" w:rsidRPr="008A79ED">
        <w:rPr>
          <w:b/>
        </w:rPr>
        <w:t>Compositi</w:t>
      </w:r>
      <w:r w:rsidRPr="008A79ED">
        <w:rPr>
          <w:b/>
        </w:rPr>
        <w:t>on</w:t>
      </w:r>
      <w:r w:rsidRPr="008A79ED">
        <w:t>: Narrative Essay-- "My First day in Secondary School"</w:t>
      </w:r>
    </w:p>
    <w:p w:rsidR="00DC6215" w:rsidRPr="008A79ED" w:rsidRDefault="00120627" w:rsidP="00120627">
      <w:pPr>
        <w:ind w:left="720"/>
      </w:pPr>
      <w:r w:rsidRPr="008A79ED">
        <w:rPr>
          <w:b/>
        </w:rPr>
        <w:t>Speech Work</w:t>
      </w:r>
      <w:r w:rsidRPr="008A79ED">
        <w:t>: Vowels /</w:t>
      </w:r>
      <w:r w:rsidR="00DC6215" w:rsidRPr="008A79ED">
        <w:t>I/</w:t>
      </w:r>
    </w:p>
    <w:p w:rsidR="00DC6215" w:rsidRPr="008A79ED" w:rsidRDefault="00DC6215" w:rsidP="00120627">
      <w:pPr>
        <w:ind w:left="720"/>
      </w:pPr>
      <w:r w:rsidRPr="008A79ED">
        <w:rPr>
          <w:b/>
        </w:rPr>
        <w:t xml:space="preserve">     Literature</w:t>
      </w:r>
      <w:r w:rsidRPr="008A79ED">
        <w:t>: What is Oral Literature, Features of Oral Literature and Types.</w:t>
      </w:r>
    </w:p>
    <w:p w:rsidR="00120627" w:rsidRPr="008A79ED" w:rsidRDefault="00120627" w:rsidP="00120627">
      <w:pPr>
        <w:ind w:left="720"/>
      </w:pPr>
    </w:p>
    <w:p w:rsidR="00DC6215" w:rsidRPr="008A79ED" w:rsidRDefault="00E154C8">
      <w:r w:rsidRPr="008A79ED">
        <w:t xml:space="preserve">5.       </w:t>
      </w:r>
      <w:proofErr w:type="gramStart"/>
      <w:r w:rsidR="00120627" w:rsidRPr="008A79ED">
        <w:rPr>
          <w:b/>
        </w:rPr>
        <w:t>Comprehension</w:t>
      </w:r>
      <w:r w:rsidR="00120627" w:rsidRPr="008A79ED">
        <w:t xml:space="preserve"> </w:t>
      </w:r>
      <w:r w:rsidR="00DC6215" w:rsidRPr="008A79ED">
        <w:t>:</w:t>
      </w:r>
      <w:proofErr w:type="gramEnd"/>
      <w:r w:rsidR="00DC6215" w:rsidRPr="008A79ED">
        <w:t xml:space="preserve"> Unit 7(a) page 91 Oduduwa</w:t>
      </w:r>
    </w:p>
    <w:p w:rsidR="00DC6215" w:rsidRPr="008A79ED" w:rsidRDefault="00DC6215" w:rsidP="00120627">
      <w:pPr>
        <w:ind w:left="-720"/>
      </w:pPr>
      <w:r w:rsidRPr="008A79ED">
        <w:t xml:space="preserve">             </w:t>
      </w:r>
      <w:r w:rsidR="00E154C8" w:rsidRPr="008A79ED">
        <w:t xml:space="preserve">   </w:t>
      </w:r>
      <w:r w:rsidRPr="008A79ED">
        <w:t xml:space="preserve">      </w:t>
      </w:r>
      <w:r w:rsidRPr="008A79ED">
        <w:rPr>
          <w:b/>
        </w:rPr>
        <w:t>Grammar</w:t>
      </w:r>
      <w:r w:rsidRPr="008A79ED">
        <w:t xml:space="preserve">: </w:t>
      </w:r>
      <w:proofErr w:type="spellStart"/>
      <w:r w:rsidRPr="008A79ED">
        <w:t>Comparision</w:t>
      </w:r>
      <w:proofErr w:type="spellEnd"/>
      <w:r w:rsidRPr="008A79ED">
        <w:t xml:space="preserve"> of Adjectives, </w:t>
      </w:r>
    </w:p>
    <w:p w:rsidR="00DC6215" w:rsidRPr="008A79ED" w:rsidRDefault="00E154C8" w:rsidP="00120627">
      <w:pPr>
        <w:ind w:left="-720"/>
      </w:pPr>
      <w:r w:rsidRPr="008A79ED">
        <w:t xml:space="preserve">         </w:t>
      </w:r>
      <w:r w:rsidR="00DC6215" w:rsidRPr="008A79ED">
        <w:t xml:space="preserve">            Absolute Adjectives:  Excellent, Superior, Total</w:t>
      </w:r>
    </w:p>
    <w:p w:rsidR="00DC6215" w:rsidRPr="008A79ED" w:rsidRDefault="00E154C8" w:rsidP="00120627">
      <w:pPr>
        <w:ind w:left="-720"/>
      </w:pPr>
      <w:r w:rsidRPr="008A79ED">
        <w:t xml:space="preserve"> </w:t>
      </w:r>
      <w:r w:rsidR="00DC6215" w:rsidRPr="008A79ED">
        <w:t xml:space="preserve">                   </w:t>
      </w:r>
      <w:r w:rsidR="00120627" w:rsidRPr="008A79ED">
        <w:rPr>
          <w:b/>
        </w:rPr>
        <w:t>Speech work:</w:t>
      </w:r>
      <w:r w:rsidR="00120627" w:rsidRPr="008A79ED">
        <w:t xml:space="preserve"> </w:t>
      </w:r>
      <w:proofErr w:type="gramStart"/>
      <w:r w:rsidR="00120627" w:rsidRPr="008A79ED">
        <w:t xml:space="preserve">Vowel  </w:t>
      </w:r>
      <w:r w:rsidR="00DC6215" w:rsidRPr="008A79ED">
        <w:t>/</w:t>
      </w:r>
      <w:proofErr w:type="gramEnd"/>
      <w:r w:rsidR="00DC6215" w:rsidRPr="008A79ED">
        <w:t>e</w:t>
      </w:r>
      <w:r w:rsidR="00120627" w:rsidRPr="008A79ED">
        <w:t xml:space="preserve"> /</w:t>
      </w:r>
    </w:p>
    <w:p w:rsidR="00DC6215" w:rsidRPr="008A79ED" w:rsidRDefault="00DC6215" w:rsidP="00120627">
      <w:pPr>
        <w:ind w:left="-720"/>
      </w:pPr>
      <w:r w:rsidRPr="008A79ED">
        <w:t xml:space="preserve">                            </w:t>
      </w:r>
      <w:r w:rsidRPr="008A79ED">
        <w:rPr>
          <w:b/>
        </w:rPr>
        <w:t>Composition</w:t>
      </w:r>
      <w:r w:rsidRPr="008A79ED">
        <w:t xml:space="preserve">: Paragraph Writing: </w:t>
      </w:r>
    </w:p>
    <w:p w:rsidR="00DC6215" w:rsidRPr="008A79ED" w:rsidRDefault="00DC6215" w:rsidP="00120627">
      <w:pPr>
        <w:ind w:left="-720"/>
      </w:pPr>
      <w:r w:rsidRPr="008A79ED">
        <w:t xml:space="preserve">                            Arrangement of Ideas in Logical sequence with </w:t>
      </w:r>
      <w:r w:rsidR="00E154C8" w:rsidRPr="008A79ED">
        <w:t xml:space="preserve">      </w:t>
      </w:r>
      <w:r w:rsidRPr="008A79ED">
        <w:t xml:space="preserve">Introduction </w:t>
      </w:r>
      <w:proofErr w:type="gramStart"/>
      <w:r w:rsidRPr="008A79ED">
        <w:t>and  Conclusion</w:t>
      </w:r>
      <w:proofErr w:type="gramEnd"/>
      <w:r w:rsidRPr="008A79ED">
        <w:t>.</w:t>
      </w:r>
    </w:p>
    <w:p w:rsidR="00DC6215" w:rsidRPr="008A79ED" w:rsidRDefault="00DC6215" w:rsidP="00120627">
      <w:pPr>
        <w:ind w:left="-720"/>
      </w:pPr>
      <w:r w:rsidRPr="008A79ED">
        <w:t xml:space="preserve">                            </w:t>
      </w:r>
      <w:r w:rsidRPr="008A79ED">
        <w:rPr>
          <w:b/>
        </w:rPr>
        <w:t>Literature</w:t>
      </w:r>
      <w:r w:rsidRPr="008A79ED">
        <w:t>: Introduction to Drama, Elements and Types</w:t>
      </w:r>
    </w:p>
    <w:p w:rsidR="00DC6215" w:rsidRPr="008A79ED" w:rsidRDefault="00DC6215" w:rsidP="00120627">
      <w:pPr>
        <w:ind w:left="-720"/>
      </w:pPr>
      <w:r w:rsidRPr="008A79ED">
        <w:lastRenderedPageBreak/>
        <w:t xml:space="preserve">        </w:t>
      </w:r>
    </w:p>
    <w:p w:rsidR="00120627" w:rsidRPr="008A79ED" w:rsidRDefault="00DC6215" w:rsidP="00120627">
      <w:pPr>
        <w:ind w:left="-720"/>
      </w:pPr>
      <w:r w:rsidRPr="008A79ED">
        <w:t xml:space="preserve">          6.              </w:t>
      </w:r>
      <w:r w:rsidR="00120627" w:rsidRPr="008A79ED">
        <w:rPr>
          <w:b/>
        </w:rPr>
        <w:t>Speech wor</w:t>
      </w:r>
      <w:r w:rsidRPr="008A79ED">
        <w:rPr>
          <w:b/>
        </w:rPr>
        <w:t xml:space="preserve">k   </w:t>
      </w:r>
      <w:r w:rsidR="00120627" w:rsidRPr="008A79ED">
        <w:t xml:space="preserve"> </w:t>
      </w:r>
      <w:r w:rsidRPr="008A79ED">
        <w:t>/ae</w:t>
      </w:r>
      <w:r w:rsidR="00120627" w:rsidRPr="008A79ED">
        <w:t xml:space="preserve"> /</w:t>
      </w:r>
    </w:p>
    <w:p w:rsidR="00DC6215" w:rsidRPr="008A79ED" w:rsidRDefault="00E154C8" w:rsidP="00120627">
      <w:pPr>
        <w:ind w:left="-720"/>
      </w:pPr>
      <w:r w:rsidRPr="008A79ED">
        <w:tab/>
        <w:t xml:space="preserve">          </w:t>
      </w:r>
      <w:r w:rsidR="00DC6215" w:rsidRPr="008A79ED">
        <w:t xml:space="preserve">     </w:t>
      </w:r>
      <w:r w:rsidR="00DC6215" w:rsidRPr="008A79ED">
        <w:rPr>
          <w:b/>
        </w:rPr>
        <w:t>Grammar</w:t>
      </w:r>
      <w:r w:rsidR="00B70168" w:rsidRPr="008A79ED">
        <w:t xml:space="preserve">: </w:t>
      </w:r>
      <w:proofErr w:type="gramStart"/>
      <w:r w:rsidR="00DC6215" w:rsidRPr="008A79ED">
        <w:t>Adverbs :</w:t>
      </w:r>
      <w:proofErr w:type="gramEnd"/>
      <w:r w:rsidR="00DC6215" w:rsidRPr="008A79ED">
        <w:t xml:space="preserve"> Identification, definition, </w:t>
      </w:r>
    </w:p>
    <w:p w:rsidR="00DC6215" w:rsidRPr="008A79ED" w:rsidRDefault="00DC6215" w:rsidP="00120627">
      <w:pPr>
        <w:ind w:left="-720"/>
      </w:pPr>
      <w:r w:rsidRPr="008A79ED">
        <w:t xml:space="preserve">                           Types and examples.         </w:t>
      </w:r>
      <w:r w:rsidR="00120627" w:rsidRPr="008A79ED">
        <w:tab/>
      </w:r>
      <w:r w:rsidR="00120627" w:rsidRPr="008A79ED">
        <w:tab/>
      </w:r>
      <w:r w:rsidRPr="008A79ED">
        <w:t xml:space="preserve">               </w:t>
      </w:r>
    </w:p>
    <w:p w:rsidR="00DC6215" w:rsidRPr="008A79ED" w:rsidRDefault="00DC6215" w:rsidP="00120627">
      <w:pPr>
        <w:ind w:left="-720"/>
      </w:pPr>
      <w:r w:rsidRPr="008A79ED">
        <w:t xml:space="preserve">                           </w:t>
      </w:r>
      <w:r w:rsidR="00120627" w:rsidRPr="008A79ED">
        <w:rPr>
          <w:b/>
        </w:rPr>
        <w:t>Composition</w:t>
      </w:r>
      <w:r w:rsidR="00120627" w:rsidRPr="008A79ED">
        <w:t xml:space="preserve"> – </w:t>
      </w:r>
      <w:r w:rsidRPr="008A79ED">
        <w:t>Descriptive Essay: A Market Place</w:t>
      </w:r>
    </w:p>
    <w:p w:rsidR="00BC5D3F" w:rsidRPr="008A79ED" w:rsidRDefault="00DC6215" w:rsidP="00120627">
      <w:pPr>
        <w:ind w:left="-720"/>
      </w:pPr>
      <w:r w:rsidRPr="008A79ED">
        <w:t xml:space="preserve">                           </w:t>
      </w:r>
      <w:r w:rsidR="00BC5D3F" w:rsidRPr="008A79ED">
        <w:rPr>
          <w:b/>
        </w:rPr>
        <w:t>Comprehension</w:t>
      </w:r>
      <w:r w:rsidRPr="008A79ED">
        <w:t>: Unit 7</w:t>
      </w:r>
    </w:p>
    <w:p w:rsidR="00DC6215" w:rsidRPr="008A79ED" w:rsidRDefault="000A25C5" w:rsidP="00120627">
      <w:pPr>
        <w:ind w:left="-720"/>
      </w:pPr>
      <w:r w:rsidRPr="008A79ED">
        <w:tab/>
      </w:r>
      <w:r w:rsidR="00E154C8" w:rsidRPr="008A79ED">
        <w:t xml:space="preserve">             </w:t>
      </w:r>
      <w:r w:rsidR="00DC6215" w:rsidRPr="008A79ED">
        <w:t xml:space="preserve"> </w:t>
      </w:r>
      <w:r w:rsidR="00BC5D3F" w:rsidRPr="008A79ED">
        <w:rPr>
          <w:b/>
        </w:rPr>
        <w:t>Literature</w:t>
      </w:r>
      <w:r w:rsidR="00BC5D3F" w:rsidRPr="008A79ED">
        <w:t xml:space="preserve"> – </w:t>
      </w:r>
      <w:r w:rsidR="00DC6215" w:rsidRPr="008A79ED">
        <w:t>Use Recommended Text. (Prose)</w:t>
      </w:r>
    </w:p>
    <w:p w:rsidR="00DC6215" w:rsidRPr="008A79ED" w:rsidRDefault="00DC6215" w:rsidP="00120627">
      <w:pPr>
        <w:ind w:left="-720"/>
      </w:pPr>
      <w:r w:rsidRPr="008A79ED">
        <w:t xml:space="preserve">             </w:t>
      </w:r>
    </w:p>
    <w:p w:rsidR="00DC6215" w:rsidRPr="008A79ED" w:rsidRDefault="00DC6215" w:rsidP="00120627">
      <w:pPr>
        <w:ind w:left="-720"/>
      </w:pPr>
      <w:r w:rsidRPr="008A79ED">
        <w:t xml:space="preserve">         7.              </w:t>
      </w:r>
      <w:r w:rsidRPr="008A79ED">
        <w:rPr>
          <w:b/>
        </w:rPr>
        <w:t>Speech Work</w:t>
      </w:r>
      <w:r w:rsidRPr="008A79ED">
        <w:t>:   / a:/</w:t>
      </w:r>
    </w:p>
    <w:p w:rsidR="00DC6215" w:rsidRPr="008A79ED" w:rsidRDefault="00DC6215" w:rsidP="00120627">
      <w:pPr>
        <w:ind w:left="-720"/>
      </w:pPr>
      <w:r w:rsidRPr="008A79ED">
        <w:t xml:space="preserve">                          </w:t>
      </w:r>
      <w:r w:rsidR="00BC5D3F" w:rsidRPr="008A79ED">
        <w:rPr>
          <w:b/>
        </w:rPr>
        <w:t>Comprehension</w:t>
      </w:r>
      <w:r w:rsidRPr="008A79ED">
        <w:t>: Unit 8, page 103. Every Man and Death</w:t>
      </w:r>
    </w:p>
    <w:p w:rsidR="00BC5D3F" w:rsidRPr="008A79ED" w:rsidRDefault="00DC6215" w:rsidP="00120627">
      <w:pPr>
        <w:ind w:left="-720"/>
      </w:pPr>
      <w:r w:rsidRPr="008A79ED">
        <w:t xml:space="preserve">                          </w:t>
      </w:r>
      <w:r w:rsidRPr="008A79ED">
        <w:rPr>
          <w:b/>
        </w:rPr>
        <w:t>Composition</w:t>
      </w:r>
      <w:r w:rsidRPr="008A79ED">
        <w:t>: Introduction to Letter Writing and Types</w:t>
      </w:r>
    </w:p>
    <w:p w:rsidR="00DC6215" w:rsidRPr="008A79ED" w:rsidRDefault="00DC6215" w:rsidP="00BC5D3F">
      <w:r w:rsidRPr="008A79ED">
        <w:t xml:space="preserve">.             </w:t>
      </w:r>
      <w:r w:rsidR="00BC5D3F" w:rsidRPr="008A79ED">
        <w:rPr>
          <w:b/>
        </w:rPr>
        <w:t>Literature</w:t>
      </w:r>
      <w:r w:rsidR="00BC5D3F" w:rsidRPr="008A79ED">
        <w:t xml:space="preserve"> – Introduction to f</w:t>
      </w:r>
      <w:r w:rsidRPr="008A79ED">
        <w:t>or folktale</w:t>
      </w:r>
    </w:p>
    <w:p w:rsidR="00DC6215" w:rsidRPr="008A79ED" w:rsidRDefault="00DC6215" w:rsidP="00BC5D3F"/>
    <w:p w:rsidR="00DC6215" w:rsidRPr="008A79ED" w:rsidRDefault="00DC6215" w:rsidP="00BC5D3F">
      <w:r w:rsidRPr="008A79ED">
        <w:t xml:space="preserve">8.          </w:t>
      </w:r>
      <w:r w:rsidR="00222D0C" w:rsidRPr="008A79ED">
        <w:rPr>
          <w:b/>
        </w:rPr>
        <w:t>Comprehension</w:t>
      </w:r>
      <w:r w:rsidRPr="008A79ED">
        <w:t>: Unit 9</w:t>
      </w:r>
    </w:p>
    <w:p w:rsidR="00222D0C" w:rsidRPr="008A79ED" w:rsidRDefault="00DC6215" w:rsidP="00BC5D3F">
      <w:r w:rsidRPr="008A79ED">
        <w:t xml:space="preserve">             </w:t>
      </w:r>
      <w:r w:rsidRPr="008A79ED">
        <w:rPr>
          <w:b/>
        </w:rPr>
        <w:t>Composition</w:t>
      </w:r>
      <w:r w:rsidRPr="008A79ED">
        <w:t>: Features of an Informal Letter with sample model</w:t>
      </w:r>
    </w:p>
    <w:p w:rsidR="00DC6215" w:rsidRPr="008A79ED" w:rsidRDefault="00DC6215" w:rsidP="00222D0C">
      <w:pPr>
        <w:ind w:left="720"/>
      </w:pPr>
      <w:r w:rsidRPr="008A79ED">
        <w:rPr>
          <w:b/>
        </w:rPr>
        <w:t xml:space="preserve"> </w:t>
      </w:r>
      <w:r w:rsidR="00222D0C" w:rsidRPr="008A79ED">
        <w:rPr>
          <w:b/>
        </w:rPr>
        <w:t>Literature</w:t>
      </w:r>
      <w:r w:rsidR="00222D0C" w:rsidRPr="008A79ED">
        <w:t>:</w:t>
      </w:r>
      <w:r w:rsidRPr="008A79ED">
        <w:t xml:space="preserve"> Introduction to Figures </w:t>
      </w:r>
      <w:proofErr w:type="gramStart"/>
      <w:r w:rsidRPr="008A79ED">
        <w:t>of  Speech</w:t>
      </w:r>
      <w:proofErr w:type="gramEnd"/>
      <w:r w:rsidRPr="008A79ED">
        <w:t xml:space="preserve"> ( Simile, Metaphor,   Personification, Alliteration, Assonance)</w:t>
      </w:r>
    </w:p>
    <w:p w:rsidR="00DC6215" w:rsidRPr="008A79ED" w:rsidRDefault="00DC6215" w:rsidP="00222D0C">
      <w:pPr>
        <w:ind w:left="720"/>
      </w:pPr>
    </w:p>
    <w:p w:rsidR="00DC6215" w:rsidRPr="008A79ED" w:rsidRDefault="00DC6215" w:rsidP="00222D0C">
      <w:pPr>
        <w:ind w:left="720"/>
      </w:pPr>
    </w:p>
    <w:p w:rsidR="00DC6215" w:rsidRPr="008A79ED" w:rsidRDefault="00DC6215" w:rsidP="00222D0C">
      <w:r w:rsidRPr="008A79ED">
        <w:t xml:space="preserve">9.         </w:t>
      </w:r>
      <w:r w:rsidRPr="008A79ED">
        <w:rPr>
          <w:b/>
        </w:rPr>
        <w:t>Speech Work</w:t>
      </w:r>
      <w:r w:rsidRPr="008A79ED">
        <w:t>: /</w:t>
      </w:r>
      <w:r w:rsidR="00E154C8" w:rsidRPr="008A79ED">
        <w:t xml:space="preserve">   </w:t>
      </w:r>
      <w:r w:rsidRPr="008A79ED">
        <w:t>/</w:t>
      </w:r>
    </w:p>
    <w:p w:rsidR="00DC6215" w:rsidRPr="008A79ED" w:rsidRDefault="00DC6215" w:rsidP="00222D0C">
      <w:r w:rsidRPr="008A79ED">
        <w:t xml:space="preserve">            </w:t>
      </w:r>
      <w:r w:rsidRPr="008A79ED">
        <w:rPr>
          <w:b/>
        </w:rPr>
        <w:t>Grammar</w:t>
      </w:r>
      <w:r w:rsidRPr="008A79ED">
        <w:t xml:space="preserve">: Introduction to Adverbs </w:t>
      </w:r>
      <w:proofErr w:type="gramStart"/>
      <w:r w:rsidRPr="008A79ED">
        <w:t>( Features</w:t>
      </w:r>
      <w:proofErr w:type="gramEnd"/>
      <w:r w:rsidRPr="008A79ED">
        <w:t xml:space="preserve"> and Functions)</w:t>
      </w:r>
    </w:p>
    <w:p w:rsidR="00DC6215" w:rsidRPr="008A79ED" w:rsidRDefault="00DC6215" w:rsidP="00222D0C">
      <w:r w:rsidRPr="008A79ED">
        <w:t xml:space="preserve">            </w:t>
      </w:r>
      <w:r w:rsidRPr="008A79ED">
        <w:rPr>
          <w:b/>
        </w:rPr>
        <w:t>Comprehension</w:t>
      </w:r>
      <w:r w:rsidRPr="008A79ED">
        <w:t>: Unit 9b page 117</w:t>
      </w:r>
    </w:p>
    <w:p w:rsidR="00860506" w:rsidRPr="008A79ED" w:rsidRDefault="00DC6215" w:rsidP="00222D0C">
      <w:r w:rsidRPr="008A79ED">
        <w:t xml:space="preserve">            </w:t>
      </w:r>
      <w:r w:rsidRPr="008A79ED">
        <w:rPr>
          <w:b/>
        </w:rPr>
        <w:t>Composition</w:t>
      </w:r>
      <w:r w:rsidRPr="008A79ED">
        <w:t xml:space="preserve">: Informal </w:t>
      </w:r>
      <w:proofErr w:type="gramStart"/>
      <w:r w:rsidRPr="008A79ED">
        <w:t>Letter :</w:t>
      </w:r>
      <w:proofErr w:type="gramEnd"/>
      <w:r w:rsidRPr="008A79ED">
        <w:t xml:space="preserve"> Letter to your cousin, telling him about your new school</w:t>
      </w:r>
    </w:p>
    <w:p w:rsidR="00DC6215" w:rsidRPr="008A79ED" w:rsidRDefault="00DC6215" w:rsidP="00222D0C">
      <w:r w:rsidRPr="008A79ED">
        <w:rPr>
          <w:b/>
        </w:rPr>
        <w:t xml:space="preserve">            Literature</w:t>
      </w:r>
      <w:r w:rsidRPr="008A79ED">
        <w:t>: Review of recommended text/ Figures of speech</w:t>
      </w:r>
    </w:p>
    <w:p w:rsidR="00860506" w:rsidRPr="008A79ED" w:rsidRDefault="00DC6215" w:rsidP="00222D0C">
      <w:r w:rsidRPr="008A79ED">
        <w:t xml:space="preserve">10.       Revision </w:t>
      </w:r>
    </w:p>
    <w:p w:rsidR="00DC6215" w:rsidRPr="008A79ED" w:rsidRDefault="00DC6215" w:rsidP="00222D0C">
      <w:r w:rsidRPr="008A79ED">
        <w:t>11.       Test/ Examination</w:t>
      </w:r>
    </w:p>
    <w:p w:rsidR="00DC6215" w:rsidRPr="008A79ED" w:rsidRDefault="00DC6215" w:rsidP="00222D0C">
      <w:r w:rsidRPr="008A79ED">
        <w:t>12.       Examination</w:t>
      </w:r>
    </w:p>
    <w:p w:rsidR="00DC6215" w:rsidRPr="008A79ED" w:rsidRDefault="00DC6215" w:rsidP="00222D0C">
      <w:pPr>
        <w:ind w:left="720"/>
      </w:pPr>
    </w:p>
    <w:p w:rsidR="00DC6215" w:rsidRPr="008A79ED" w:rsidRDefault="00DC6215" w:rsidP="00222D0C">
      <w:pPr>
        <w:ind w:left="720"/>
      </w:pPr>
    </w:p>
    <w:p w:rsidR="00DC6215" w:rsidRPr="008A79ED" w:rsidRDefault="00DC6215" w:rsidP="00222D0C">
      <w:pPr>
        <w:ind w:left="720"/>
      </w:pPr>
    </w:p>
    <w:p w:rsidR="00DC6215" w:rsidRPr="008A79ED" w:rsidRDefault="00DC6215" w:rsidP="00222D0C">
      <w:pPr>
        <w:ind w:left="720"/>
      </w:pPr>
    </w:p>
    <w:p w:rsidR="00DC6215" w:rsidRPr="008A79ED" w:rsidRDefault="00D50931" w:rsidP="008A79ED">
      <w:pPr>
        <w:ind w:left="2880" w:firstLine="720"/>
        <w:rPr>
          <w:b/>
          <w:bCs/>
        </w:rPr>
      </w:pPr>
      <w:r w:rsidRPr="008A79ED">
        <w:rPr>
          <w:b/>
          <w:bCs/>
        </w:rPr>
        <w:t>W</w:t>
      </w:r>
      <w:r w:rsidR="00DC6215" w:rsidRPr="008A79ED">
        <w:rPr>
          <w:b/>
          <w:bCs/>
        </w:rPr>
        <w:t>EEK ONE</w:t>
      </w:r>
    </w:p>
    <w:p w:rsidR="00DC6215" w:rsidRPr="008A79ED" w:rsidRDefault="00DC6215" w:rsidP="008A79ED">
      <w:pPr>
        <w:ind w:left="-720"/>
        <w:jc w:val="center"/>
        <w:rPr>
          <w:b/>
          <w:bCs/>
        </w:rPr>
      </w:pPr>
    </w:p>
    <w:p w:rsidR="00D50931" w:rsidRPr="008A79ED" w:rsidRDefault="00D50931" w:rsidP="008A79ED">
      <w:pPr>
        <w:ind w:left="-720"/>
        <w:jc w:val="center"/>
      </w:pPr>
      <w:r w:rsidRPr="008A79ED">
        <w:rPr>
          <w:b/>
          <w:bCs/>
        </w:rPr>
        <w:t>Topic</w:t>
      </w:r>
      <w:r w:rsidRPr="008A79ED">
        <w:t>: Organs of speech</w:t>
      </w:r>
    </w:p>
    <w:p w:rsidR="00D50931" w:rsidRPr="008A79ED" w:rsidRDefault="00D50931" w:rsidP="00D50931">
      <w:pPr>
        <w:ind w:left="720" w:hanging="1440"/>
        <w:jc w:val="both"/>
        <w:rPr>
          <w:b/>
          <w:bCs/>
        </w:rPr>
      </w:pPr>
      <w:r w:rsidRPr="008A79ED">
        <w:rPr>
          <w:b/>
          <w:bCs/>
        </w:rPr>
        <w:t>Content</w:t>
      </w:r>
    </w:p>
    <w:p w:rsidR="00D50931" w:rsidRPr="008A79ED" w:rsidRDefault="00D50931" w:rsidP="000A25C5">
      <w:pPr>
        <w:ind w:left="720" w:hanging="1440"/>
        <w:jc w:val="both"/>
      </w:pPr>
      <w:r w:rsidRPr="008A79ED">
        <w:t>The organs of speech are parts of the human body which are used for speech</w:t>
      </w:r>
      <w:r w:rsidR="00E154C8" w:rsidRPr="008A79ED">
        <w:t xml:space="preserve"> </w:t>
      </w:r>
      <w:r w:rsidRPr="008A79ED">
        <w:t>production.</w:t>
      </w:r>
    </w:p>
    <w:p w:rsidR="00860506" w:rsidRPr="008A79ED" w:rsidRDefault="00D50931" w:rsidP="00860506">
      <w:pPr>
        <w:ind w:left="720" w:right="-1080" w:hanging="1440"/>
        <w:jc w:val="both"/>
      </w:pPr>
      <w:r w:rsidRPr="008A79ED">
        <w:t>The lung serves as the power house from which air flows. Whe</w:t>
      </w:r>
      <w:r w:rsidR="000A25C5" w:rsidRPr="008A79ED">
        <w:t>n we speak, we breath</w:t>
      </w:r>
      <w:r w:rsidR="00860506" w:rsidRPr="008A79ED">
        <w:t xml:space="preserve">e normally and as the </w:t>
      </w:r>
    </w:p>
    <w:p w:rsidR="00860506" w:rsidRPr="008A79ED" w:rsidRDefault="00D50931" w:rsidP="00860506">
      <w:pPr>
        <w:ind w:left="720" w:right="-1080" w:hanging="1440"/>
        <w:jc w:val="both"/>
      </w:pPr>
      <w:r w:rsidRPr="008A79ED">
        <w:t>stream</w:t>
      </w:r>
      <w:r w:rsidR="000A25C5" w:rsidRPr="008A79ED">
        <w:t xml:space="preserve"> of air</w:t>
      </w:r>
      <w:r w:rsidRPr="008A79ED">
        <w:t xml:space="preserve"> flows out from the lungs through the narrow space of the w</w:t>
      </w:r>
      <w:r w:rsidR="000A25C5" w:rsidRPr="008A79ED">
        <w:t>i</w:t>
      </w:r>
      <w:r w:rsidR="00860506" w:rsidRPr="008A79ED">
        <w:t xml:space="preserve">nd-pipe some sounds are produced. </w:t>
      </w:r>
    </w:p>
    <w:p w:rsidR="00860506" w:rsidRPr="008A79ED" w:rsidRDefault="00D50931" w:rsidP="00860506">
      <w:pPr>
        <w:ind w:left="720" w:right="-1080" w:hanging="1440"/>
        <w:jc w:val="both"/>
      </w:pPr>
      <w:r w:rsidRPr="008A79ED">
        <w:t xml:space="preserve">We produce different speech sounds with the help of the vocal cords, the </w:t>
      </w:r>
    </w:p>
    <w:p w:rsidR="00D50931" w:rsidRPr="008A79ED" w:rsidRDefault="00D50931" w:rsidP="00860506">
      <w:pPr>
        <w:ind w:left="720" w:right="-540" w:hanging="1440"/>
        <w:jc w:val="both"/>
      </w:pPr>
      <w:r w:rsidRPr="008A79ED">
        <w:t xml:space="preserve">velum, hard palate, </w:t>
      </w:r>
      <w:r w:rsidR="000A25C5" w:rsidRPr="008A79ED">
        <w:t>alveolar</w:t>
      </w:r>
      <w:r w:rsidRPr="008A79ED">
        <w:t xml:space="preserve"> ridge, teeth, lips and the tongue as the airstream flows from the lungs.</w:t>
      </w:r>
    </w:p>
    <w:p w:rsidR="00860506" w:rsidRPr="008A79ED" w:rsidRDefault="00D50931" w:rsidP="00D50931">
      <w:pPr>
        <w:ind w:left="720" w:hanging="1440"/>
        <w:jc w:val="both"/>
      </w:pPr>
      <w:r w:rsidRPr="008A79ED">
        <w:t xml:space="preserve">As the airstream flows from the lungs during the production of speech sounds, a special organ </w:t>
      </w:r>
    </w:p>
    <w:p w:rsidR="00860506" w:rsidRPr="008A79ED" w:rsidRDefault="00D50931" w:rsidP="00D50931">
      <w:pPr>
        <w:ind w:left="720" w:hanging="1440"/>
        <w:jc w:val="both"/>
      </w:pPr>
      <w:r w:rsidRPr="008A79ED">
        <w:t xml:space="preserve">called the larynx modifies the sounds. When the vocal cords are placed edge to edge, the </w:t>
      </w:r>
      <w:r w:rsidR="007C31B2" w:rsidRPr="008A79ED">
        <w:t>glottis</w:t>
      </w:r>
      <w:r w:rsidRPr="008A79ED">
        <w:t xml:space="preserve"> </w:t>
      </w:r>
    </w:p>
    <w:p w:rsidR="00860506" w:rsidRPr="008A79ED" w:rsidRDefault="00D50931" w:rsidP="00D50931">
      <w:pPr>
        <w:ind w:left="720" w:hanging="1440"/>
        <w:jc w:val="both"/>
      </w:pPr>
      <w:r w:rsidRPr="008A79ED">
        <w:t xml:space="preserve">becomes narrow and when the airstream flow, the vocal cords vibrate. Then </w:t>
      </w:r>
      <w:r w:rsidR="000A25C5" w:rsidRPr="008A79ED">
        <w:rPr>
          <w:u w:val="single"/>
        </w:rPr>
        <w:t>voi</w:t>
      </w:r>
      <w:r w:rsidRPr="008A79ED">
        <w:rPr>
          <w:u w:val="single"/>
        </w:rPr>
        <w:t>ced sounds</w:t>
      </w:r>
      <w:r w:rsidRPr="008A79ED">
        <w:t xml:space="preserve"> are </w:t>
      </w:r>
    </w:p>
    <w:p w:rsidR="00860506" w:rsidRPr="008A79ED" w:rsidRDefault="00D50931" w:rsidP="00D50931">
      <w:pPr>
        <w:ind w:left="720" w:hanging="1440"/>
        <w:jc w:val="both"/>
      </w:pPr>
      <w:r w:rsidRPr="008A79ED">
        <w:t xml:space="preserve">produced when </w:t>
      </w:r>
      <w:r w:rsidR="007C31B2" w:rsidRPr="008A79ED">
        <w:t>the vocal cords are drawn apart</w:t>
      </w:r>
      <w:r w:rsidRPr="008A79ED">
        <w:t xml:space="preserve"> airstream flows easily. So, the vocal cords do not </w:t>
      </w:r>
    </w:p>
    <w:p w:rsidR="00D50931" w:rsidRPr="008A79ED" w:rsidRDefault="00D50931" w:rsidP="00860506">
      <w:pPr>
        <w:ind w:left="720" w:right="-900" w:hanging="1440"/>
        <w:jc w:val="both"/>
      </w:pPr>
      <w:r w:rsidRPr="008A79ED">
        <w:t xml:space="preserve">vibrate and </w:t>
      </w:r>
      <w:r w:rsidRPr="008A79ED">
        <w:rPr>
          <w:u w:val="single"/>
        </w:rPr>
        <w:t>voiceless sounds</w:t>
      </w:r>
      <w:r w:rsidRPr="008A79ED">
        <w:t xml:space="preserve"> </w:t>
      </w:r>
      <w:proofErr w:type="gramStart"/>
      <w:r w:rsidRPr="008A79ED">
        <w:t>are  produced</w:t>
      </w:r>
      <w:proofErr w:type="gramEnd"/>
      <w:r w:rsidRPr="008A79ED">
        <w:t>.</w:t>
      </w:r>
    </w:p>
    <w:p w:rsidR="00D50931" w:rsidRPr="008A79ED" w:rsidRDefault="00D50931" w:rsidP="00D50931">
      <w:pPr>
        <w:ind w:left="720" w:hanging="1440"/>
        <w:jc w:val="both"/>
      </w:pPr>
      <w:r w:rsidRPr="008A79ED">
        <w:t xml:space="preserve">All the vowels </w:t>
      </w:r>
      <w:proofErr w:type="gramStart"/>
      <w:r w:rsidRPr="008A79ED">
        <w:t xml:space="preserve">of </w:t>
      </w:r>
      <w:r w:rsidR="006A52BC" w:rsidRPr="008A79ED">
        <w:t xml:space="preserve"> English</w:t>
      </w:r>
      <w:proofErr w:type="gramEnd"/>
      <w:r w:rsidR="006A52BC" w:rsidRPr="008A79ED">
        <w:t xml:space="preserve"> are voiced. A consonant sound may be ‘voiced’ or ‘</w:t>
      </w:r>
      <w:proofErr w:type="spellStart"/>
      <w:r w:rsidR="006A52BC" w:rsidRPr="008A79ED">
        <w:t>voicedless</w:t>
      </w:r>
      <w:proofErr w:type="spellEnd"/>
      <w:r w:rsidR="006A52BC" w:rsidRPr="008A79ED">
        <w:t>’</w:t>
      </w:r>
    </w:p>
    <w:p w:rsidR="006A52BC" w:rsidRPr="008A79ED" w:rsidRDefault="006A52BC" w:rsidP="00D50931">
      <w:pPr>
        <w:ind w:left="720" w:hanging="1440"/>
        <w:jc w:val="both"/>
      </w:pPr>
    </w:p>
    <w:p w:rsidR="006A52BC" w:rsidRPr="008A79ED" w:rsidRDefault="006A52BC" w:rsidP="00D50931">
      <w:pPr>
        <w:ind w:left="720" w:hanging="1440"/>
        <w:jc w:val="both"/>
        <w:rPr>
          <w:b/>
        </w:rPr>
      </w:pPr>
      <w:r w:rsidRPr="008A79ED">
        <w:rPr>
          <w:b/>
        </w:rPr>
        <w:t>Evaluation</w:t>
      </w:r>
    </w:p>
    <w:p w:rsidR="006A52BC" w:rsidRPr="008A79ED" w:rsidRDefault="006A52BC" w:rsidP="006A52BC">
      <w:pPr>
        <w:ind w:left="720" w:hanging="1440"/>
        <w:jc w:val="both"/>
      </w:pPr>
      <w:r w:rsidRPr="008A79ED">
        <w:t>1. List all the organs of speech.</w:t>
      </w:r>
    </w:p>
    <w:p w:rsidR="006A52BC" w:rsidRPr="008A79ED" w:rsidRDefault="006A52BC" w:rsidP="006A52BC">
      <w:pPr>
        <w:ind w:left="720" w:hanging="1440"/>
        <w:jc w:val="both"/>
      </w:pPr>
      <w:r w:rsidRPr="008A79ED">
        <w:t>2. What happens when the vocal cords are placed edge to edge during the production of a sound?</w:t>
      </w:r>
    </w:p>
    <w:p w:rsidR="006A52BC" w:rsidRPr="008A79ED" w:rsidRDefault="006A52BC" w:rsidP="006A52BC">
      <w:pPr>
        <w:ind w:left="720" w:hanging="1440"/>
        <w:jc w:val="both"/>
      </w:pPr>
      <w:r w:rsidRPr="008A79ED">
        <w:lastRenderedPageBreak/>
        <w:t>3. What happens when the vocal cords are drawn apart?</w:t>
      </w:r>
    </w:p>
    <w:p w:rsidR="006A52BC" w:rsidRPr="008A79ED" w:rsidRDefault="006A52BC" w:rsidP="006A52BC">
      <w:pPr>
        <w:ind w:left="720" w:hanging="1440"/>
        <w:jc w:val="both"/>
      </w:pPr>
    </w:p>
    <w:p w:rsidR="00DC6215" w:rsidRPr="008A79ED" w:rsidRDefault="00DC6215" w:rsidP="006A52BC">
      <w:pPr>
        <w:ind w:left="720" w:hanging="1440"/>
      </w:pPr>
    </w:p>
    <w:p w:rsidR="006A52BC" w:rsidRPr="008A79ED" w:rsidRDefault="006A52BC" w:rsidP="006A52BC">
      <w:pPr>
        <w:ind w:left="720" w:hanging="1440"/>
      </w:pPr>
    </w:p>
    <w:p w:rsidR="006A52BC" w:rsidRPr="008A79ED" w:rsidRDefault="006A52BC" w:rsidP="006A52BC">
      <w:pPr>
        <w:ind w:left="720" w:hanging="1440"/>
      </w:pPr>
      <w:r w:rsidRPr="008A79ED">
        <w:rPr>
          <w:b/>
        </w:rPr>
        <w:t xml:space="preserve">Topic: Parts of speech: Noun (functions) </w:t>
      </w:r>
    </w:p>
    <w:p w:rsidR="006A52BC" w:rsidRPr="008A79ED" w:rsidRDefault="006A52BC" w:rsidP="006A52BC">
      <w:pPr>
        <w:ind w:left="720" w:hanging="1440"/>
      </w:pPr>
      <w:r w:rsidRPr="008A79ED">
        <w:t>(Content)</w:t>
      </w:r>
    </w:p>
    <w:p w:rsidR="00DC6215" w:rsidRPr="008A79ED" w:rsidRDefault="00DC6215" w:rsidP="00DB65DA">
      <w:pPr>
        <w:ind w:left="-720"/>
        <w:rPr>
          <w:b/>
        </w:rPr>
      </w:pPr>
      <w:r w:rsidRPr="008A79ED">
        <w:rPr>
          <w:b/>
        </w:rPr>
        <w:t>Nouns</w:t>
      </w:r>
    </w:p>
    <w:p w:rsidR="00DC6215" w:rsidRPr="008A79ED" w:rsidRDefault="00DC6215" w:rsidP="00DB65DA">
      <w:pPr>
        <w:ind w:left="-720"/>
        <w:rPr>
          <w:b/>
        </w:rPr>
      </w:pPr>
      <w:r w:rsidRPr="008A79ED">
        <w:rPr>
          <w:b/>
        </w:rPr>
        <w:t xml:space="preserve">What is a Noun? </w:t>
      </w:r>
    </w:p>
    <w:p w:rsidR="00DC6215" w:rsidRPr="008A79ED" w:rsidRDefault="00DC6215" w:rsidP="00DB65DA">
      <w:pPr>
        <w:ind w:left="-720"/>
      </w:pPr>
      <w:r w:rsidRPr="008A79ED">
        <w:t>Of all the parts of speech, nouns are perhaps the most important. A noun is a word that identifies a person, animal, place, thing, or idea. Here, we’ll take a closer look at what makes a noun a noun, and we’ll provide some noun examples, along with some advice for using nouns in your sentences.</w:t>
      </w:r>
    </w:p>
    <w:p w:rsidR="00DC6215" w:rsidRPr="008A79ED" w:rsidRDefault="00DC6215" w:rsidP="00DB65DA">
      <w:pPr>
        <w:ind w:left="-720"/>
      </w:pPr>
    </w:p>
    <w:p w:rsidR="00DC6215" w:rsidRPr="008A79ED" w:rsidRDefault="00DC6215" w:rsidP="00DB65DA">
      <w:pPr>
        <w:ind w:left="-720"/>
        <w:rPr>
          <w:b/>
        </w:rPr>
      </w:pPr>
      <w:r w:rsidRPr="008A79ED">
        <w:rPr>
          <w:b/>
        </w:rPr>
        <w:t>Identifying a Noun</w:t>
      </w:r>
    </w:p>
    <w:p w:rsidR="00DC6215" w:rsidRPr="008A79ED" w:rsidRDefault="00DC6215" w:rsidP="00DB65DA">
      <w:pPr>
        <w:ind w:left="-720"/>
      </w:pPr>
      <w:r w:rsidRPr="008A79ED">
        <w:t xml:space="preserve">A noun is a part of speech that denotes a person, animal, place, thing, or idea. The English word noun has its roots in the Latin word </w:t>
      </w:r>
      <w:proofErr w:type="spellStart"/>
      <w:r w:rsidRPr="008A79ED">
        <w:t>nomen</w:t>
      </w:r>
      <w:proofErr w:type="spellEnd"/>
      <w:r w:rsidRPr="008A79ED">
        <w:t xml:space="preserve">, which means “name.” Every language has words that are nouns. As you read the </w:t>
      </w:r>
      <w:proofErr w:type="gramStart"/>
      <w:r w:rsidRPr="008A79ED">
        <w:t>following  explanations</w:t>
      </w:r>
      <w:proofErr w:type="gramEnd"/>
      <w:r w:rsidRPr="008A79ED">
        <w:t>, think about some words that might fit into each category.</w:t>
      </w:r>
    </w:p>
    <w:p w:rsidR="00DC6215" w:rsidRPr="008A79ED" w:rsidRDefault="00DC6215" w:rsidP="00DB65DA">
      <w:pPr>
        <w:ind w:left="-720"/>
      </w:pPr>
      <w:proofErr w:type="gramStart"/>
      <w:r w:rsidRPr="008A79ED">
        <w:t>*.Person</w:t>
      </w:r>
      <w:proofErr w:type="gramEnd"/>
      <w:r w:rsidRPr="008A79ED">
        <w:t>– A term for a person, whether proper name, gender, title, or class, is a noun.</w:t>
      </w:r>
    </w:p>
    <w:p w:rsidR="00DC6215" w:rsidRPr="008A79ED" w:rsidRDefault="00DC6215" w:rsidP="00DB65DA">
      <w:pPr>
        <w:ind w:left="-720"/>
      </w:pPr>
      <w:proofErr w:type="gramStart"/>
      <w:r w:rsidRPr="008A79ED">
        <w:t>*.Animal</w:t>
      </w:r>
      <w:proofErr w:type="gramEnd"/>
      <w:r w:rsidRPr="008A79ED">
        <w:t>– A term for an animal, whether proper name, species, gender</w:t>
      </w:r>
      <w:r w:rsidR="00E154C8" w:rsidRPr="008A79ED">
        <w:t xml:space="preserve">  </w:t>
      </w:r>
      <w:r w:rsidRPr="008A79ED">
        <w:t>,or class is a noun.</w:t>
      </w:r>
    </w:p>
    <w:p w:rsidR="00DC6215" w:rsidRPr="008A79ED" w:rsidRDefault="00DC6215" w:rsidP="00DB65DA">
      <w:pPr>
        <w:ind w:left="-720"/>
      </w:pPr>
      <w:proofErr w:type="gramStart"/>
      <w:r w:rsidRPr="008A79ED">
        <w:t>*.Place</w:t>
      </w:r>
      <w:proofErr w:type="gramEnd"/>
      <w:r w:rsidRPr="008A79ED">
        <w:t>– A term for a place, whether proper name, physical location, or general locale is a noun.</w:t>
      </w:r>
    </w:p>
    <w:p w:rsidR="00DC6215" w:rsidRPr="008A79ED" w:rsidRDefault="00DC6215" w:rsidP="00DB65DA">
      <w:pPr>
        <w:ind w:left="-720"/>
      </w:pPr>
      <w:proofErr w:type="gramStart"/>
      <w:r w:rsidRPr="008A79ED">
        <w:t>*.Thing</w:t>
      </w:r>
      <w:proofErr w:type="gramEnd"/>
      <w:r w:rsidRPr="008A79ED">
        <w:t>– A term for a thing, whether it exists now, will exist, or existed in the past is a noun.</w:t>
      </w:r>
    </w:p>
    <w:p w:rsidR="00DC6215" w:rsidRPr="008A79ED" w:rsidRDefault="00DC6215" w:rsidP="00DB65DA">
      <w:pPr>
        <w:ind w:left="-720"/>
      </w:pPr>
      <w:proofErr w:type="gramStart"/>
      <w:r w:rsidRPr="008A79ED">
        <w:t>*.Idea</w:t>
      </w:r>
      <w:proofErr w:type="gramEnd"/>
      <w:r w:rsidRPr="008A79ED">
        <w:t>– A term for an idea, be it a real, workable idea or a fantasy that might never come to fruition is a noun.</w:t>
      </w:r>
    </w:p>
    <w:p w:rsidR="00DC6215" w:rsidRPr="008A79ED" w:rsidRDefault="00DC6215" w:rsidP="00DB65DA">
      <w:pPr>
        <w:ind w:left="-720"/>
      </w:pPr>
    </w:p>
    <w:p w:rsidR="00DC6215" w:rsidRPr="008A79ED" w:rsidRDefault="00DC6215" w:rsidP="00DB65DA">
      <w:pPr>
        <w:ind w:left="-720"/>
        <w:rPr>
          <w:b/>
        </w:rPr>
      </w:pPr>
      <w:r w:rsidRPr="008A79ED">
        <w:rPr>
          <w:b/>
        </w:rPr>
        <w:t>Identifying a noun in a sentence</w:t>
      </w:r>
    </w:p>
    <w:p w:rsidR="00DC6215" w:rsidRPr="008A79ED" w:rsidRDefault="00DC6215" w:rsidP="00DB65DA">
      <w:pPr>
        <w:ind w:left="-720"/>
      </w:pPr>
      <w:r w:rsidRPr="008A79ED">
        <w:t>When we first start to learn the parts of speech, trying to identify different words can seem like a challenge. This process gets easier with practice. Here are some noun examples to help you get started. The nouns in each sentence have been italicized.</w:t>
      </w:r>
    </w:p>
    <w:p w:rsidR="00DC6215" w:rsidRPr="008A79ED" w:rsidRDefault="00DC6215" w:rsidP="00DB65DA">
      <w:pPr>
        <w:ind w:left="-720"/>
      </w:pPr>
      <w:r w:rsidRPr="008A79ED">
        <w:t xml:space="preserve">*  Person –He is the </w:t>
      </w:r>
      <w:r w:rsidRPr="008A79ED">
        <w:rPr>
          <w:b/>
        </w:rPr>
        <w:t>person</w:t>
      </w:r>
      <w:r w:rsidRPr="008A79ED">
        <w:t xml:space="preserve"> to see.</w:t>
      </w:r>
    </w:p>
    <w:p w:rsidR="00DC6215" w:rsidRPr="008A79ED" w:rsidRDefault="00DC6215" w:rsidP="00DB65DA">
      <w:pPr>
        <w:ind w:left="-720"/>
      </w:pPr>
      <w:r w:rsidRPr="008A79ED">
        <w:t>*  Person –</w:t>
      </w:r>
      <w:r w:rsidRPr="008A79ED">
        <w:rPr>
          <w:b/>
        </w:rPr>
        <w:t>John</w:t>
      </w:r>
      <w:r w:rsidRPr="008A79ED">
        <w:t xml:space="preserve"> started to run.</w:t>
      </w:r>
    </w:p>
    <w:p w:rsidR="00DC6215" w:rsidRPr="008A79ED" w:rsidRDefault="00DC6215" w:rsidP="00DB65DA">
      <w:pPr>
        <w:ind w:left="-720"/>
      </w:pPr>
      <w:r w:rsidRPr="008A79ED">
        <w:t xml:space="preserve">*  Person – </w:t>
      </w:r>
      <w:r w:rsidRPr="008A79ED">
        <w:rPr>
          <w:b/>
        </w:rPr>
        <w:t>Plato</w:t>
      </w:r>
      <w:r w:rsidRPr="008A79ED">
        <w:t xml:space="preserve"> was an influentia</w:t>
      </w:r>
      <w:r w:rsidR="00E154C8" w:rsidRPr="008A79ED">
        <w:t>l</w:t>
      </w:r>
      <w:r w:rsidRPr="008A79ED">
        <w:t xml:space="preserve"> Greek </w:t>
      </w:r>
      <w:r w:rsidRPr="008A79ED">
        <w:rPr>
          <w:b/>
        </w:rPr>
        <w:t>philosopher</w:t>
      </w:r>
      <w:r w:rsidRPr="008A79ED">
        <w:t>.</w:t>
      </w:r>
    </w:p>
    <w:p w:rsidR="00DC6215" w:rsidRPr="008A79ED" w:rsidRDefault="00DC6215" w:rsidP="00DB65DA">
      <w:pPr>
        <w:ind w:left="-720"/>
      </w:pPr>
      <w:r w:rsidRPr="008A79ED">
        <w:t xml:space="preserve">*  Animal – The </w:t>
      </w:r>
      <w:r w:rsidRPr="008A79ED">
        <w:rPr>
          <w:b/>
        </w:rPr>
        <w:t>dog</w:t>
      </w:r>
      <w:r w:rsidRPr="008A79ED">
        <w:t xml:space="preserve"> barked at the </w:t>
      </w:r>
      <w:r w:rsidRPr="008A79ED">
        <w:rPr>
          <w:b/>
        </w:rPr>
        <w:t>cat</w:t>
      </w:r>
      <w:r w:rsidRPr="008A79ED">
        <w:t>.</w:t>
      </w:r>
    </w:p>
    <w:p w:rsidR="00DC6215" w:rsidRPr="008A79ED" w:rsidRDefault="00DC6215" w:rsidP="00DB65DA">
      <w:pPr>
        <w:ind w:left="-720"/>
      </w:pPr>
      <w:r w:rsidRPr="008A79ED">
        <w:t xml:space="preserve">*  Animal </w:t>
      </w:r>
      <w:proofErr w:type="gramStart"/>
      <w:r w:rsidRPr="008A79ED">
        <w:t xml:space="preserve">–  </w:t>
      </w:r>
      <w:r w:rsidRPr="008A79ED">
        <w:rPr>
          <w:b/>
        </w:rPr>
        <w:t>Elephants</w:t>
      </w:r>
      <w:proofErr w:type="gramEnd"/>
      <w:r w:rsidRPr="008A79ED">
        <w:t xml:space="preserve"> never forget.</w:t>
      </w:r>
    </w:p>
    <w:p w:rsidR="00DC6215" w:rsidRPr="008A79ED" w:rsidRDefault="00DC6215" w:rsidP="00DB65DA">
      <w:pPr>
        <w:ind w:left="-720"/>
      </w:pPr>
      <w:r w:rsidRPr="008A79ED">
        <w:t>*  Animal – Sophie is my favorite horse.</w:t>
      </w:r>
    </w:p>
    <w:p w:rsidR="00DC6215" w:rsidRPr="008A79ED" w:rsidRDefault="00DC6215" w:rsidP="00DB65DA">
      <w:pPr>
        <w:ind w:left="-720"/>
      </w:pPr>
      <w:r w:rsidRPr="008A79ED">
        <w:t xml:space="preserve">*  Place   – The </w:t>
      </w:r>
      <w:r w:rsidRPr="008A79ED">
        <w:rPr>
          <w:b/>
        </w:rPr>
        <w:t>restaurant</w:t>
      </w:r>
      <w:r w:rsidRPr="008A79ED">
        <w:t xml:space="preserve"> is opened.</w:t>
      </w:r>
    </w:p>
    <w:p w:rsidR="00DC6215" w:rsidRPr="008A79ED" w:rsidRDefault="00DC6215" w:rsidP="00DB65DA">
      <w:pPr>
        <w:ind w:left="-720"/>
      </w:pPr>
      <w:r w:rsidRPr="008A79ED">
        <w:t xml:space="preserve">*  Place   – Let’s go to the </w:t>
      </w:r>
      <w:r w:rsidRPr="008A79ED">
        <w:rPr>
          <w:b/>
        </w:rPr>
        <w:t>beach</w:t>
      </w:r>
      <w:r w:rsidRPr="008A79ED">
        <w:t>.</w:t>
      </w:r>
    </w:p>
    <w:p w:rsidR="00DC6215" w:rsidRPr="008A79ED" w:rsidRDefault="00DC6215" w:rsidP="00DB65DA">
      <w:pPr>
        <w:ind w:left="-720"/>
      </w:pPr>
      <w:r w:rsidRPr="008A79ED">
        <w:t xml:space="preserve">* Place    – </w:t>
      </w:r>
      <w:r w:rsidRPr="008A79ED">
        <w:rPr>
          <w:b/>
        </w:rPr>
        <w:t>Harvard</w:t>
      </w:r>
      <w:r w:rsidRPr="008A79ED">
        <w:t xml:space="preserve"> and </w:t>
      </w:r>
      <w:r w:rsidRPr="008A79ED">
        <w:rPr>
          <w:b/>
        </w:rPr>
        <w:t>Yale</w:t>
      </w:r>
      <w:r w:rsidRPr="008A79ED">
        <w:t xml:space="preserve"> are two famous </w:t>
      </w:r>
      <w:r w:rsidRPr="008A79ED">
        <w:rPr>
          <w:b/>
        </w:rPr>
        <w:t>universities</w:t>
      </w:r>
      <w:r w:rsidRPr="008A79ED">
        <w:t>.</w:t>
      </w:r>
    </w:p>
    <w:p w:rsidR="00DC6215" w:rsidRPr="008A79ED" w:rsidRDefault="00DC6215" w:rsidP="00DB65DA">
      <w:pPr>
        <w:ind w:left="-720"/>
      </w:pPr>
      <w:r w:rsidRPr="008A79ED">
        <w:t xml:space="preserve">* Thing    – Throw the </w:t>
      </w:r>
      <w:r w:rsidRPr="008A79ED">
        <w:rPr>
          <w:b/>
        </w:rPr>
        <w:t>ball</w:t>
      </w:r>
      <w:r w:rsidRPr="008A79ED">
        <w:t>.</w:t>
      </w:r>
    </w:p>
    <w:p w:rsidR="00DC6215" w:rsidRPr="008A79ED" w:rsidRDefault="00DC6215" w:rsidP="00DB65DA">
      <w:pPr>
        <w:ind w:left="-720"/>
      </w:pPr>
      <w:r w:rsidRPr="008A79ED">
        <w:t xml:space="preserve">* Thing    – Please close the </w:t>
      </w:r>
      <w:r w:rsidRPr="008A79ED">
        <w:rPr>
          <w:b/>
        </w:rPr>
        <w:t>door</w:t>
      </w:r>
      <w:r w:rsidRPr="008A79ED">
        <w:t xml:space="preserve"> and lock it.</w:t>
      </w:r>
    </w:p>
    <w:p w:rsidR="00DC6215" w:rsidRPr="008A79ED" w:rsidRDefault="00DC6215" w:rsidP="00DB65DA">
      <w:pPr>
        <w:ind w:left="-720"/>
      </w:pPr>
      <w:proofErr w:type="gramStart"/>
      <w:r w:rsidRPr="008A79ED">
        <w:t>*.Idea</w:t>
      </w:r>
      <w:proofErr w:type="gramEnd"/>
      <w:r w:rsidRPr="008A79ED">
        <w:t xml:space="preserve">       –  Follow the </w:t>
      </w:r>
      <w:r w:rsidRPr="008A79ED">
        <w:rPr>
          <w:b/>
        </w:rPr>
        <w:t>rules</w:t>
      </w:r>
      <w:r w:rsidRPr="008A79ED">
        <w:t>.</w:t>
      </w:r>
    </w:p>
    <w:p w:rsidR="00DC6215" w:rsidRPr="008A79ED" w:rsidRDefault="00DC6215">
      <w:pPr>
        <w:ind w:left="-720"/>
      </w:pPr>
      <w:proofErr w:type="gramStart"/>
      <w:r w:rsidRPr="008A79ED">
        <w:t>*.Idea</w:t>
      </w:r>
      <w:proofErr w:type="gramEnd"/>
      <w:r w:rsidRPr="008A79ED">
        <w:t xml:space="preserve"> – The </w:t>
      </w:r>
      <w:r w:rsidRPr="008A79ED">
        <w:rPr>
          <w:b/>
        </w:rPr>
        <w:t>theory of relativity</w:t>
      </w:r>
      <w:r w:rsidRPr="008A79ED">
        <w:t xml:space="preserve"> is an important </w:t>
      </w:r>
      <w:r w:rsidRPr="008A79ED">
        <w:rPr>
          <w:b/>
        </w:rPr>
        <w:t>concept</w:t>
      </w:r>
      <w:r w:rsidRPr="008A79ED">
        <w:t>.</w:t>
      </w:r>
    </w:p>
    <w:p w:rsidR="00DC6215" w:rsidRPr="008A79ED" w:rsidRDefault="00DC6215">
      <w:pPr>
        <w:ind w:left="-720"/>
      </w:pPr>
    </w:p>
    <w:p w:rsidR="00DC6215" w:rsidRPr="008A79ED" w:rsidRDefault="00DC6215" w:rsidP="00DB65DA">
      <w:pPr>
        <w:ind w:left="-720"/>
        <w:rPr>
          <w:b/>
        </w:rPr>
      </w:pPr>
      <w:r w:rsidRPr="008A79ED">
        <w:rPr>
          <w:b/>
        </w:rPr>
        <w:t>TYPES OF NOUNS</w:t>
      </w:r>
    </w:p>
    <w:p w:rsidR="00DC6215" w:rsidRPr="008A79ED" w:rsidRDefault="00DC6215" w:rsidP="00DB65DA">
      <w:pPr>
        <w:ind w:left="-720"/>
        <w:rPr>
          <w:b/>
        </w:rPr>
      </w:pPr>
      <w:r w:rsidRPr="008A79ED">
        <w:rPr>
          <w:b/>
        </w:rPr>
        <w:t>Common noun</w:t>
      </w:r>
    </w:p>
    <w:p w:rsidR="00DC6215" w:rsidRPr="008A79ED" w:rsidRDefault="00DC6215" w:rsidP="00DB65DA">
      <w:pPr>
        <w:ind w:left="-720"/>
      </w:pPr>
      <w:r w:rsidRPr="008A79ED">
        <w:t xml:space="preserve">A common noun is a noun that refers to people or things in general, </w:t>
      </w:r>
      <w:proofErr w:type="spellStart"/>
      <w:r w:rsidRPr="008A79ED">
        <w:t>e.g.boy</w:t>
      </w:r>
      <w:proofErr w:type="spellEnd"/>
      <w:r w:rsidRPr="008A79ED">
        <w:t>, country, bridge, city, birth, day, happiness.</w:t>
      </w:r>
    </w:p>
    <w:p w:rsidR="00DC6215" w:rsidRPr="008A79ED" w:rsidRDefault="00DC6215" w:rsidP="00DB65DA">
      <w:pPr>
        <w:ind w:left="-720"/>
      </w:pPr>
    </w:p>
    <w:p w:rsidR="00DC6215" w:rsidRPr="008A79ED" w:rsidRDefault="00DC6215" w:rsidP="00DB65DA">
      <w:pPr>
        <w:ind w:left="-720"/>
        <w:rPr>
          <w:b/>
        </w:rPr>
      </w:pPr>
      <w:r w:rsidRPr="008A79ED">
        <w:rPr>
          <w:b/>
        </w:rPr>
        <w:t>Proper noun</w:t>
      </w:r>
    </w:p>
    <w:p w:rsidR="00DC6215" w:rsidRPr="008A79ED" w:rsidRDefault="00DC6215" w:rsidP="00DB65DA">
      <w:pPr>
        <w:ind w:left="-720"/>
      </w:pPr>
      <w:r w:rsidRPr="008A79ED">
        <w:t xml:space="preserve">A proper noun is a name that identifies a particular person, place, or thing, </w:t>
      </w:r>
      <w:proofErr w:type="spellStart"/>
      <w:r w:rsidRPr="008A79ED">
        <w:t>e.</w:t>
      </w:r>
      <w:proofErr w:type="gramStart"/>
      <w:r w:rsidRPr="008A79ED">
        <w:t>g.Steven</w:t>
      </w:r>
      <w:proofErr w:type="spellEnd"/>
      <w:proofErr w:type="gramEnd"/>
      <w:r w:rsidRPr="008A79ED">
        <w:t>, Africa, London, Monday. In written English, proper nouns begin with capital letters.</w:t>
      </w:r>
    </w:p>
    <w:p w:rsidR="00DC6215" w:rsidRPr="008A79ED" w:rsidRDefault="00DC6215" w:rsidP="00DB65DA">
      <w:pPr>
        <w:ind w:left="-720"/>
      </w:pPr>
    </w:p>
    <w:p w:rsidR="00DC6215" w:rsidRPr="008A79ED" w:rsidRDefault="00DC6215" w:rsidP="00DB65DA">
      <w:pPr>
        <w:ind w:left="-720"/>
        <w:rPr>
          <w:b/>
        </w:rPr>
      </w:pPr>
      <w:r w:rsidRPr="008A79ED">
        <w:rPr>
          <w:b/>
        </w:rPr>
        <w:lastRenderedPageBreak/>
        <w:t>Concrete noun</w:t>
      </w:r>
    </w:p>
    <w:p w:rsidR="00DC6215" w:rsidRPr="008A79ED" w:rsidRDefault="00DC6215" w:rsidP="00DB65DA">
      <w:pPr>
        <w:ind w:left="-720"/>
      </w:pPr>
      <w:r w:rsidRPr="008A79ED">
        <w:t>A concrete noun is a noun which refers to people and to things that exist physically and can be seen, touched, smelled, heard, or tasted. Examples include dog, building, coffee, tree, rain, beach, tune.</w:t>
      </w:r>
    </w:p>
    <w:p w:rsidR="00DC6215" w:rsidRPr="008A79ED" w:rsidRDefault="00DC6215" w:rsidP="00DB65DA">
      <w:pPr>
        <w:ind w:left="-720"/>
      </w:pPr>
    </w:p>
    <w:p w:rsidR="00DC6215" w:rsidRPr="008A79ED" w:rsidRDefault="00DC6215" w:rsidP="00DB65DA">
      <w:pPr>
        <w:ind w:left="-720"/>
        <w:rPr>
          <w:b/>
        </w:rPr>
      </w:pPr>
      <w:r w:rsidRPr="008A79ED">
        <w:rPr>
          <w:b/>
        </w:rPr>
        <w:t>Abstract noun</w:t>
      </w:r>
    </w:p>
    <w:p w:rsidR="00DC6215" w:rsidRPr="008A79ED" w:rsidRDefault="00DC6215" w:rsidP="00DB65DA">
      <w:pPr>
        <w:ind w:left="-720"/>
      </w:pPr>
      <w:r w:rsidRPr="008A79ED">
        <w:t xml:space="preserve">An abstract noun is a noun which refers to ideas, qualities, and conditions- things that cannot be seen or touched and things which have no physical reality, </w:t>
      </w:r>
      <w:proofErr w:type="spellStart"/>
      <w:proofErr w:type="gramStart"/>
      <w:r w:rsidRPr="008A79ED">
        <w:t>e.g</w:t>
      </w:r>
      <w:proofErr w:type="spellEnd"/>
      <w:proofErr w:type="gramEnd"/>
      <w:r w:rsidR="00E154C8" w:rsidRPr="008A79ED">
        <w:t xml:space="preserve"> </w:t>
      </w:r>
      <w:r w:rsidRPr="008A79ED">
        <w:t xml:space="preserve">.truth, danger, happiness, time, friendship, </w:t>
      </w:r>
      <w:proofErr w:type="spellStart"/>
      <w:r w:rsidRPr="008A79ED">
        <w:t>humour</w:t>
      </w:r>
      <w:proofErr w:type="spellEnd"/>
      <w:r w:rsidRPr="008A79ED">
        <w:t>.</w:t>
      </w:r>
    </w:p>
    <w:p w:rsidR="00DC6215" w:rsidRPr="008A79ED" w:rsidRDefault="00DC6215" w:rsidP="00DB65DA">
      <w:pPr>
        <w:ind w:left="-720"/>
      </w:pPr>
    </w:p>
    <w:p w:rsidR="00DC6215" w:rsidRPr="008A79ED" w:rsidRDefault="00DC6215" w:rsidP="00DB65DA">
      <w:pPr>
        <w:ind w:left="-720"/>
        <w:rPr>
          <w:b/>
        </w:rPr>
      </w:pPr>
      <w:r w:rsidRPr="008A79ED">
        <w:rPr>
          <w:b/>
        </w:rPr>
        <w:t>Collective nouns</w:t>
      </w:r>
    </w:p>
    <w:p w:rsidR="00DC6215" w:rsidRPr="008A79ED" w:rsidRDefault="00DC6215" w:rsidP="00DB65DA">
      <w:pPr>
        <w:ind w:left="-720"/>
      </w:pPr>
      <w:r w:rsidRPr="008A79ED">
        <w:t xml:space="preserve">Collective nouns refer to groups of people or things, </w:t>
      </w:r>
      <w:proofErr w:type="spellStart"/>
      <w:r w:rsidRPr="008A79ED">
        <w:t>e.</w:t>
      </w:r>
      <w:proofErr w:type="gramStart"/>
      <w:r w:rsidRPr="008A79ED">
        <w:t>g.audience</w:t>
      </w:r>
      <w:proofErr w:type="spellEnd"/>
      <w:proofErr w:type="gramEnd"/>
      <w:r w:rsidRPr="008A79ED">
        <w:t>, family, government, team, jury. In American English, most collective nouns are treated as singular, with a singular verb:</w:t>
      </w:r>
      <w:r w:rsidR="00E154C8" w:rsidRPr="008A79ED">
        <w:t xml:space="preserve"> </w:t>
      </w:r>
      <w:r w:rsidRPr="008A79ED">
        <w:t xml:space="preserve">The whole family was at the </w:t>
      </w:r>
      <w:proofErr w:type="spellStart"/>
      <w:proofErr w:type="gramStart"/>
      <w:r w:rsidRPr="008A79ED">
        <w:t>table.In</w:t>
      </w:r>
      <w:proofErr w:type="spellEnd"/>
      <w:proofErr w:type="gramEnd"/>
      <w:r w:rsidRPr="008A79ED">
        <w:t xml:space="preserve"> British English, the preceding sentence would be correct, but it would also be correct to treat the collective noun as a plural, with a plural verb:</w:t>
      </w:r>
      <w:r w:rsidR="00E154C8" w:rsidRPr="008A79ED">
        <w:t xml:space="preserve"> </w:t>
      </w:r>
      <w:r w:rsidRPr="008A79ED">
        <w:t>The whole family were at the table. A noun may belong to more than one category. For example,</w:t>
      </w:r>
      <w:r w:rsidR="00E154C8" w:rsidRPr="008A79ED">
        <w:t xml:space="preserve"> </w:t>
      </w:r>
      <w:r w:rsidRPr="008A79ED">
        <w:t>happiness</w:t>
      </w:r>
      <w:r w:rsidR="00E154C8" w:rsidRPr="008A79ED">
        <w:t xml:space="preserve"> </w:t>
      </w:r>
      <w:r w:rsidRPr="008A79ED">
        <w:t>is both a common noun and an abstract noun, while Mount Everest is both a concrete noun and a proper noun.</w:t>
      </w:r>
    </w:p>
    <w:p w:rsidR="00DC6215" w:rsidRPr="008A79ED" w:rsidRDefault="00DC6215" w:rsidP="00DB65DA">
      <w:pPr>
        <w:ind w:left="-720"/>
      </w:pPr>
    </w:p>
    <w:p w:rsidR="00DC6215" w:rsidRPr="008A79ED" w:rsidRDefault="00DC6215">
      <w:pPr>
        <w:ind w:left="-720"/>
      </w:pPr>
      <w:r w:rsidRPr="008A79ED">
        <w:rPr>
          <w:b/>
        </w:rPr>
        <w:t>Evaluation</w:t>
      </w:r>
    </w:p>
    <w:p w:rsidR="00DC6215" w:rsidRPr="008A79ED" w:rsidRDefault="00DC6215">
      <w:pPr>
        <w:ind w:left="-720"/>
      </w:pPr>
      <w:r w:rsidRPr="008A79ED">
        <w:rPr>
          <w:b/>
        </w:rPr>
        <w:t>Identify the nouns in the following sentences</w:t>
      </w:r>
    </w:p>
    <w:p w:rsidR="00DC6215" w:rsidRPr="008A79ED" w:rsidRDefault="00E154C8">
      <w:pPr>
        <w:ind w:left="-720"/>
      </w:pPr>
      <w:r w:rsidRPr="008A79ED">
        <w:t>* Person</w:t>
      </w:r>
      <w:r w:rsidR="00DC6215" w:rsidRPr="008A79ED">
        <w:t xml:space="preserve"> – Sharon admires her grandfather.</w:t>
      </w:r>
    </w:p>
    <w:p w:rsidR="00DC6215" w:rsidRPr="008A79ED" w:rsidRDefault="00DC6215">
      <w:pPr>
        <w:ind w:left="-720"/>
      </w:pPr>
      <w:r w:rsidRPr="008A79ED">
        <w:t>* Place – Look! There’s the Eiffel Tower.</w:t>
      </w:r>
    </w:p>
    <w:p w:rsidR="00DC6215" w:rsidRPr="008A79ED" w:rsidRDefault="00E154C8">
      <w:pPr>
        <w:ind w:left="-720"/>
      </w:pPr>
      <w:r w:rsidRPr="008A79ED">
        <w:t xml:space="preserve">* </w:t>
      </w:r>
      <w:r w:rsidR="00DC6215" w:rsidRPr="008A79ED">
        <w:t>Thing – The lamp sits on a table next to the</w:t>
      </w:r>
      <w:r w:rsidRPr="008A79ED">
        <w:t xml:space="preserve"> </w:t>
      </w:r>
      <w:r w:rsidR="00DC6215" w:rsidRPr="008A79ED">
        <w:t>sofa.</w:t>
      </w:r>
    </w:p>
    <w:p w:rsidR="00DC6215" w:rsidRPr="008A79ED" w:rsidRDefault="00E154C8">
      <w:pPr>
        <w:ind w:left="-720"/>
      </w:pPr>
      <w:r w:rsidRPr="008A79ED">
        <w:t xml:space="preserve">* </w:t>
      </w:r>
      <w:r w:rsidR="00DC6215" w:rsidRPr="008A79ED">
        <w:t>Thing –Money doesn’t grow on trees.</w:t>
      </w:r>
    </w:p>
    <w:p w:rsidR="00DC6215" w:rsidRPr="008A79ED" w:rsidRDefault="00E154C8">
      <w:pPr>
        <w:ind w:left="-720"/>
      </w:pPr>
      <w:r w:rsidRPr="008A79ED">
        <w:t>* Person</w:t>
      </w:r>
      <w:r w:rsidR="00DC6215" w:rsidRPr="008A79ED">
        <w:t xml:space="preserve"> – My mother looks a lot like my grandmother, and I look very much like them.</w:t>
      </w:r>
    </w:p>
    <w:p w:rsidR="00DC6215" w:rsidRPr="008A79ED" w:rsidRDefault="00DC6215">
      <w:pPr>
        <w:ind w:left="-720"/>
      </w:pPr>
      <w:r w:rsidRPr="008A79ED">
        <w:t>*Idea –Love is a wonderful emotion.</w:t>
      </w:r>
    </w:p>
    <w:p w:rsidR="00F3216B" w:rsidRPr="008A79ED" w:rsidRDefault="00F3216B" w:rsidP="00F3216B">
      <w:pPr>
        <w:ind w:left="-720"/>
      </w:pPr>
    </w:p>
    <w:p w:rsidR="00112B8E" w:rsidRPr="008A79ED" w:rsidRDefault="00112B8E" w:rsidP="00F3216B">
      <w:pPr>
        <w:ind w:left="-720"/>
      </w:pPr>
    </w:p>
    <w:p w:rsidR="00112B8E" w:rsidRPr="008A79ED" w:rsidRDefault="00112B8E" w:rsidP="00F3216B">
      <w:pPr>
        <w:ind w:left="-720"/>
        <w:rPr>
          <w:b/>
        </w:rPr>
      </w:pPr>
      <w:r w:rsidRPr="008A79ED">
        <w:rPr>
          <w:b/>
          <w:bCs/>
        </w:rPr>
        <w:t>Topic</w:t>
      </w:r>
      <w:r w:rsidRPr="008A79ED">
        <w:t xml:space="preserve">: </w:t>
      </w:r>
      <w:r w:rsidRPr="008A79ED">
        <w:rPr>
          <w:b/>
        </w:rPr>
        <w:t>Comprehension/vocabulary development</w:t>
      </w:r>
      <w:r w:rsidR="00DC6215" w:rsidRPr="008A79ED">
        <w:rPr>
          <w:b/>
        </w:rPr>
        <w:t xml:space="preserve">. </w:t>
      </w:r>
    </w:p>
    <w:p w:rsidR="00112B8E" w:rsidRPr="008A79ED" w:rsidRDefault="00112B8E" w:rsidP="00F3216B">
      <w:pPr>
        <w:ind w:left="-720"/>
      </w:pPr>
      <w:r w:rsidRPr="008A79ED">
        <w:rPr>
          <w:b/>
          <w:bCs/>
        </w:rPr>
        <w:t>Content</w:t>
      </w:r>
      <w:r w:rsidRPr="008A79ED">
        <w:t>:</w:t>
      </w:r>
      <w:r w:rsidR="00DC6215" w:rsidRPr="008A79ED">
        <w:t xml:space="preserve"> Unit 1: The Family</w:t>
      </w:r>
    </w:p>
    <w:p w:rsidR="00112B8E" w:rsidRPr="008A79ED" w:rsidRDefault="004E3DE5" w:rsidP="00F3216B">
      <w:pPr>
        <w:ind w:left="-720"/>
      </w:pPr>
      <w:proofErr w:type="spellStart"/>
      <w:r w:rsidRPr="008A79ED">
        <w:t>Titi</w:t>
      </w:r>
      <w:proofErr w:type="spellEnd"/>
      <w:r w:rsidRPr="008A79ED">
        <w:t xml:space="preserve"> tell</w:t>
      </w:r>
      <w:r w:rsidR="00112B8E" w:rsidRPr="008A79ED">
        <w:t xml:space="preserve">s us about herself and her friend </w:t>
      </w:r>
      <w:proofErr w:type="spellStart"/>
      <w:r w:rsidR="00112B8E" w:rsidRPr="008A79ED">
        <w:t>Anochie</w:t>
      </w:r>
      <w:proofErr w:type="spellEnd"/>
      <w:r w:rsidR="00112B8E" w:rsidRPr="008A79ED">
        <w:t xml:space="preserve">. </w:t>
      </w:r>
      <w:proofErr w:type="spellStart"/>
      <w:r w:rsidR="00112B8E" w:rsidRPr="008A79ED">
        <w:t>Titi</w:t>
      </w:r>
      <w:proofErr w:type="spellEnd"/>
      <w:r w:rsidR="00112B8E" w:rsidRPr="008A79ED">
        <w:t xml:space="preserve"> and her friend live in Ughelli and attend the same Grammar School at </w:t>
      </w:r>
      <w:proofErr w:type="spellStart"/>
      <w:r w:rsidR="00112B8E" w:rsidRPr="008A79ED">
        <w:t>Erhiero</w:t>
      </w:r>
      <w:proofErr w:type="spellEnd"/>
      <w:r w:rsidR="00112B8E" w:rsidRPr="008A79ED">
        <w:t xml:space="preserve">. They are both in form 1. </w:t>
      </w:r>
      <w:proofErr w:type="spellStart"/>
      <w:r w:rsidR="00112B8E" w:rsidRPr="008A79ED">
        <w:t>Titi’s</w:t>
      </w:r>
      <w:proofErr w:type="spellEnd"/>
      <w:r w:rsidR="00112B8E" w:rsidRPr="008A79ED">
        <w:t xml:space="preserve"> father is a mechanic and her mother </w:t>
      </w:r>
      <w:proofErr w:type="gramStart"/>
      <w:r w:rsidR="00112B8E" w:rsidRPr="008A79ED">
        <w:t>works</w:t>
      </w:r>
      <w:proofErr w:type="gramEnd"/>
      <w:r w:rsidR="00112B8E" w:rsidRPr="008A79ED">
        <w:t xml:space="preserve"> at home.</w:t>
      </w:r>
    </w:p>
    <w:p w:rsidR="00112B8E" w:rsidRPr="008A79ED" w:rsidRDefault="00112B8E" w:rsidP="00F3216B">
      <w:pPr>
        <w:ind w:left="-720"/>
      </w:pPr>
      <w:proofErr w:type="spellStart"/>
      <w:r w:rsidRPr="008A79ED">
        <w:t>Anochie’s</w:t>
      </w:r>
      <w:proofErr w:type="spellEnd"/>
      <w:r w:rsidRPr="008A79ED">
        <w:t xml:space="preserve"> father is a teacher and his mother </w:t>
      </w:r>
      <w:proofErr w:type="gramStart"/>
      <w:r w:rsidRPr="008A79ED">
        <w:t>is</w:t>
      </w:r>
      <w:proofErr w:type="gramEnd"/>
      <w:r w:rsidRPr="008A79ED">
        <w:t xml:space="preserve"> a nurse.</w:t>
      </w:r>
    </w:p>
    <w:p w:rsidR="00112B8E" w:rsidRPr="008A79ED" w:rsidRDefault="00112B8E" w:rsidP="00F3216B">
      <w:pPr>
        <w:ind w:left="-720"/>
      </w:pPr>
    </w:p>
    <w:p w:rsidR="00112B8E" w:rsidRPr="008A79ED" w:rsidRDefault="00112B8E" w:rsidP="00F3216B">
      <w:pPr>
        <w:ind w:left="-720"/>
        <w:rPr>
          <w:b/>
          <w:bCs/>
        </w:rPr>
      </w:pPr>
      <w:r w:rsidRPr="008A79ED">
        <w:rPr>
          <w:b/>
          <w:bCs/>
        </w:rPr>
        <w:t>Vocabulary</w:t>
      </w:r>
    </w:p>
    <w:p w:rsidR="00112B8E" w:rsidRPr="008A79ED" w:rsidRDefault="00112B8E" w:rsidP="00112B8E">
      <w:pPr>
        <w:ind w:left="-720"/>
      </w:pPr>
      <w:r w:rsidRPr="008A79ED">
        <w:t>1. Father – a male parent of a child.</w:t>
      </w:r>
    </w:p>
    <w:p w:rsidR="00112B8E" w:rsidRPr="008A79ED" w:rsidRDefault="00112B8E" w:rsidP="00112B8E">
      <w:pPr>
        <w:ind w:left="-720"/>
      </w:pPr>
      <w:r w:rsidRPr="008A79ED">
        <w:t>2. Mother – a female parent of a child</w:t>
      </w:r>
    </w:p>
    <w:p w:rsidR="00112B8E" w:rsidRPr="008A79ED" w:rsidRDefault="00112B8E" w:rsidP="00112B8E">
      <w:pPr>
        <w:ind w:left="-720"/>
      </w:pPr>
      <w:r w:rsidRPr="008A79ED">
        <w:t>3. daughter – a person’s female child</w:t>
      </w:r>
    </w:p>
    <w:p w:rsidR="00112B8E" w:rsidRPr="008A79ED" w:rsidRDefault="00112B8E" w:rsidP="00112B8E">
      <w:pPr>
        <w:ind w:left="-720"/>
      </w:pPr>
      <w:r w:rsidRPr="008A79ED">
        <w:t>4. son – a person’s male child</w:t>
      </w:r>
    </w:p>
    <w:p w:rsidR="00112B8E" w:rsidRPr="008A79ED" w:rsidRDefault="00112B8E" w:rsidP="00112B8E">
      <w:pPr>
        <w:ind w:left="-720"/>
      </w:pPr>
      <w:r w:rsidRPr="008A79ED">
        <w:t>5. Brother – a boy or man who has the same mother and father as another</w:t>
      </w:r>
    </w:p>
    <w:p w:rsidR="00112B8E" w:rsidRPr="008A79ED" w:rsidRDefault="00112B8E" w:rsidP="00112B8E">
      <w:pPr>
        <w:ind w:left="-720"/>
      </w:pPr>
      <w:r w:rsidRPr="008A79ED">
        <w:t xml:space="preserve">6. sister – a girl or woman who has the same </w:t>
      </w:r>
      <w:proofErr w:type="gramStart"/>
      <w:r w:rsidRPr="008A79ED">
        <w:t>mother  and</w:t>
      </w:r>
      <w:proofErr w:type="gramEnd"/>
      <w:r w:rsidRPr="008A79ED">
        <w:t xml:space="preserve"> father as another person.</w:t>
      </w:r>
    </w:p>
    <w:p w:rsidR="00EA5702" w:rsidRPr="008A79ED" w:rsidRDefault="00EA5702" w:rsidP="00112B8E">
      <w:pPr>
        <w:ind w:left="-720"/>
      </w:pPr>
    </w:p>
    <w:p w:rsidR="00DC6215" w:rsidRPr="008A79ED" w:rsidRDefault="00DC6215" w:rsidP="00567F13">
      <w:pPr>
        <w:tabs>
          <w:tab w:val="left" w:pos="-540"/>
          <w:tab w:val="left" w:pos="7380"/>
          <w:tab w:val="left" w:pos="7560"/>
        </w:tabs>
        <w:ind w:left="-720"/>
        <w:rPr>
          <w:b/>
          <w:bCs/>
        </w:rPr>
      </w:pPr>
    </w:p>
    <w:p w:rsidR="00DC6215" w:rsidRPr="008A79ED" w:rsidRDefault="00DC6215" w:rsidP="00567F13">
      <w:pPr>
        <w:tabs>
          <w:tab w:val="left" w:pos="-540"/>
          <w:tab w:val="left" w:pos="7380"/>
          <w:tab w:val="left" w:pos="7560"/>
        </w:tabs>
        <w:ind w:left="-720"/>
        <w:rPr>
          <w:b/>
          <w:bCs/>
        </w:rPr>
      </w:pPr>
    </w:p>
    <w:p w:rsidR="00DC6215" w:rsidRPr="008A79ED" w:rsidRDefault="00567F13" w:rsidP="00567F13">
      <w:pPr>
        <w:tabs>
          <w:tab w:val="left" w:pos="-540"/>
          <w:tab w:val="left" w:pos="7380"/>
          <w:tab w:val="left" w:pos="7560"/>
        </w:tabs>
        <w:ind w:left="-720"/>
      </w:pPr>
      <w:r w:rsidRPr="008A79ED">
        <w:rPr>
          <w:b/>
          <w:bCs/>
        </w:rPr>
        <w:t>Topic</w:t>
      </w:r>
      <w:r w:rsidRPr="008A79ED">
        <w:t xml:space="preserve">: </w:t>
      </w:r>
    </w:p>
    <w:p w:rsidR="00DC6215" w:rsidRPr="008A79ED" w:rsidRDefault="00DC6215" w:rsidP="00567F13">
      <w:pPr>
        <w:tabs>
          <w:tab w:val="left" w:pos="-540"/>
          <w:tab w:val="left" w:pos="7380"/>
          <w:tab w:val="left" w:pos="7560"/>
        </w:tabs>
        <w:ind w:left="-720"/>
        <w:rPr>
          <w:b/>
        </w:rPr>
      </w:pPr>
      <w:r w:rsidRPr="008A79ED">
        <w:rPr>
          <w:b/>
        </w:rPr>
        <w:t>Composition writing</w:t>
      </w:r>
    </w:p>
    <w:p w:rsidR="00DC6215" w:rsidRPr="008A79ED" w:rsidRDefault="00DC6215" w:rsidP="00567F13">
      <w:pPr>
        <w:tabs>
          <w:tab w:val="left" w:pos="-540"/>
          <w:tab w:val="left" w:pos="7380"/>
          <w:tab w:val="left" w:pos="7560"/>
        </w:tabs>
        <w:ind w:left="-720"/>
      </w:pPr>
      <w:r w:rsidRPr="008A79ED">
        <w:t>Composition writing</w:t>
      </w:r>
      <w:r w:rsidRPr="008A79ED">
        <w:rPr>
          <w:b/>
        </w:rPr>
        <w:t xml:space="preserve"> </w:t>
      </w:r>
      <w:r w:rsidRPr="008A79ED">
        <w:t xml:space="preserve">is a process to take. One of the first things to consider is to determine what type of composition to be used. When you are going to write, you usually have a central purpose </w:t>
      </w:r>
      <w:r w:rsidR="00ED5061" w:rsidRPr="008A79ED">
        <w:t>or central</w:t>
      </w:r>
      <w:r w:rsidRPr="008A79ED">
        <w:t xml:space="preserve"> idea in communicating your readers. You also aim to produce some effects to the readers. These purpose or ends is the one that determines the type of discourse that you are going to use in writing a composition.</w:t>
      </w:r>
    </w:p>
    <w:p w:rsidR="00DC6215" w:rsidRPr="008A79ED" w:rsidRDefault="00DC6215" w:rsidP="00567F13">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lastRenderedPageBreak/>
        <w:t xml:space="preserve">Types of composition writing </w:t>
      </w:r>
    </w:p>
    <w:p w:rsidR="00DC6215" w:rsidRPr="008A79ED" w:rsidRDefault="00DC6215">
      <w:pPr>
        <w:tabs>
          <w:tab w:val="left" w:pos="-540"/>
          <w:tab w:val="left" w:pos="7380"/>
          <w:tab w:val="left" w:pos="7560"/>
        </w:tabs>
        <w:ind w:left="-720"/>
        <w:rPr>
          <w:b/>
        </w:rPr>
      </w:pPr>
      <w:r w:rsidRPr="008A79ED">
        <w:t xml:space="preserve">Distinguishing between types of essays is simply a matter of determining the writer's goal. Does the writer want to tell about a personal experience, describe something, explain an issue, or convince the reader to accept a certain viewpoint? The four major types of essays </w:t>
      </w:r>
      <w:proofErr w:type="gramStart"/>
      <w:r w:rsidRPr="008A79ED">
        <w:t>address</w:t>
      </w:r>
      <w:proofErr w:type="gramEnd"/>
      <w:r w:rsidRPr="008A79ED">
        <w:t xml:space="preserve"> these purposes.</w:t>
      </w:r>
    </w:p>
    <w:p w:rsidR="00DC6215" w:rsidRPr="008A79ED" w:rsidRDefault="00DC6215">
      <w:pPr>
        <w:tabs>
          <w:tab w:val="left" w:pos="-540"/>
          <w:tab w:val="left" w:pos="7380"/>
          <w:tab w:val="left" w:pos="7560"/>
        </w:tabs>
        <w:ind w:left="-720"/>
        <w:rPr>
          <w:b/>
          <w:u w:val="single"/>
        </w:rPr>
      </w:pPr>
    </w:p>
    <w:p w:rsidR="00DC6215" w:rsidRPr="008A79ED" w:rsidRDefault="00DC6215">
      <w:pPr>
        <w:tabs>
          <w:tab w:val="left" w:pos="-540"/>
          <w:tab w:val="left" w:pos="7380"/>
          <w:tab w:val="left" w:pos="7560"/>
        </w:tabs>
        <w:ind w:left="-720"/>
        <w:rPr>
          <w:b/>
          <w:u w:val="single"/>
        </w:rPr>
      </w:pPr>
      <w:r w:rsidRPr="008A79ED">
        <w:rPr>
          <w:b/>
          <w:u w:val="single"/>
        </w:rPr>
        <w:t xml:space="preserve">Narrative Essay </w:t>
      </w:r>
    </w:p>
    <w:p w:rsidR="00DC6215" w:rsidRPr="008A79ED" w:rsidRDefault="00DC6215">
      <w:pPr>
        <w:tabs>
          <w:tab w:val="left" w:pos="-540"/>
          <w:tab w:val="left" w:pos="7380"/>
          <w:tab w:val="left" w:pos="7560"/>
        </w:tabs>
        <w:ind w:left="-720"/>
      </w:pPr>
      <w:r w:rsidRPr="008A79ED">
        <w:t>A narrative essay relates mainly, a sequence of events. It tells what happened and how it happened and is often indistinguishable from a short story.</w:t>
      </w:r>
    </w:p>
    <w:p w:rsidR="00DC6215" w:rsidRPr="008A79ED" w:rsidRDefault="00DC6215">
      <w:pPr>
        <w:tabs>
          <w:tab w:val="left" w:pos="-540"/>
          <w:tab w:val="left" w:pos="7380"/>
          <w:tab w:val="left" w:pos="7560"/>
        </w:tabs>
        <w:ind w:left="-720"/>
      </w:pPr>
      <w:r w:rsidRPr="008A79ED">
        <w:rPr>
          <w:u w:val="single"/>
        </w:rPr>
        <w:t>Characteristics of Narrative Essay.</w:t>
      </w:r>
    </w:p>
    <w:p w:rsidR="00DC6215" w:rsidRPr="008A79ED" w:rsidRDefault="00DC6215">
      <w:pPr>
        <w:tabs>
          <w:tab w:val="left" w:pos="-540"/>
          <w:tab w:val="left" w:pos="7380"/>
          <w:tab w:val="left" w:pos="7560"/>
        </w:tabs>
        <w:ind w:left="-720"/>
      </w:pPr>
      <w:r w:rsidRPr="008A79ED">
        <w:t>1. It must have beginning that is interesting and arresting.</w:t>
      </w:r>
    </w:p>
    <w:p w:rsidR="00DC6215" w:rsidRPr="008A79ED" w:rsidRDefault="00DC6215">
      <w:pPr>
        <w:tabs>
          <w:tab w:val="left" w:pos="-540"/>
          <w:tab w:val="left" w:pos="7380"/>
          <w:tab w:val="left" w:pos="7560"/>
        </w:tabs>
        <w:ind w:left="-720"/>
      </w:pPr>
      <w:r w:rsidRPr="008A79ED">
        <w:t>2. It must proceed in a chronological sequence to the end.</w:t>
      </w:r>
    </w:p>
    <w:p w:rsidR="00DC6215" w:rsidRPr="008A79ED" w:rsidRDefault="00DC6215">
      <w:pPr>
        <w:tabs>
          <w:tab w:val="left" w:pos="-540"/>
          <w:tab w:val="left" w:pos="7380"/>
          <w:tab w:val="left" w:pos="7560"/>
        </w:tabs>
        <w:ind w:left="-720"/>
      </w:pPr>
      <w:r w:rsidRPr="008A79ED">
        <w:t>3. The use of past tense is highly essential since the narrative involves past events.</w:t>
      </w:r>
    </w:p>
    <w:p w:rsidR="00DC6215" w:rsidRPr="008A79ED" w:rsidRDefault="00DC6215">
      <w:pPr>
        <w:tabs>
          <w:tab w:val="left" w:pos="-540"/>
          <w:tab w:val="left" w:pos="7380"/>
          <w:tab w:val="left" w:pos="7560"/>
        </w:tabs>
        <w:ind w:left="-720"/>
      </w:pPr>
      <w:r w:rsidRPr="008A79ED">
        <w:t>4. The narration must be presented in a sequential order.</w:t>
      </w:r>
    </w:p>
    <w:p w:rsidR="00DC6215" w:rsidRPr="008A79ED" w:rsidRDefault="00DC6215">
      <w:pPr>
        <w:tabs>
          <w:tab w:val="left" w:pos="-540"/>
          <w:tab w:val="left" w:pos="7380"/>
          <w:tab w:val="left" w:pos="7560"/>
        </w:tabs>
        <w:ind w:left="-720"/>
      </w:pPr>
      <w:r w:rsidRPr="008A79ED">
        <w:t>5. You must avoid verbosity and an unnecessary elaboration of a particular incident</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rPr>
          <w:b/>
        </w:rPr>
      </w:pPr>
      <w:r w:rsidRPr="008A79ED">
        <w:rPr>
          <w:b/>
          <w:u w:val="single"/>
        </w:rPr>
        <w:t>The Descriptive Essay</w:t>
      </w:r>
    </w:p>
    <w:p w:rsidR="00DC6215" w:rsidRPr="008A79ED" w:rsidRDefault="00DC6215">
      <w:pPr>
        <w:tabs>
          <w:tab w:val="left" w:pos="-540"/>
          <w:tab w:val="left" w:pos="7380"/>
          <w:tab w:val="left" w:pos="7560"/>
        </w:tabs>
        <w:ind w:left="-720"/>
      </w:pPr>
      <w:r w:rsidRPr="008A79ED">
        <w:t>This consists of description.</w:t>
      </w:r>
    </w:p>
    <w:p w:rsidR="00DC6215" w:rsidRPr="008A79ED" w:rsidRDefault="00DC6215">
      <w:pPr>
        <w:tabs>
          <w:tab w:val="left" w:pos="-540"/>
          <w:tab w:val="left" w:pos="7380"/>
          <w:tab w:val="left" w:pos="7560"/>
        </w:tabs>
        <w:ind w:left="-720"/>
      </w:pPr>
      <w:r w:rsidRPr="008A79ED">
        <w:t>A descriptive essay is one that requires a writer to write a description of an object, a person, an animal, an incident or a scene. In a descriptive essay, the writer should show, not tell, through the use of colorful words and sensory details. The best descriptive essays appeal to the reader’s emotions, with a result that is highly evocative.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u w:val="single"/>
        </w:rPr>
        <w:t>Characteristics of a Good Descriptive Essay</w:t>
      </w:r>
    </w:p>
    <w:p w:rsidR="00DC6215" w:rsidRPr="008A79ED" w:rsidRDefault="00DC6215">
      <w:pPr>
        <w:tabs>
          <w:tab w:val="left" w:pos="-540"/>
          <w:tab w:val="left" w:pos="7380"/>
          <w:tab w:val="left" w:pos="7560"/>
        </w:tabs>
      </w:pPr>
      <w:r w:rsidRPr="008A79ED">
        <w:t>* The writer must be orderly in the presentation of facts.</w:t>
      </w:r>
    </w:p>
    <w:p w:rsidR="00DC6215" w:rsidRPr="008A79ED" w:rsidRDefault="00DC6215">
      <w:pPr>
        <w:tabs>
          <w:tab w:val="left" w:pos="-540"/>
          <w:tab w:val="left" w:pos="7380"/>
          <w:tab w:val="left" w:pos="7560"/>
        </w:tabs>
      </w:pPr>
      <w:r w:rsidRPr="008A79ED">
        <w:t>* Clarity of expression is necessary. The use of simple and straight-forward language is required.</w:t>
      </w:r>
    </w:p>
    <w:p w:rsidR="00DC6215" w:rsidRPr="008A79ED" w:rsidRDefault="00DC6215">
      <w:pPr>
        <w:tabs>
          <w:tab w:val="left" w:pos="-540"/>
          <w:tab w:val="left" w:pos="7380"/>
          <w:tab w:val="left" w:pos="7560"/>
        </w:tabs>
      </w:pPr>
      <w:r w:rsidRPr="008A79ED">
        <w:t xml:space="preserve">* The use of simple present tense is very common but the writer is free to use other tenses as the need arises. </w:t>
      </w:r>
    </w:p>
    <w:p w:rsidR="00DC6215" w:rsidRPr="008A79ED" w:rsidRDefault="00DC6215">
      <w:pPr>
        <w:tabs>
          <w:tab w:val="left" w:pos="-540"/>
          <w:tab w:val="left" w:pos="7380"/>
          <w:tab w:val="left" w:pos="7560"/>
        </w:tabs>
      </w:pPr>
      <w:r w:rsidRPr="008A79ED">
        <w:t>* There must be particular emphasis on objects or things being described. The description must be vivid enough with the use of good and appropriate vocabulary.</w:t>
      </w:r>
    </w:p>
    <w:p w:rsidR="00DC6215" w:rsidRPr="008A79ED" w:rsidRDefault="00DC6215">
      <w:pPr>
        <w:tabs>
          <w:tab w:val="left" w:pos="-540"/>
          <w:tab w:val="left" w:pos="7380"/>
          <w:tab w:val="left" w:pos="7560"/>
        </w:tabs>
      </w:pPr>
      <w:r w:rsidRPr="008A79ED">
        <w:t>* The use of adjective is highly indispensable.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rPr>
          <w:b/>
        </w:rPr>
      </w:pPr>
      <w:r w:rsidRPr="008A79ED">
        <w:rPr>
          <w:b/>
          <w:u w:val="single"/>
        </w:rPr>
        <w:t>Argumentative Essay</w:t>
      </w:r>
    </w:p>
    <w:p w:rsidR="00DC6215" w:rsidRPr="008A79ED" w:rsidRDefault="00DC6215">
      <w:pPr>
        <w:tabs>
          <w:tab w:val="left" w:pos="-540"/>
          <w:tab w:val="left" w:pos="7380"/>
          <w:tab w:val="left" w:pos="7560"/>
        </w:tabs>
        <w:ind w:left="-720"/>
      </w:pPr>
      <w:r w:rsidRPr="008A79ED">
        <w:t xml:space="preserve">An argumentative essay is the one that requires a writer to present a subject with a view of persuading the reader to agree with the </w:t>
      </w:r>
      <w:proofErr w:type="gramStart"/>
      <w:r w:rsidRPr="008A79ED">
        <w:t>writer’s  point</w:t>
      </w:r>
      <w:proofErr w:type="gramEnd"/>
      <w:r w:rsidRPr="008A79ED">
        <w:t xml:space="preserve"> of view.</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u w:val="single"/>
        </w:rPr>
        <w:t>Characteristics of a Good Argumentative Essay.</w:t>
      </w:r>
    </w:p>
    <w:p w:rsidR="00DC6215" w:rsidRPr="008A79ED" w:rsidRDefault="00DC6215">
      <w:pPr>
        <w:tabs>
          <w:tab w:val="left" w:pos="-540"/>
          <w:tab w:val="left" w:pos="7380"/>
          <w:tab w:val="left" w:pos="7560"/>
        </w:tabs>
      </w:pPr>
      <w:r w:rsidRPr="008A79ED">
        <w:t>* The argument must be convincingly presented.</w:t>
      </w:r>
    </w:p>
    <w:p w:rsidR="00DC6215" w:rsidRPr="008A79ED" w:rsidRDefault="00DC6215">
      <w:pPr>
        <w:tabs>
          <w:tab w:val="left" w:pos="-540"/>
          <w:tab w:val="left" w:pos="7380"/>
          <w:tab w:val="left" w:pos="7560"/>
        </w:tabs>
      </w:pPr>
      <w:r w:rsidRPr="008A79ED">
        <w:t>* There must be clarity of expression and the ideas presented must not be disjointed.</w:t>
      </w:r>
    </w:p>
    <w:p w:rsidR="00DC6215" w:rsidRPr="008A79ED" w:rsidRDefault="00DC6215">
      <w:pPr>
        <w:tabs>
          <w:tab w:val="left" w:pos="-540"/>
          <w:tab w:val="left" w:pos="7380"/>
          <w:tab w:val="left" w:pos="7560"/>
        </w:tabs>
      </w:pPr>
      <w:r w:rsidRPr="008A79ED">
        <w:t>* ‘Pro’ arguments should be kept separate from ‘con</w:t>
      </w:r>
      <w:proofErr w:type="gramStart"/>
      <w:r w:rsidRPr="008A79ED">
        <w:t>’  arguments</w:t>
      </w:r>
      <w:proofErr w:type="gramEnd"/>
      <w:r w:rsidRPr="008A79ED">
        <w:t>.</w:t>
      </w:r>
    </w:p>
    <w:p w:rsidR="00DC6215" w:rsidRPr="008A79ED" w:rsidRDefault="00DC6215">
      <w:pPr>
        <w:tabs>
          <w:tab w:val="left" w:pos="-540"/>
          <w:tab w:val="left" w:pos="7380"/>
          <w:tab w:val="left" w:pos="7560"/>
        </w:tabs>
      </w:pPr>
      <w:r w:rsidRPr="008A79ED">
        <w:t>* The strongest argument, both on the ‘pro’ side and on the ‘con’ side, should be left to the last.</w:t>
      </w:r>
    </w:p>
    <w:p w:rsidR="00DC6215" w:rsidRPr="008A79ED" w:rsidRDefault="00DC6215">
      <w:pPr>
        <w:tabs>
          <w:tab w:val="left" w:pos="-540"/>
          <w:tab w:val="left" w:pos="7380"/>
          <w:tab w:val="left" w:pos="7560"/>
        </w:tabs>
      </w:pPr>
      <w:r w:rsidRPr="008A79ED">
        <w:t>*  Verbosity should be avoided.</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rPr>
          <w:b/>
          <w:u w:val="single"/>
        </w:rPr>
      </w:pPr>
      <w:r w:rsidRPr="008A79ED">
        <w:rPr>
          <w:b/>
          <w:u w:val="single"/>
        </w:rPr>
        <w:t>Expository Essay</w:t>
      </w:r>
    </w:p>
    <w:p w:rsidR="00DC6215" w:rsidRPr="008A79ED" w:rsidRDefault="00DC6215">
      <w:pPr>
        <w:tabs>
          <w:tab w:val="left" w:pos="-540"/>
          <w:tab w:val="left" w:pos="7380"/>
          <w:tab w:val="left" w:pos="7560"/>
        </w:tabs>
        <w:ind w:left="-720"/>
      </w:pPr>
      <w:r w:rsidRPr="008A79ED">
        <w:rPr>
          <w:b/>
          <w:u w:val="single"/>
        </w:rPr>
        <w:t>A</w:t>
      </w:r>
      <w:r w:rsidRPr="008A79ED">
        <w:t xml:space="preserve">n expository essay is the one that requires a writer to write on an exposition or explanation of an idea or how to do or make </w:t>
      </w:r>
      <w:proofErr w:type="spellStart"/>
      <w:r w:rsidRPr="008A79ED">
        <w:t>some thing</w:t>
      </w:r>
      <w:proofErr w:type="spellEnd"/>
      <w:r w:rsidRPr="008A79ED">
        <w:t>. The expository essay is an informative piece of writing that presents a balanced analysis of a topic. In an expository essay, the writer explains or defines a topic, using facts, statistics, and examples. Expository writing encompasses a wide range of essay variations, such as the comparison and contrast essay, the cause and effect essay, and the “how to” or process essay. Because expository essays are based on facts and not personal feelings, writers don’t reveal their emotions or write in the first person.</w:t>
      </w:r>
      <w:r w:rsidR="00ED5061" w:rsidRPr="008A79ED">
        <w:t xml:space="preserve"> </w:t>
      </w:r>
      <w:r w:rsidRPr="008A79ED">
        <w:t>The following constitute the areas in which expository essay may feature.</w:t>
      </w:r>
      <w:r w:rsidR="00ED5061" w:rsidRPr="008A79ED">
        <w:t xml:space="preserve"> </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proofErr w:type="spellStart"/>
      <w:r w:rsidRPr="008A79ED">
        <w:t>i</w:t>
      </w:r>
      <w:proofErr w:type="spellEnd"/>
      <w:r w:rsidRPr="008A79ED">
        <w:t>. How mechanics work</w:t>
      </w:r>
    </w:p>
    <w:p w:rsidR="00DC6215" w:rsidRPr="008A79ED" w:rsidRDefault="00DC6215">
      <w:pPr>
        <w:tabs>
          <w:tab w:val="left" w:pos="-540"/>
          <w:tab w:val="left" w:pos="7380"/>
          <w:tab w:val="left" w:pos="7560"/>
        </w:tabs>
        <w:ind w:left="-720"/>
      </w:pPr>
      <w:r w:rsidRPr="008A79ED">
        <w:t>ii. How things are made</w:t>
      </w:r>
    </w:p>
    <w:p w:rsidR="00DC6215" w:rsidRPr="008A79ED" w:rsidRDefault="00DC6215">
      <w:pPr>
        <w:tabs>
          <w:tab w:val="left" w:pos="-540"/>
          <w:tab w:val="left" w:pos="7380"/>
          <w:tab w:val="left" w:pos="7560"/>
        </w:tabs>
        <w:ind w:left="-720"/>
      </w:pPr>
      <w:r w:rsidRPr="008A79ED">
        <w:t>iii. How certain processes are carried out</w:t>
      </w:r>
    </w:p>
    <w:p w:rsidR="00DC6215" w:rsidRPr="008A79ED" w:rsidRDefault="00DC6215">
      <w:pPr>
        <w:tabs>
          <w:tab w:val="left" w:pos="-540"/>
          <w:tab w:val="left" w:pos="7380"/>
          <w:tab w:val="left" w:pos="7560"/>
        </w:tabs>
        <w:ind w:left="-720"/>
      </w:pPr>
      <w:r w:rsidRPr="008A79ED">
        <w:t>iv. Definition of concepts.</w:t>
      </w:r>
    </w:p>
    <w:p w:rsidR="00DC6215" w:rsidRPr="008A79ED" w:rsidRDefault="00DC6215">
      <w:pPr>
        <w:tabs>
          <w:tab w:val="left" w:pos="-540"/>
          <w:tab w:val="left" w:pos="7380"/>
          <w:tab w:val="left" w:pos="7560"/>
        </w:tabs>
        <w:ind w:left="-720"/>
      </w:pPr>
      <w:r w:rsidRPr="008A79ED">
        <w:t>The explanation might be clean so as not to confuse the reader or audience.</w:t>
      </w:r>
    </w:p>
    <w:p w:rsidR="00DC6215" w:rsidRPr="008A79ED" w:rsidRDefault="00DC6215">
      <w:pPr>
        <w:tabs>
          <w:tab w:val="left" w:pos="-540"/>
          <w:tab w:val="left" w:pos="7380"/>
          <w:tab w:val="left" w:pos="7560"/>
        </w:tabs>
        <w:ind w:left="-720"/>
      </w:pPr>
      <w:r w:rsidRPr="008A79ED">
        <w:t>It must contain a vivid explanation of things.</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Evaluation</w:t>
      </w:r>
    </w:p>
    <w:p w:rsidR="00DC6215" w:rsidRPr="008A79ED" w:rsidRDefault="00DC6215">
      <w:pPr>
        <w:tabs>
          <w:tab w:val="left" w:pos="-540"/>
          <w:tab w:val="left" w:pos="7380"/>
          <w:tab w:val="left" w:pos="7560"/>
        </w:tabs>
        <w:ind w:left="-720"/>
      </w:pPr>
      <w:r w:rsidRPr="008A79ED">
        <w:t>Give a brief explanation of each of the following.</w:t>
      </w:r>
    </w:p>
    <w:p w:rsidR="00DC6215" w:rsidRPr="008A79ED" w:rsidRDefault="00DC6215">
      <w:pPr>
        <w:tabs>
          <w:tab w:val="left" w:pos="-540"/>
          <w:tab w:val="left" w:pos="7380"/>
          <w:tab w:val="left" w:pos="7560"/>
        </w:tabs>
        <w:ind w:left="-720"/>
      </w:pPr>
      <w:proofErr w:type="spellStart"/>
      <w:r w:rsidRPr="008A79ED">
        <w:t>i</w:t>
      </w:r>
      <w:proofErr w:type="spellEnd"/>
      <w:r w:rsidRPr="008A79ED">
        <w:t>.   Narrative essay</w:t>
      </w:r>
    </w:p>
    <w:p w:rsidR="00DC6215" w:rsidRPr="008A79ED" w:rsidRDefault="00DC6215">
      <w:pPr>
        <w:tabs>
          <w:tab w:val="left" w:pos="-540"/>
          <w:tab w:val="left" w:pos="7380"/>
          <w:tab w:val="left" w:pos="7560"/>
        </w:tabs>
        <w:ind w:left="-720"/>
      </w:pPr>
      <w:r w:rsidRPr="008A79ED">
        <w:t>ii.  Descriptive essay</w:t>
      </w:r>
    </w:p>
    <w:p w:rsidR="00DC6215" w:rsidRPr="008A79ED" w:rsidRDefault="00DC6215">
      <w:pPr>
        <w:tabs>
          <w:tab w:val="left" w:pos="-540"/>
          <w:tab w:val="left" w:pos="7380"/>
          <w:tab w:val="left" w:pos="7560"/>
        </w:tabs>
        <w:ind w:left="-720"/>
      </w:pPr>
      <w:r w:rsidRPr="008A79ED">
        <w:t>iii. Argumentative essay</w:t>
      </w:r>
    </w:p>
    <w:p w:rsidR="00DC6215" w:rsidRPr="008A79ED" w:rsidRDefault="00DC6215">
      <w:pPr>
        <w:tabs>
          <w:tab w:val="left" w:pos="-540"/>
          <w:tab w:val="left" w:pos="7380"/>
          <w:tab w:val="left" w:pos="7560"/>
        </w:tabs>
        <w:ind w:left="-720"/>
      </w:pPr>
      <w:r w:rsidRPr="008A79ED">
        <w:t>iv. Expository essay</w:t>
      </w:r>
    </w:p>
    <w:p w:rsidR="00DC6215" w:rsidRPr="008A79ED" w:rsidRDefault="00DC6215">
      <w:pPr>
        <w:tabs>
          <w:tab w:val="left" w:pos="-540"/>
          <w:tab w:val="left" w:pos="7380"/>
          <w:tab w:val="left" w:pos="7560"/>
        </w:tabs>
        <w:ind w:left="-720"/>
      </w:pPr>
    </w:p>
    <w:p w:rsidR="00DC6215" w:rsidRPr="008A79ED" w:rsidRDefault="00DC6215" w:rsidP="00567F13">
      <w:pPr>
        <w:tabs>
          <w:tab w:val="left" w:pos="-540"/>
          <w:tab w:val="left" w:pos="7380"/>
          <w:tab w:val="left" w:pos="7560"/>
        </w:tabs>
        <w:ind w:left="-720"/>
      </w:pPr>
    </w:p>
    <w:p w:rsidR="00405E9C" w:rsidRPr="008A79ED" w:rsidRDefault="00405E9C" w:rsidP="00405E9C">
      <w:pPr>
        <w:tabs>
          <w:tab w:val="left" w:pos="-540"/>
          <w:tab w:val="left" w:pos="7380"/>
          <w:tab w:val="left" w:pos="7560"/>
        </w:tabs>
        <w:ind w:left="-720"/>
      </w:pPr>
    </w:p>
    <w:p w:rsidR="00DC6215" w:rsidRPr="008A79ED" w:rsidRDefault="00DC6215" w:rsidP="00791C19">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Topic:</w:t>
      </w:r>
      <w:r w:rsidRPr="008A79ED">
        <w:t xml:space="preserve"> Literature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u w:val="single"/>
        </w:rPr>
        <w:t>Content</w:t>
      </w:r>
    </w:p>
    <w:p w:rsidR="00DC6215" w:rsidRPr="008A79ED" w:rsidRDefault="00DC6215">
      <w:pPr>
        <w:tabs>
          <w:tab w:val="left" w:pos="-540"/>
          <w:tab w:val="left" w:pos="7380"/>
          <w:tab w:val="left" w:pos="7560"/>
        </w:tabs>
        <w:ind w:left="-720"/>
      </w:pPr>
      <w:r w:rsidRPr="008A79ED">
        <w:rPr>
          <w:u w:val="single"/>
        </w:rPr>
        <w:t>Definition of Literature</w:t>
      </w:r>
    </w:p>
    <w:p w:rsidR="00DC6215" w:rsidRPr="008A79ED" w:rsidRDefault="00DC6215">
      <w:pPr>
        <w:tabs>
          <w:tab w:val="left" w:pos="-540"/>
          <w:tab w:val="left" w:pos="7380"/>
          <w:tab w:val="left" w:pos="7560"/>
        </w:tabs>
        <w:ind w:left="-720"/>
      </w:pPr>
      <w:r w:rsidRPr="008A79ED">
        <w:t>Literature is any printed and unprinted materials that instructs, informs, entertains and educates people. Literature is a subject that mirrors people, their customs and traditions for others to see and learn from. In other words, Literature is the caricature of human society and all the activities embedded in it, that is, there is a kind of reciprocal relations between literature and life.</w:t>
      </w:r>
    </w:p>
    <w:p w:rsidR="00DC6215" w:rsidRPr="008A79ED" w:rsidRDefault="00DC6215">
      <w:pPr>
        <w:tabs>
          <w:tab w:val="left" w:pos="-540"/>
          <w:tab w:val="left" w:pos="7380"/>
          <w:tab w:val="left" w:pos="7560"/>
        </w:tabs>
        <w:ind w:left="-720"/>
        <w:rPr>
          <w:b/>
        </w:rPr>
      </w:pPr>
    </w:p>
    <w:p w:rsidR="00DC6215" w:rsidRPr="008A79ED" w:rsidRDefault="00DC6215">
      <w:pPr>
        <w:tabs>
          <w:tab w:val="left" w:pos="-540"/>
          <w:tab w:val="left" w:pos="7380"/>
          <w:tab w:val="left" w:pos="7560"/>
        </w:tabs>
        <w:ind w:left="-720"/>
        <w:rPr>
          <w:b/>
        </w:rPr>
      </w:pPr>
      <w:r w:rsidRPr="008A79ED">
        <w:rPr>
          <w:b/>
        </w:rPr>
        <w:t>F</w:t>
      </w:r>
      <w:r w:rsidR="00ED5061" w:rsidRPr="008A79ED">
        <w:rPr>
          <w:b/>
        </w:rPr>
        <w:t xml:space="preserve">unctions </w:t>
      </w:r>
      <w:proofErr w:type="gramStart"/>
      <w:r w:rsidR="00ED5061" w:rsidRPr="008A79ED">
        <w:rPr>
          <w:b/>
        </w:rPr>
        <w:t>of  L</w:t>
      </w:r>
      <w:r w:rsidRPr="008A79ED">
        <w:rPr>
          <w:b/>
        </w:rPr>
        <w:t>iterature</w:t>
      </w:r>
      <w:proofErr w:type="gramEnd"/>
      <w:r w:rsidRPr="008A79ED">
        <w:rPr>
          <w:b/>
        </w:rPr>
        <w:t>.</w:t>
      </w:r>
    </w:p>
    <w:p w:rsidR="00DC6215" w:rsidRPr="008A79ED" w:rsidRDefault="00DC6215">
      <w:pPr>
        <w:tabs>
          <w:tab w:val="left" w:pos="-540"/>
          <w:tab w:val="left" w:pos="7380"/>
          <w:tab w:val="left" w:pos="7560"/>
        </w:tabs>
        <w:ind w:left="-720"/>
      </w:pPr>
      <w:r w:rsidRPr="008A79ED">
        <w:rPr>
          <w:b/>
        </w:rPr>
        <w:t xml:space="preserve">1. </w:t>
      </w:r>
      <w:r w:rsidRPr="008A79ED">
        <w:t xml:space="preserve">Literature helps a lot in the development of language. </w:t>
      </w:r>
    </w:p>
    <w:p w:rsidR="00DC6215" w:rsidRPr="008A79ED" w:rsidRDefault="00DC6215">
      <w:pPr>
        <w:tabs>
          <w:tab w:val="left" w:pos="-540"/>
          <w:tab w:val="left" w:pos="7380"/>
          <w:tab w:val="left" w:pos="7560"/>
        </w:tabs>
        <w:ind w:left="-720"/>
      </w:pPr>
      <w:r w:rsidRPr="008A79ED">
        <w:t>2. Literature creates awareness of one’s society and that of others.</w:t>
      </w:r>
    </w:p>
    <w:p w:rsidR="00DC6215" w:rsidRPr="008A79ED" w:rsidRDefault="00DC6215">
      <w:pPr>
        <w:tabs>
          <w:tab w:val="left" w:pos="-540"/>
          <w:tab w:val="left" w:pos="7380"/>
          <w:tab w:val="left" w:pos="7560"/>
        </w:tabs>
      </w:pPr>
      <w:r w:rsidRPr="008A79ED">
        <w:t>3. It teaches moral lessons.</w:t>
      </w:r>
    </w:p>
    <w:p w:rsidR="00DC6215" w:rsidRPr="008A79ED" w:rsidRDefault="00DC6215">
      <w:pPr>
        <w:tabs>
          <w:tab w:val="left" w:pos="-540"/>
          <w:tab w:val="left" w:pos="7380"/>
          <w:tab w:val="left" w:pos="7560"/>
        </w:tabs>
      </w:pPr>
      <w:r w:rsidRPr="008A79ED">
        <w:t>4. It corrects wrong doings</w:t>
      </w:r>
    </w:p>
    <w:p w:rsidR="00DC6215" w:rsidRPr="008A79ED" w:rsidRDefault="00DC6215">
      <w:pPr>
        <w:tabs>
          <w:tab w:val="left" w:pos="-540"/>
          <w:tab w:val="left" w:pos="7380"/>
          <w:tab w:val="left" w:pos="7560"/>
        </w:tabs>
      </w:pPr>
      <w:r w:rsidRPr="008A79ED">
        <w:t>5. Literature recognizes achievements and achievers.</w:t>
      </w:r>
    </w:p>
    <w:p w:rsidR="00DC6215" w:rsidRPr="008A79ED" w:rsidRDefault="00DC6215">
      <w:pPr>
        <w:tabs>
          <w:tab w:val="left" w:pos="-540"/>
          <w:tab w:val="left" w:pos="7380"/>
          <w:tab w:val="left" w:pos="7560"/>
        </w:tabs>
      </w:pPr>
      <w:r w:rsidRPr="008A79ED">
        <w:t>6. It assists a lot in the process of projecting the customs and tradition of the people.</w:t>
      </w:r>
    </w:p>
    <w:p w:rsidR="00DC6215" w:rsidRPr="008A79ED" w:rsidRDefault="00DC6215">
      <w:pPr>
        <w:tabs>
          <w:tab w:val="left" w:pos="-540"/>
          <w:tab w:val="left" w:pos="7380"/>
          <w:tab w:val="left" w:pos="7560"/>
        </w:tabs>
      </w:pPr>
      <w:r w:rsidRPr="008A79ED">
        <w:t>7. It also entertains, educates and instructs readers.</w:t>
      </w:r>
    </w:p>
    <w:p w:rsidR="00DC6215" w:rsidRPr="008A79ED" w:rsidRDefault="00DC6215">
      <w:pPr>
        <w:tabs>
          <w:tab w:val="left" w:pos="-540"/>
          <w:tab w:val="left" w:pos="7380"/>
          <w:tab w:val="left" w:pos="7560"/>
        </w:tabs>
      </w:pPr>
    </w:p>
    <w:p w:rsidR="00DC6215" w:rsidRPr="008A79ED" w:rsidRDefault="00DC6215">
      <w:pPr>
        <w:tabs>
          <w:tab w:val="left" w:pos="-540"/>
          <w:tab w:val="left" w:pos="7380"/>
          <w:tab w:val="left" w:pos="7560"/>
        </w:tabs>
        <w:rPr>
          <w:b/>
        </w:rPr>
      </w:pPr>
      <w:r w:rsidRPr="008A79ED">
        <w:rPr>
          <w:b/>
        </w:rPr>
        <w:t>Types of Literature</w:t>
      </w:r>
    </w:p>
    <w:p w:rsidR="00DC6215" w:rsidRPr="008A79ED" w:rsidRDefault="00DC6215">
      <w:pPr>
        <w:tabs>
          <w:tab w:val="left" w:pos="-540"/>
          <w:tab w:val="left" w:pos="7380"/>
          <w:tab w:val="left" w:pos="7560"/>
        </w:tabs>
      </w:pPr>
      <w:r w:rsidRPr="008A79ED">
        <w:rPr>
          <w:b/>
        </w:rPr>
        <w:t xml:space="preserve">Oral </w:t>
      </w:r>
      <w:proofErr w:type="gramStart"/>
      <w:r w:rsidRPr="008A79ED">
        <w:rPr>
          <w:b/>
        </w:rPr>
        <w:t>Literature :</w:t>
      </w:r>
      <w:proofErr w:type="gramEnd"/>
      <w:r w:rsidRPr="008A79ED">
        <w:rPr>
          <w:b/>
        </w:rPr>
        <w:t xml:space="preserve"> </w:t>
      </w:r>
      <w:r w:rsidRPr="008A79ED">
        <w:t xml:space="preserve">Oral literature is a term generally applied </w:t>
      </w:r>
      <w:r w:rsidR="00ED5061" w:rsidRPr="008A79ED">
        <w:t>to spoken</w:t>
      </w:r>
      <w:r w:rsidRPr="008A79ED">
        <w:t xml:space="preserve"> literary traditions such as folk tales, musical theater, proverbs, riddles, life histories, plays, proverbs, epic poems and historical </w:t>
      </w:r>
      <w:r w:rsidR="00ED5061" w:rsidRPr="008A79ED">
        <w:t>recitations. Unlike</w:t>
      </w:r>
      <w:r w:rsidRPr="008A79ED">
        <w:t xml:space="preserve"> written literary genres, oral literature is conveyed or passed down to future generations by word of mouth, typically through memorization and recitation. It is considered a verbal art form.</w:t>
      </w:r>
    </w:p>
    <w:p w:rsidR="00DC6215" w:rsidRPr="008A79ED" w:rsidRDefault="00DC6215">
      <w:pPr>
        <w:tabs>
          <w:tab w:val="left" w:pos="-540"/>
          <w:tab w:val="left" w:pos="7380"/>
          <w:tab w:val="left" w:pos="7560"/>
        </w:tabs>
      </w:pPr>
      <w:r w:rsidRPr="008A79ED">
        <w:t xml:space="preserve"> </w:t>
      </w:r>
      <w:r w:rsidRPr="008A79ED">
        <w:rPr>
          <w:b/>
        </w:rPr>
        <w:t>Dance</w:t>
      </w:r>
      <w:r w:rsidRPr="008A79ED">
        <w:t xml:space="preserve">: the movement of the body in a rhythmic way, usually to music and within a given space, for the purpose of expressing an idea or emotion, releasing energy, or simply taking delight </w:t>
      </w:r>
      <w:proofErr w:type="spellStart"/>
      <w:r w:rsidRPr="008A79ED">
        <w:t>inthe</w:t>
      </w:r>
      <w:proofErr w:type="spellEnd"/>
      <w:r w:rsidRPr="008A79ED">
        <w:t xml:space="preserve"> movement itself.</w:t>
      </w:r>
    </w:p>
    <w:p w:rsidR="00DC6215" w:rsidRPr="008A79ED" w:rsidRDefault="00DC6215">
      <w:pPr>
        <w:tabs>
          <w:tab w:val="left" w:pos="-540"/>
          <w:tab w:val="left" w:pos="7380"/>
          <w:tab w:val="left" w:pos="7560"/>
        </w:tabs>
        <w:ind w:left="-720"/>
      </w:pPr>
      <w:r w:rsidRPr="008A79ED">
        <w:rPr>
          <w:b/>
        </w:rPr>
        <w:t>Evaluation</w:t>
      </w:r>
    </w:p>
    <w:p w:rsidR="00DC6215" w:rsidRPr="008A79ED" w:rsidRDefault="00DC6215">
      <w:pPr>
        <w:tabs>
          <w:tab w:val="left" w:pos="-540"/>
          <w:tab w:val="left" w:pos="7380"/>
          <w:tab w:val="left" w:pos="7560"/>
        </w:tabs>
      </w:pPr>
      <w:r w:rsidRPr="008A79ED">
        <w:t>List all the functions of literature</w:t>
      </w:r>
    </w:p>
    <w:p w:rsidR="00DC6215" w:rsidRPr="008A79ED" w:rsidRDefault="00DC6215">
      <w:pPr>
        <w:tabs>
          <w:tab w:val="left" w:pos="-540"/>
          <w:tab w:val="left" w:pos="7380"/>
          <w:tab w:val="left" w:pos="7560"/>
        </w:tabs>
      </w:pPr>
      <w:r w:rsidRPr="008A79ED">
        <w:t>What is literature?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rPr>
          <w:b/>
        </w:rPr>
      </w:pPr>
      <w:r w:rsidRPr="008A79ED">
        <w:rPr>
          <w:b/>
        </w:rPr>
        <w:lastRenderedPageBreak/>
        <w:t>General Evaluation</w:t>
      </w:r>
    </w:p>
    <w:p w:rsidR="00DC6215" w:rsidRPr="008A79ED" w:rsidRDefault="00DC6215">
      <w:pPr>
        <w:tabs>
          <w:tab w:val="left" w:pos="-540"/>
          <w:tab w:val="left" w:pos="7380"/>
          <w:tab w:val="left" w:pos="7560"/>
        </w:tabs>
        <w:ind w:left="-720"/>
      </w:pPr>
      <w:r w:rsidRPr="008A79ED">
        <w:t>1.  Mention and explain the types of nouns and explain</w:t>
      </w:r>
    </w:p>
    <w:p w:rsidR="00DC6215" w:rsidRPr="008A79ED" w:rsidRDefault="00DC6215">
      <w:pPr>
        <w:tabs>
          <w:tab w:val="left" w:pos="-540"/>
          <w:tab w:val="left" w:pos="7380"/>
          <w:tab w:val="left" w:pos="7560"/>
        </w:tabs>
        <w:ind w:left="-720"/>
      </w:pPr>
      <w:r w:rsidRPr="008A79ED">
        <w:t>2. With reference to the related text, explain the types of literature.</w:t>
      </w:r>
    </w:p>
    <w:p w:rsidR="00DC6215" w:rsidRPr="008A79ED" w:rsidRDefault="00DC6215">
      <w:pPr>
        <w:tabs>
          <w:tab w:val="left" w:pos="-540"/>
          <w:tab w:val="left" w:pos="7380"/>
          <w:tab w:val="left" w:pos="7560"/>
        </w:tabs>
        <w:ind w:left="-720"/>
        <w:rPr>
          <w:b/>
        </w:rPr>
      </w:pPr>
      <w:r w:rsidRPr="008A79ED">
        <w:rPr>
          <w:b/>
        </w:rPr>
        <w:t>Weekend Assignment</w:t>
      </w:r>
    </w:p>
    <w:p w:rsidR="00DC6215" w:rsidRPr="008A79ED" w:rsidRDefault="00DC6215">
      <w:pPr>
        <w:tabs>
          <w:tab w:val="left" w:pos="-540"/>
          <w:tab w:val="left" w:pos="7380"/>
          <w:tab w:val="left" w:pos="7560"/>
        </w:tabs>
        <w:ind w:left="-720"/>
      </w:pPr>
      <w:r w:rsidRPr="008A79ED">
        <w:t>Underline the nouns in the following sentences and state their kind.</w:t>
      </w:r>
    </w:p>
    <w:p w:rsidR="00DC6215" w:rsidRPr="008A79ED" w:rsidRDefault="00DC6215">
      <w:pPr>
        <w:tabs>
          <w:tab w:val="left" w:pos="-540"/>
          <w:tab w:val="left" w:pos="7380"/>
          <w:tab w:val="left" w:pos="7560"/>
        </w:tabs>
        <w:ind w:left="-720"/>
      </w:pPr>
      <w:r w:rsidRPr="008A79ED">
        <w:t>1. The book was lying on the table.</w:t>
      </w:r>
    </w:p>
    <w:p w:rsidR="00DC6215" w:rsidRPr="008A79ED" w:rsidRDefault="00DC6215">
      <w:pPr>
        <w:tabs>
          <w:tab w:val="left" w:pos="-540"/>
          <w:tab w:val="left" w:pos="7380"/>
          <w:tab w:val="left" w:pos="7560"/>
        </w:tabs>
        <w:ind w:left="-720"/>
      </w:pPr>
      <w:r w:rsidRPr="008A79ED">
        <w:t>2. Love begets love.</w:t>
      </w:r>
    </w:p>
    <w:p w:rsidR="00DC6215" w:rsidRPr="008A79ED" w:rsidRDefault="00DC6215">
      <w:pPr>
        <w:tabs>
          <w:tab w:val="left" w:pos="-540"/>
          <w:tab w:val="left" w:pos="7380"/>
          <w:tab w:val="left" w:pos="7560"/>
        </w:tabs>
        <w:ind w:left="-720"/>
      </w:pPr>
      <w:r w:rsidRPr="008A79ED">
        <w:t>3. We cannot live without water.</w:t>
      </w:r>
    </w:p>
    <w:p w:rsidR="00DC6215" w:rsidRPr="008A79ED" w:rsidRDefault="00DC6215">
      <w:pPr>
        <w:tabs>
          <w:tab w:val="left" w:pos="-540"/>
          <w:tab w:val="left" w:pos="7380"/>
          <w:tab w:val="left" w:pos="7560"/>
        </w:tabs>
        <w:ind w:left="-720"/>
      </w:pPr>
      <w:r w:rsidRPr="008A79ED">
        <w:t>4. The jury has given its verdict.</w:t>
      </w:r>
    </w:p>
    <w:p w:rsidR="00DC6215" w:rsidRPr="008A79ED" w:rsidRDefault="00DC6215">
      <w:pPr>
        <w:tabs>
          <w:tab w:val="left" w:pos="-540"/>
          <w:tab w:val="left" w:pos="7380"/>
          <w:tab w:val="left" w:pos="7560"/>
        </w:tabs>
        <w:ind w:left="-720"/>
      </w:pPr>
      <w:r w:rsidRPr="008A79ED">
        <w:t xml:space="preserve">5. The Hindus regard Krishna </w:t>
      </w:r>
      <w:proofErr w:type="spellStart"/>
      <w:r w:rsidRPr="008A79ED">
        <w:t>asan</w:t>
      </w:r>
      <w:proofErr w:type="spellEnd"/>
      <w:r w:rsidRPr="008A79ED">
        <w:t xml:space="preserve"> incarnation of Lord Vishnu.</w:t>
      </w:r>
    </w:p>
    <w:p w:rsidR="00DC6215" w:rsidRPr="008A79ED" w:rsidRDefault="00DC6215">
      <w:pPr>
        <w:tabs>
          <w:tab w:val="left" w:pos="-540"/>
          <w:tab w:val="left" w:pos="7380"/>
          <w:tab w:val="left" w:pos="7560"/>
        </w:tabs>
        <w:ind w:left="-720"/>
      </w:pPr>
      <w:r w:rsidRPr="008A79ED">
        <w:t>6. Alcohol is injurious to health.</w:t>
      </w:r>
    </w:p>
    <w:p w:rsidR="00DC6215" w:rsidRPr="008A79ED" w:rsidRDefault="00DC6215">
      <w:pPr>
        <w:tabs>
          <w:tab w:val="left" w:pos="-540"/>
          <w:tab w:val="left" w:pos="7380"/>
          <w:tab w:val="left" w:pos="7560"/>
        </w:tabs>
        <w:ind w:left="-720"/>
      </w:pPr>
      <w:r w:rsidRPr="008A79ED">
        <w:t>7. Smoking is a bad habit.</w:t>
      </w:r>
    </w:p>
    <w:p w:rsidR="00DC6215" w:rsidRPr="008A79ED" w:rsidRDefault="00DC6215">
      <w:pPr>
        <w:tabs>
          <w:tab w:val="left" w:pos="-540"/>
          <w:tab w:val="left" w:pos="7380"/>
          <w:tab w:val="left" w:pos="7560"/>
        </w:tabs>
        <w:ind w:left="-720"/>
      </w:pPr>
      <w:r w:rsidRPr="008A79ED">
        <w:t>8. Wild animals live in forests.</w:t>
      </w:r>
    </w:p>
    <w:p w:rsidR="00DC6215" w:rsidRPr="008A79ED" w:rsidRDefault="00DC6215">
      <w:pPr>
        <w:tabs>
          <w:tab w:val="left" w:pos="-540"/>
          <w:tab w:val="left" w:pos="7380"/>
          <w:tab w:val="left" w:pos="7560"/>
        </w:tabs>
        <w:ind w:left="-720"/>
      </w:pPr>
      <w:r w:rsidRPr="008A79ED">
        <w:t>9. The childhood of Peter was full of misery.</w:t>
      </w:r>
    </w:p>
    <w:p w:rsidR="00DC6215" w:rsidRPr="008A79ED" w:rsidRDefault="00DC6215">
      <w:pPr>
        <w:tabs>
          <w:tab w:val="left" w:pos="-540"/>
          <w:tab w:val="left" w:pos="7380"/>
          <w:tab w:val="left" w:pos="7560"/>
        </w:tabs>
        <w:ind w:left="-720"/>
      </w:pPr>
      <w:r w:rsidRPr="008A79ED">
        <w:t>10. All the girls were singing.</w:t>
      </w:r>
    </w:p>
    <w:p w:rsidR="00DC6215" w:rsidRPr="008A79ED" w:rsidRDefault="00DC6215">
      <w:pPr>
        <w:tabs>
          <w:tab w:val="left" w:pos="-540"/>
          <w:tab w:val="left" w:pos="7380"/>
          <w:tab w:val="left" w:pos="7560"/>
        </w:tabs>
        <w:ind w:left="-720"/>
      </w:pPr>
      <w:r w:rsidRPr="008A79ED">
        <w:t>11. Gold is a precious metal.</w:t>
      </w:r>
    </w:p>
    <w:p w:rsidR="00DC6215" w:rsidRPr="008A79ED" w:rsidRDefault="00DC6215">
      <w:pPr>
        <w:tabs>
          <w:tab w:val="left" w:pos="-540"/>
          <w:tab w:val="left" w:pos="7380"/>
          <w:tab w:val="left" w:pos="7560"/>
        </w:tabs>
        <w:ind w:left="-720"/>
      </w:pPr>
      <w:r w:rsidRPr="008A79ED">
        <w:t>12. Rice is the staple food of South Indians.</w:t>
      </w:r>
    </w:p>
    <w:p w:rsidR="00DC6215" w:rsidRPr="008A79ED" w:rsidRDefault="00DC6215">
      <w:pPr>
        <w:tabs>
          <w:tab w:val="left" w:pos="-540"/>
          <w:tab w:val="left" w:pos="7380"/>
          <w:tab w:val="left" w:pos="7560"/>
        </w:tabs>
        <w:ind w:left="-720"/>
      </w:pPr>
      <w:r w:rsidRPr="008A79ED">
        <w:t>13. The earth moves round the sun.</w:t>
      </w:r>
    </w:p>
    <w:p w:rsidR="00DC6215" w:rsidRPr="008A79ED" w:rsidRDefault="00DC6215">
      <w:pPr>
        <w:tabs>
          <w:tab w:val="left" w:pos="-540"/>
          <w:tab w:val="left" w:pos="7380"/>
          <w:tab w:val="left" w:pos="7560"/>
        </w:tabs>
        <w:ind w:left="-720"/>
      </w:pPr>
      <w:r w:rsidRPr="008A79ED">
        <w:t>14. Mankind should love nature.</w:t>
      </w:r>
    </w:p>
    <w:p w:rsidR="00DC6215" w:rsidRPr="008A79ED" w:rsidRDefault="00DC6215">
      <w:pPr>
        <w:tabs>
          <w:tab w:val="left" w:pos="-540"/>
          <w:tab w:val="left" w:pos="7380"/>
          <w:tab w:val="left" w:pos="7560"/>
        </w:tabs>
        <w:ind w:left="-720"/>
      </w:pPr>
      <w:r w:rsidRPr="008A79ED">
        <w:t>15. We get wool from sheep.</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Reference</w:t>
      </w:r>
    </w:p>
    <w:p w:rsidR="00DC6215" w:rsidRPr="008A79ED" w:rsidRDefault="00DC6215">
      <w:pPr>
        <w:tabs>
          <w:tab w:val="left" w:pos="-540"/>
          <w:tab w:val="left" w:pos="7380"/>
          <w:tab w:val="left" w:pos="7560"/>
        </w:tabs>
        <w:ind w:left="-720"/>
      </w:pPr>
      <w:r w:rsidRPr="008A79ED">
        <w:t>English Grammar for JSS 1 pages 91 and 92</w:t>
      </w:r>
    </w:p>
    <w:p w:rsidR="00DC6215" w:rsidRPr="008A79ED" w:rsidRDefault="00DC6215">
      <w:pPr>
        <w:tabs>
          <w:tab w:val="left" w:pos="-540"/>
          <w:tab w:val="left" w:pos="7380"/>
          <w:tab w:val="left" w:pos="7560"/>
        </w:tabs>
        <w:ind w:left="-720"/>
      </w:pPr>
    </w:p>
    <w:p w:rsidR="00DC6215" w:rsidRPr="008A79ED" w:rsidRDefault="00DC6215" w:rsidP="00791C19">
      <w:pPr>
        <w:tabs>
          <w:tab w:val="left" w:pos="-540"/>
          <w:tab w:val="left" w:pos="7380"/>
          <w:tab w:val="left" w:pos="7560"/>
        </w:tabs>
        <w:ind w:left="-720"/>
        <w:jc w:val="center"/>
        <w:rPr>
          <w:b/>
        </w:rPr>
      </w:pPr>
    </w:p>
    <w:p w:rsidR="00DC6215" w:rsidRPr="008A79ED" w:rsidRDefault="00DC6215" w:rsidP="00791C19">
      <w:pPr>
        <w:tabs>
          <w:tab w:val="left" w:pos="-540"/>
          <w:tab w:val="left" w:pos="7380"/>
          <w:tab w:val="left" w:pos="7560"/>
        </w:tabs>
        <w:ind w:left="-720"/>
        <w:jc w:val="center"/>
        <w:rPr>
          <w:b/>
        </w:rPr>
      </w:pPr>
    </w:p>
    <w:p w:rsidR="00DC6215" w:rsidRDefault="00DC6215" w:rsidP="00791C19">
      <w:pPr>
        <w:tabs>
          <w:tab w:val="left" w:pos="-540"/>
          <w:tab w:val="left" w:pos="7380"/>
          <w:tab w:val="left" w:pos="7560"/>
        </w:tabs>
        <w:ind w:left="-720"/>
        <w:jc w:val="center"/>
        <w:rPr>
          <w:b/>
        </w:rPr>
      </w:pPr>
    </w:p>
    <w:p w:rsidR="008A79ED" w:rsidRDefault="008A79ED" w:rsidP="00791C19">
      <w:pPr>
        <w:tabs>
          <w:tab w:val="left" w:pos="-540"/>
          <w:tab w:val="left" w:pos="7380"/>
          <w:tab w:val="left" w:pos="7560"/>
        </w:tabs>
        <w:ind w:left="-720"/>
        <w:jc w:val="center"/>
        <w:rPr>
          <w:b/>
        </w:rPr>
      </w:pPr>
    </w:p>
    <w:p w:rsidR="008A79ED" w:rsidRPr="008A79ED" w:rsidRDefault="008A79ED" w:rsidP="00791C19">
      <w:pPr>
        <w:tabs>
          <w:tab w:val="left" w:pos="-540"/>
          <w:tab w:val="left" w:pos="7380"/>
          <w:tab w:val="left" w:pos="7560"/>
        </w:tabs>
        <w:ind w:left="-720"/>
        <w:jc w:val="center"/>
        <w:rPr>
          <w:b/>
        </w:rPr>
      </w:pPr>
    </w:p>
    <w:p w:rsidR="00DC6215" w:rsidRPr="008A79ED" w:rsidRDefault="00DC6215" w:rsidP="00791C19">
      <w:pPr>
        <w:tabs>
          <w:tab w:val="left" w:pos="-540"/>
          <w:tab w:val="left" w:pos="7380"/>
          <w:tab w:val="left" w:pos="7560"/>
        </w:tabs>
        <w:ind w:left="-720"/>
        <w:jc w:val="center"/>
        <w:rPr>
          <w:b/>
        </w:rPr>
      </w:pPr>
      <w:r w:rsidRPr="008A79ED">
        <w:rPr>
          <w:b/>
        </w:rPr>
        <w:t>WEEK TWO</w:t>
      </w:r>
    </w:p>
    <w:p w:rsidR="00DC6215" w:rsidRPr="008A79ED" w:rsidRDefault="00DC6215" w:rsidP="00791C19">
      <w:pPr>
        <w:tabs>
          <w:tab w:val="left" w:pos="-540"/>
          <w:tab w:val="left" w:pos="7380"/>
          <w:tab w:val="left" w:pos="7560"/>
        </w:tabs>
        <w:ind w:left="-720"/>
        <w:rPr>
          <w:b/>
        </w:rPr>
      </w:pPr>
    </w:p>
    <w:p w:rsidR="00DC6215" w:rsidRPr="008A79ED" w:rsidRDefault="00DC6215" w:rsidP="00791C19">
      <w:pPr>
        <w:tabs>
          <w:tab w:val="left" w:pos="-540"/>
          <w:tab w:val="left" w:pos="7380"/>
          <w:tab w:val="left" w:pos="7560"/>
        </w:tabs>
        <w:ind w:left="-720"/>
        <w:rPr>
          <w:b/>
        </w:rPr>
      </w:pPr>
    </w:p>
    <w:p w:rsidR="00DC6215" w:rsidRPr="008A79ED" w:rsidRDefault="00DC6215">
      <w:pPr>
        <w:tabs>
          <w:tab w:val="left" w:pos="-540"/>
        </w:tabs>
        <w:ind w:left="-720"/>
      </w:pPr>
      <w:r w:rsidRPr="008A79ED">
        <w:rPr>
          <w:b/>
        </w:rPr>
        <w:t>Topic:      Comprehension/ Vocabulary Development</w:t>
      </w:r>
    </w:p>
    <w:p w:rsidR="00DC6215" w:rsidRPr="008A79ED" w:rsidRDefault="00DC6215">
      <w:pPr>
        <w:tabs>
          <w:tab w:val="left" w:pos="-540"/>
        </w:tabs>
        <w:ind w:left="-720"/>
      </w:pPr>
      <w:r w:rsidRPr="008A79ED">
        <w:rPr>
          <w:b/>
        </w:rPr>
        <w:t>Content</w:t>
      </w:r>
      <w:r w:rsidRPr="008A79ED">
        <w:t>: Effective English. Unit 2, page 31.</w:t>
      </w:r>
    </w:p>
    <w:p w:rsidR="00DC6215" w:rsidRPr="008A79ED" w:rsidRDefault="00DC6215">
      <w:pPr>
        <w:tabs>
          <w:tab w:val="left" w:pos="-540"/>
        </w:tabs>
        <w:ind w:left="-720"/>
      </w:pPr>
      <w:r w:rsidRPr="008A79ED">
        <w:t xml:space="preserve">                 </w:t>
      </w:r>
      <w:proofErr w:type="gramStart"/>
      <w:r w:rsidRPr="008A79ED">
        <w:t>Tolu's  New</w:t>
      </w:r>
      <w:proofErr w:type="gramEnd"/>
      <w:r w:rsidRPr="008A79ED">
        <w:t xml:space="preserve"> School</w:t>
      </w:r>
    </w:p>
    <w:p w:rsidR="00DC6215" w:rsidRPr="008A79ED" w:rsidRDefault="00DC6215">
      <w:pPr>
        <w:tabs>
          <w:tab w:val="left" w:pos="-540"/>
        </w:tabs>
        <w:ind w:left="-720"/>
      </w:pPr>
      <w:r w:rsidRPr="008A79ED">
        <w:rPr>
          <w:b/>
        </w:rPr>
        <w:t>Vocabulary</w:t>
      </w:r>
      <w:r w:rsidRPr="008A79ED">
        <w:t>: To learn about some jobs.</w:t>
      </w:r>
    </w:p>
    <w:p w:rsidR="00DC6215" w:rsidRPr="008A79ED" w:rsidRDefault="00DC6215">
      <w:pPr>
        <w:tabs>
          <w:tab w:val="left" w:pos="-540"/>
        </w:tabs>
      </w:pPr>
      <w:r w:rsidRPr="008A79ED">
        <w:t>A butcher cuts up meat and sells it.</w:t>
      </w:r>
    </w:p>
    <w:p w:rsidR="00DC6215" w:rsidRPr="008A79ED" w:rsidRDefault="00DC6215">
      <w:pPr>
        <w:tabs>
          <w:tab w:val="left" w:pos="-540"/>
        </w:tabs>
      </w:pPr>
      <w:r w:rsidRPr="008A79ED">
        <w:t>A carpenter makes things out of wood.</w:t>
      </w:r>
    </w:p>
    <w:p w:rsidR="00DC6215" w:rsidRPr="008A79ED" w:rsidRDefault="00DC6215">
      <w:pPr>
        <w:tabs>
          <w:tab w:val="left" w:pos="-540"/>
          <w:tab w:val="left" w:pos="7380"/>
        </w:tabs>
      </w:pPr>
      <w:r w:rsidRPr="008A79ED">
        <w:t>A cashier receives money and pays it out</w:t>
      </w:r>
    </w:p>
    <w:p w:rsidR="00DC6215" w:rsidRPr="008A79ED" w:rsidRDefault="00DC6215">
      <w:pPr>
        <w:tabs>
          <w:tab w:val="left" w:pos="-540"/>
          <w:tab w:val="left" w:pos="7380"/>
          <w:tab w:val="left" w:pos="7560"/>
        </w:tabs>
      </w:pPr>
      <w:r w:rsidRPr="008A79ED">
        <w:t>An electrician puts wires for electricity into houses and mends electrical appliances.</w:t>
      </w:r>
    </w:p>
    <w:p w:rsidR="00DC6215" w:rsidRPr="008A79ED" w:rsidRDefault="00DC6215">
      <w:pPr>
        <w:tabs>
          <w:tab w:val="left" w:pos="-540"/>
          <w:tab w:val="left" w:pos="7380"/>
          <w:tab w:val="left" w:pos="7560"/>
        </w:tabs>
      </w:pPr>
      <w:r w:rsidRPr="008A79ED">
        <w:t xml:space="preserve">A </w:t>
      </w:r>
      <w:proofErr w:type="spellStart"/>
      <w:r w:rsidRPr="008A79ED">
        <w:t>labourer</w:t>
      </w:r>
      <w:proofErr w:type="spellEnd"/>
      <w:r w:rsidRPr="008A79ED">
        <w:t xml:space="preserve"> does hard work </w:t>
      </w:r>
      <w:proofErr w:type="spellStart"/>
      <w:r w:rsidRPr="008A79ED">
        <w:t>e.g</w:t>
      </w:r>
      <w:proofErr w:type="spellEnd"/>
      <w:r w:rsidRPr="008A79ED">
        <w:t xml:space="preserve"> carrying heavy things or digging.</w:t>
      </w:r>
    </w:p>
    <w:p w:rsidR="00DC6215" w:rsidRPr="008A79ED" w:rsidRDefault="00DC6215">
      <w:pPr>
        <w:tabs>
          <w:tab w:val="left" w:pos="-540"/>
          <w:tab w:val="left" w:pos="7380"/>
          <w:tab w:val="left" w:pos="7560"/>
        </w:tabs>
      </w:pPr>
      <w:r w:rsidRPr="008A79ED">
        <w:t>A tailor makes clothes</w:t>
      </w:r>
    </w:p>
    <w:p w:rsidR="00DC6215" w:rsidRPr="008A79ED" w:rsidRDefault="00DC6215" w:rsidP="008A79ED">
      <w:pPr>
        <w:tabs>
          <w:tab w:val="left" w:pos="-540"/>
          <w:tab w:val="left" w:pos="7380"/>
          <w:tab w:val="left" w:pos="7560"/>
        </w:tabs>
      </w:pPr>
      <w:r w:rsidRPr="008A79ED">
        <w:t>A hawker is a person who moves about selling things.</w:t>
      </w:r>
    </w:p>
    <w:p w:rsidR="00DC6215" w:rsidRPr="008A79ED" w:rsidRDefault="00DC6215" w:rsidP="00876D1C">
      <w:pPr>
        <w:tabs>
          <w:tab w:val="left" w:pos="-540"/>
          <w:tab w:val="left" w:pos="7380"/>
          <w:tab w:val="left" w:pos="7560"/>
        </w:tabs>
        <w:ind w:left="-720"/>
        <w:rPr>
          <w:b/>
        </w:rPr>
      </w:pPr>
    </w:p>
    <w:p w:rsidR="00DC6215" w:rsidRPr="008A79ED" w:rsidRDefault="00DC6215" w:rsidP="00876D1C">
      <w:pPr>
        <w:tabs>
          <w:tab w:val="left" w:pos="-540"/>
          <w:tab w:val="left" w:pos="7380"/>
          <w:tab w:val="left" w:pos="7560"/>
        </w:tabs>
        <w:ind w:left="-720"/>
        <w:rPr>
          <w:b/>
        </w:rPr>
      </w:pPr>
    </w:p>
    <w:p w:rsidR="00DC6215" w:rsidRPr="008A79ED" w:rsidRDefault="00DC6215" w:rsidP="00876D1C">
      <w:pPr>
        <w:tabs>
          <w:tab w:val="left" w:pos="-540"/>
          <w:tab w:val="left" w:pos="7380"/>
          <w:tab w:val="left" w:pos="7560"/>
        </w:tabs>
        <w:ind w:left="-720"/>
        <w:rPr>
          <w:b/>
        </w:rPr>
      </w:pPr>
    </w:p>
    <w:p w:rsidR="00DC6215" w:rsidRPr="008A79ED" w:rsidRDefault="00DC6215" w:rsidP="00876D1C">
      <w:pPr>
        <w:tabs>
          <w:tab w:val="left" w:pos="-540"/>
          <w:tab w:val="left" w:pos="7380"/>
          <w:tab w:val="left" w:pos="7560"/>
        </w:tabs>
        <w:ind w:left="-720"/>
        <w:rPr>
          <w:b/>
        </w:rPr>
      </w:pPr>
      <w:r w:rsidRPr="008A79ED">
        <w:rPr>
          <w:b/>
        </w:rPr>
        <w:t>Topic: Pronouns</w:t>
      </w:r>
    </w:p>
    <w:p w:rsidR="00DC6215" w:rsidRPr="008A79ED" w:rsidRDefault="00DC6215" w:rsidP="00876D1C">
      <w:pPr>
        <w:tabs>
          <w:tab w:val="left" w:pos="-540"/>
          <w:tab w:val="left" w:pos="7380"/>
          <w:tab w:val="left" w:pos="7560"/>
        </w:tabs>
        <w:rPr>
          <w:b/>
        </w:rPr>
      </w:pPr>
    </w:p>
    <w:p w:rsidR="00DC6215" w:rsidRPr="008A79ED" w:rsidRDefault="00DC6215" w:rsidP="00876D1C">
      <w:pPr>
        <w:tabs>
          <w:tab w:val="left" w:pos="-540"/>
          <w:tab w:val="left" w:pos="7380"/>
          <w:tab w:val="left" w:pos="7560"/>
        </w:tabs>
      </w:pPr>
      <w:r w:rsidRPr="008A79ED">
        <w:t xml:space="preserve">Without pronouns, we’d have to keep on repeating nouns, and that would make our speech and writing repetitive, not to mention cumbersome. Most pronouns are very short words. </w:t>
      </w:r>
    </w:p>
    <w:p w:rsidR="00DC6215" w:rsidRPr="008A79ED" w:rsidRDefault="00DC6215" w:rsidP="00876D1C">
      <w:pPr>
        <w:tabs>
          <w:tab w:val="left" w:pos="-540"/>
          <w:tab w:val="left" w:pos="7380"/>
          <w:tab w:val="left" w:pos="7560"/>
        </w:tabs>
      </w:pPr>
      <w:r w:rsidRPr="008A79ED">
        <w:rPr>
          <w:b/>
        </w:rPr>
        <w:lastRenderedPageBreak/>
        <w:t>Examples</w:t>
      </w:r>
      <w:r w:rsidRPr="008A79ED">
        <w:t xml:space="preserve"> include:</w:t>
      </w:r>
    </w:p>
    <w:p w:rsidR="00DC6215" w:rsidRPr="008A79ED" w:rsidRDefault="00DC6215" w:rsidP="00876D1C">
      <w:pPr>
        <w:tabs>
          <w:tab w:val="left" w:pos="-540"/>
          <w:tab w:val="left" w:pos="7380"/>
          <w:tab w:val="left" w:pos="7560"/>
        </w:tabs>
      </w:pPr>
      <w:proofErr w:type="gramStart"/>
      <w:r w:rsidRPr="008A79ED">
        <w:t>*.He</w:t>
      </w:r>
      <w:proofErr w:type="gramEnd"/>
      <w:r w:rsidRPr="008A79ED">
        <w:t xml:space="preserve">    </w:t>
      </w:r>
    </w:p>
    <w:p w:rsidR="00DC6215" w:rsidRPr="008A79ED" w:rsidRDefault="00DC6215" w:rsidP="00876D1C">
      <w:pPr>
        <w:tabs>
          <w:tab w:val="left" w:pos="-540"/>
          <w:tab w:val="left" w:pos="7380"/>
          <w:tab w:val="left" w:pos="7560"/>
        </w:tabs>
      </w:pPr>
      <w:proofErr w:type="gramStart"/>
      <w:r w:rsidRPr="008A79ED">
        <w:t>*.She</w:t>
      </w:r>
      <w:proofErr w:type="gramEnd"/>
    </w:p>
    <w:p w:rsidR="00DC6215" w:rsidRPr="008A79ED" w:rsidRDefault="00DC6215" w:rsidP="00876D1C">
      <w:pPr>
        <w:tabs>
          <w:tab w:val="left" w:pos="-540"/>
          <w:tab w:val="left" w:pos="7380"/>
          <w:tab w:val="left" w:pos="7560"/>
        </w:tabs>
      </w:pPr>
      <w:proofErr w:type="gramStart"/>
      <w:r w:rsidRPr="008A79ED">
        <w:t>*.They</w:t>
      </w:r>
      <w:proofErr w:type="gramEnd"/>
      <w:r w:rsidRPr="008A79ED">
        <w:t xml:space="preserve">.                        </w:t>
      </w:r>
    </w:p>
    <w:p w:rsidR="00DC6215" w:rsidRPr="008A79ED" w:rsidRDefault="00DC6215" w:rsidP="00876D1C">
      <w:pPr>
        <w:tabs>
          <w:tab w:val="left" w:pos="-540"/>
          <w:tab w:val="left" w:pos="7380"/>
          <w:tab w:val="left" w:pos="7560"/>
        </w:tabs>
      </w:pPr>
      <w:proofErr w:type="gramStart"/>
      <w:r w:rsidRPr="008A79ED">
        <w:t>*.It</w:t>
      </w:r>
      <w:proofErr w:type="gramEnd"/>
    </w:p>
    <w:p w:rsidR="00DC6215" w:rsidRPr="008A79ED" w:rsidRDefault="00DC6215" w:rsidP="00876D1C">
      <w:pPr>
        <w:tabs>
          <w:tab w:val="left" w:pos="-540"/>
          <w:tab w:val="left" w:pos="7380"/>
          <w:tab w:val="left" w:pos="7560"/>
        </w:tabs>
      </w:pPr>
      <w:proofErr w:type="gramStart"/>
      <w:r w:rsidRPr="008A79ED">
        <w:t>*.We</w:t>
      </w:r>
      <w:proofErr w:type="gramEnd"/>
    </w:p>
    <w:p w:rsidR="00DC6215" w:rsidRPr="008A79ED" w:rsidRDefault="00DC6215" w:rsidP="00876D1C">
      <w:pPr>
        <w:tabs>
          <w:tab w:val="left" w:pos="-540"/>
          <w:tab w:val="left" w:pos="7380"/>
          <w:tab w:val="left" w:pos="7560"/>
        </w:tabs>
      </w:pPr>
      <w:proofErr w:type="gramStart"/>
      <w:r w:rsidRPr="008A79ED">
        <w:t>*.Who</w:t>
      </w:r>
      <w:proofErr w:type="gramEnd"/>
    </w:p>
    <w:p w:rsidR="00DC6215" w:rsidRPr="008A79ED" w:rsidRDefault="00DC6215" w:rsidP="00876D1C">
      <w:pPr>
        <w:tabs>
          <w:tab w:val="left" w:pos="-540"/>
          <w:tab w:val="left" w:pos="7380"/>
          <w:tab w:val="left" w:pos="7560"/>
        </w:tabs>
      </w:pPr>
      <w:r w:rsidRPr="008A79ED">
        <w:t>As mentioned, pronouns are usually used to replace nouns, however they can also stand in for certain adverbs, adjectives, and other pronouns. Anytime you want to talk about a person, animal, place or thing, you can use pronouns to make your speech or writing flow better.</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rPr>
          <w:b/>
        </w:rPr>
      </w:pPr>
      <w:r w:rsidRPr="008A79ED">
        <w:rPr>
          <w:b/>
          <w:u w:val="single"/>
        </w:rPr>
        <w:t>Types of Pronouns</w:t>
      </w:r>
      <w:r w:rsidRPr="008A79ED">
        <w:rPr>
          <w:b/>
        </w:rPr>
        <w:t xml:space="preserve"> </w:t>
      </w:r>
    </w:p>
    <w:p w:rsidR="00DC6215" w:rsidRPr="008A79ED" w:rsidRDefault="00DC6215" w:rsidP="00876D1C">
      <w:pPr>
        <w:tabs>
          <w:tab w:val="left" w:pos="-540"/>
          <w:tab w:val="left" w:pos="7380"/>
          <w:tab w:val="left" w:pos="7560"/>
        </w:tabs>
      </w:pPr>
      <w:r w:rsidRPr="008A79ED">
        <w:t>Pronouns can be divided into numerous categories including:</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pPr>
      <w:r w:rsidRPr="008A79ED">
        <w:t>1. Indefinite pronouns– those referring to one or more unspecified objects, beings, or places</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pPr>
      <w:r w:rsidRPr="008A79ED">
        <w:t xml:space="preserve">2. Personal pronouns– those associated with a certain person, thing, or group; all except you have distinct forms that indicate singular or plural number </w:t>
      </w:r>
      <w:proofErr w:type="spellStart"/>
      <w:r w:rsidRPr="008A79ED">
        <w:t>i.e</w:t>
      </w:r>
      <w:proofErr w:type="spellEnd"/>
      <w:r w:rsidRPr="008A79ED">
        <w:t xml:space="preserve"> I, we, us</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pPr>
      <w:r w:rsidRPr="008A79ED">
        <w:t xml:space="preserve">3. Reflexive pronouns– those preceded by the adverb, adjective, pronoun, or noun to which they refer, and ending in–self or–selves </w:t>
      </w:r>
      <w:proofErr w:type="spellStart"/>
      <w:r w:rsidRPr="008A79ED">
        <w:t>i.e</w:t>
      </w:r>
      <w:proofErr w:type="spellEnd"/>
      <w:r w:rsidRPr="008A79ED">
        <w:t xml:space="preserve"> yourself, myself, ourselves.</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pPr>
      <w:r w:rsidRPr="008A79ED">
        <w:t>4. Demonstrative pronouns– those used to point to something specific within a sentence</w:t>
      </w:r>
    </w:p>
    <w:p w:rsidR="00DC6215" w:rsidRPr="008A79ED" w:rsidRDefault="00DC6215" w:rsidP="00876D1C">
      <w:pPr>
        <w:tabs>
          <w:tab w:val="left" w:pos="-540"/>
          <w:tab w:val="left" w:pos="7380"/>
          <w:tab w:val="left" w:pos="7560"/>
        </w:tabs>
      </w:pPr>
      <w:r w:rsidRPr="008A79ED">
        <w:t>5. Possessive pronouns– those designating possession or ownership</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pPr>
      <w:r w:rsidRPr="008A79ED">
        <w:t xml:space="preserve">6. Relative pronouns– those which refer to nouns mentioned previously, </w:t>
      </w:r>
      <w:proofErr w:type="spellStart"/>
      <w:r w:rsidRPr="008A79ED">
        <w:t>actingto</w:t>
      </w:r>
      <w:proofErr w:type="spellEnd"/>
      <w:r w:rsidRPr="008A79ED">
        <w:t xml:space="preserve"> introduce an adjective (relative) clause </w:t>
      </w:r>
      <w:proofErr w:type="spellStart"/>
      <w:r w:rsidRPr="008A79ED">
        <w:t>I.e</w:t>
      </w:r>
      <w:proofErr w:type="spellEnd"/>
      <w:r w:rsidRPr="008A79ED">
        <w:t xml:space="preserve"> whose, whom, which, who.</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pPr>
      <w:r w:rsidRPr="008A79ED">
        <w:t xml:space="preserve">7.Interrogative pronouns– those which introduce a question </w:t>
      </w:r>
      <w:proofErr w:type="spellStart"/>
      <w:r w:rsidRPr="008A79ED">
        <w:t>I.e</w:t>
      </w:r>
      <w:proofErr w:type="spellEnd"/>
      <w:r w:rsidRPr="008A79ED">
        <w:t xml:space="preserve"> what, </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pPr>
      <w:proofErr w:type="gramStart"/>
      <w:r w:rsidRPr="008A79ED">
        <w:t>*.Reciprocal</w:t>
      </w:r>
      <w:proofErr w:type="gramEnd"/>
      <w:r w:rsidRPr="008A79ED">
        <w:t xml:space="preserve"> pronouns– those expressing mutual actions or relationship; i.e. one another, each other</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rPr>
          <w:b/>
          <w:color w:val="000000"/>
          <w:highlight w:val="lightGray"/>
        </w:rPr>
      </w:pPr>
      <w:r w:rsidRPr="008A79ED">
        <w:rPr>
          <w:b/>
          <w:color w:val="000000"/>
          <w:highlight w:val="lightGray"/>
        </w:rPr>
        <w:t>Pronoun Rules</w:t>
      </w:r>
    </w:p>
    <w:p w:rsidR="00DC6215" w:rsidRPr="008A79ED" w:rsidRDefault="00DC6215" w:rsidP="00876D1C">
      <w:pPr>
        <w:tabs>
          <w:tab w:val="left" w:pos="-540"/>
          <w:tab w:val="left" w:pos="7380"/>
          <w:tab w:val="left" w:pos="7560"/>
        </w:tabs>
      </w:pPr>
      <w:r w:rsidRPr="008A79ED">
        <w:t xml:space="preserve">There are a few important rules for using pronouns. As you read through these </w:t>
      </w:r>
      <w:proofErr w:type="spellStart"/>
      <w:r w:rsidRPr="008A79ED">
        <w:t>rulesand</w:t>
      </w:r>
      <w:proofErr w:type="spellEnd"/>
      <w:r w:rsidRPr="008A79ED">
        <w:t xml:space="preserve"> the examples in the next section, notice how the pronoun rules are </w:t>
      </w:r>
      <w:proofErr w:type="spellStart"/>
      <w:proofErr w:type="gramStart"/>
      <w:r w:rsidRPr="008A79ED">
        <w:t>followed.Soon</w:t>
      </w:r>
      <w:proofErr w:type="spellEnd"/>
      <w:proofErr w:type="gramEnd"/>
      <w:r w:rsidRPr="008A79ED">
        <w:t xml:space="preserve"> you’ll see that pronouns are easy to work with.</w:t>
      </w:r>
    </w:p>
    <w:p w:rsidR="00DC6215" w:rsidRPr="008A79ED" w:rsidRDefault="00DC6215" w:rsidP="00876D1C">
      <w:pPr>
        <w:tabs>
          <w:tab w:val="left" w:pos="-540"/>
          <w:tab w:val="left" w:pos="7380"/>
          <w:tab w:val="left" w:pos="7560"/>
        </w:tabs>
      </w:pPr>
      <w:r w:rsidRPr="008A79ED">
        <w:t>*. Subject pronouns may be used to begin sentences. For example: We did a great job.</w:t>
      </w:r>
    </w:p>
    <w:p w:rsidR="00DC6215" w:rsidRPr="008A79ED" w:rsidRDefault="00DC6215" w:rsidP="00876D1C">
      <w:pPr>
        <w:tabs>
          <w:tab w:val="left" w:pos="-540"/>
          <w:tab w:val="left" w:pos="7380"/>
          <w:tab w:val="left" w:pos="7560"/>
        </w:tabs>
      </w:pPr>
      <w:r w:rsidRPr="008A79ED">
        <w:t xml:space="preserve">*. Subject pronouns may also be used </w:t>
      </w:r>
      <w:proofErr w:type="spellStart"/>
      <w:r w:rsidRPr="008A79ED">
        <w:t>torename</w:t>
      </w:r>
      <w:proofErr w:type="spellEnd"/>
      <w:r w:rsidRPr="008A79ED">
        <w:t xml:space="preserve"> the subject. For example: It was she who decided we should go to Hawaii.</w:t>
      </w:r>
    </w:p>
    <w:p w:rsidR="00DC6215" w:rsidRPr="008A79ED" w:rsidRDefault="00DC6215" w:rsidP="00876D1C">
      <w:pPr>
        <w:tabs>
          <w:tab w:val="left" w:pos="-540"/>
          <w:tab w:val="left" w:pos="7380"/>
          <w:tab w:val="left" w:pos="7560"/>
        </w:tabs>
      </w:pPr>
      <w:r w:rsidRPr="008A79ED">
        <w:t>*. Indefinite pronouns don’t have antecedents. They are capable of standing on their own. For example: No one likes the sound of fingernails on a chalkboard.</w:t>
      </w:r>
    </w:p>
    <w:p w:rsidR="00DC6215" w:rsidRPr="008A79ED" w:rsidRDefault="00DC6215" w:rsidP="00876D1C">
      <w:pPr>
        <w:tabs>
          <w:tab w:val="left" w:pos="-540"/>
          <w:tab w:val="left" w:pos="7380"/>
          <w:tab w:val="left" w:pos="7560"/>
        </w:tabs>
      </w:pPr>
      <w:r w:rsidRPr="008A79ED">
        <w:t xml:space="preserve">*. Object pronouns are used as direct objects, indirect objects, and objects of prepositions. These include: you, me, him, her, us, them, and it. For example: David talked to her about </w:t>
      </w:r>
      <w:proofErr w:type="spellStart"/>
      <w:r w:rsidRPr="008A79ED">
        <w:t>themistake</w:t>
      </w:r>
      <w:proofErr w:type="spellEnd"/>
      <w:r w:rsidRPr="008A79ED">
        <w:t>.</w:t>
      </w:r>
    </w:p>
    <w:p w:rsidR="00DC6215" w:rsidRPr="008A79ED" w:rsidRDefault="00DC6215" w:rsidP="00876D1C">
      <w:pPr>
        <w:tabs>
          <w:tab w:val="left" w:pos="-540"/>
          <w:tab w:val="left" w:pos="7380"/>
          <w:tab w:val="left" w:pos="7560"/>
        </w:tabs>
      </w:pPr>
      <w:r w:rsidRPr="008A79ED">
        <w:t>*. Possessive pronouns show ownership. They do not need apostrophes. For example: The cat washed its whiskers.</w:t>
      </w:r>
    </w:p>
    <w:p w:rsidR="00DC6215" w:rsidRPr="008A79ED" w:rsidRDefault="00DC6215" w:rsidP="00876D1C">
      <w:pPr>
        <w:tabs>
          <w:tab w:val="left" w:pos="-540"/>
          <w:tab w:val="left" w:pos="7380"/>
          <w:tab w:val="left" w:pos="7560"/>
        </w:tabs>
      </w:pPr>
    </w:p>
    <w:p w:rsidR="00DC6215" w:rsidRPr="008A79ED" w:rsidRDefault="00DC6215">
      <w:pPr>
        <w:tabs>
          <w:tab w:val="left" w:pos="-540"/>
          <w:tab w:val="left" w:pos="7380"/>
          <w:tab w:val="left" w:pos="7560"/>
        </w:tabs>
      </w:pPr>
      <w:r w:rsidRPr="008A79ED">
        <w:rPr>
          <w:b/>
        </w:rPr>
        <w:t>Evaluation</w:t>
      </w:r>
      <w:r w:rsidRPr="008A79ED">
        <w:t>: The following exercises will help you gain greater understanding about how pronouns work. Choose the best answer to complete each sentence.</w:t>
      </w:r>
    </w:p>
    <w:p w:rsidR="00DC6215" w:rsidRPr="008A79ED" w:rsidRDefault="00DC6215">
      <w:pPr>
        <w:tabs>
          <w:tab w:val="left" w:pos="-540"/>
          <w:tab w:val="left" w:pos="7380"/>
          <w:tab w:val="left" w:pos="7560"/>
        </w:tabs>
      </w:pPr>
      <w:r w:rsidRPr="008A79ED">
        <w:t xml:space="preserve">1.This is __________ </w:t>
      </w:r>
      <w:proofErr w:type="gramStart"/>
      <w:r w:rsidRPr="008A79ED">
        <w:t>speaking .</w:t>
      </w:r>
      <w:proofErr w:type="spellStart"/>
      <w:r w:rsidRPr="008A79ED">
        <w:t>A</w:t>
      </w:r>
      <w:proofErr w:type="gramEnd"/>
      <w:r w:rsidRPr="008A79ED">
        <w:t>.John</w:t>
      </w:r>
      <w:proofErr w:type="spellEnd"/>
      <w:r w:rsidRPr="008A79ED">
        <w:t xml:space="preserve"> </w:t>
      </w:r>
      <w:proofErr w:type="spellStart"/>
      <w:r w:rsidRPr="008A79ED">
        <w:t>B.He</w:t>
      </w:r>
      <w:proofErr w:type="spellEnd"/>
      <w:r w:rsidRPr="008A79ED">
        <w:t xml:space="preserve"> </w:t>
      </w:r>
      <w:proofErr w:type="spellStart"/>
      <w:r w:rsidRPr="008A79ED">
        <w:t>C.He</w:t>
      </w:r>
      <w:proofErr w:type="spellEnd"/>
      <w:r w:rsidRPr="008A79ED">
        <w:t xml:space="preserve"> John </w:t>
      </w:r>
      <w:proofErr w:type="spellStart"/>
      <w:r w:rsidRPr="008A79ED">
        <w:t>D.Am</w:t>
      </w:r>
      <w:proofErr w:type="spellEnd"/>
    </w:p>
    <w:p w:rsidR="00DC6215" w:rsidRPr="008A79ED" w:rsidRDefault="00DC6215">
      <w:pPr>
        <w:tabs>
          <w:tab w:val="left" w:pos="-540"/>
          <w:tab w:val="left" w:pos="7380"/>
          <w:tab w:val="left" w:pos="7560"/>
        </w:tabs>
      </w:pPr>
      <w:r w:rsidRPr="008A79ED">
        <w:t xml:space="preserve">2.Greg is as smart as __________ </w:t>
      </w:r>
      <w:proofErr w:type="spellStart"/>
      <w:r w:rsidRPr="008A79ED">
        <w:t>is.</w:t>
      </w:r>
      <w:proofErr w:type="gramStart"/>
      <w:r w:rsidRPr="008A79ED">
        <w:t>A.I</w:t>
      </w:r>
      <w:proofErr w:type="spellEnd"/>
      <w:proofErr w:type="gramEnd"/>
      <w:r w:rsidRPr="008A79ED">
        <w:t xml:space="preserve"> B.me </w:t>
      </w:r>
      <w:proofErr w:type="spellStart"/>
      <w:r w:rsidRPr="008A79ED">
        <w:t>C.she</w:t>
      </w:r>
      <w:proofErr w:type="spellEnd"/>
      <w:r w:rsidRPr="008A79ED">
        <w:t xml:space="preserve"> </w:t>
      </w:r>
      <w:proofErr w:type="spellStart"/>
      <w:r w:rsidRPr="008A79ED">
        <w:t>D.we</w:t>
      </w:r>
      <w:proofErr w:type="spellEnd"/>
    </w:p>
    <w:p w:rsidR="00DC6215" w:rsidRPr="008A79ED" w:rsidRDefault="00DC6215">
      <w:pPr>
        <w:tabs>
          <w:tab w:val="left" w:pos="-540"/>
          <w:tab w:val="left" w:pos="7380"/>
          <w:tab w:val="left" w:pos="7560"/>
        </w:tabs>
      </w:pPr>
      <w:r w:rsidRPr="008A79ED">
        <w:lastRenderedPageBreak/>
        <w:t xml:space="preserve">3.The dog chewed on __________ favorite </w:t>
      </w:r>
      <w:proofErr w:type="spellStart"/>
      <w:r w:rsidRPr="008A79ED">
        <w:t>toy.A.it’s</w:t>
      </w:r>
      <w:proofErr w:type="spellEnd"/>
      <w:r w:rsidRPr="008A79ED">
        <w:t xml:space="preserve"> B.it is </w:t>
      </w:r>
      <w:proofErr w:type="spellStart"/>
      <w:r w:rsidRPr="008A79ED">
        <w:t>C.its</w:t>
      </w:r>
      <w:proofErr w:type="spellEnd"/>
      <w:r w:rsidRPr="008A79ED">
        <w:t xml:space="preserve">’ </w:t>
      </w:r>
      <w:proofErr w:type="spellStart"/>
      <w:r w:rsidRPr="008A79ED">
        <w:t>D.its</w:t>
      </w:r>
      <w:proofErr w:type="spellEnd"/>
    </w:p>
    <w:p w:rsidR="00DC6215" w:rsidRPr="008A79ED" w:rsidRDefault="00DC6215">
      <w:pPr>
        <w:tabs>
          <w:tab w:val="left" w:pos="-540"/>
          <w:tab w:val="left" w:pos="7380"/>
          <w:tab w:val="left" w:pos="7560"/>
        </w:tabs>
      </w:pPr>
      <w:r w:rsidRPr="008A79ED">
        <w:t>4.It could have been _________</w:t>
      </w:r>
      <w:proofErr w:type="gramStart"/>
      <w:r w:rsidRPr="008A79ED">
        <w:t>_ .</w:t>
      </w:r>
      <w:proofErr w:type="spellStart"/>
      <w:r w:rsidRPr="008A79ED">
        <w:t>A</w:t>
      </w:r>
      <w:proofErr w:type="gramEnd"/>
      <w:r w:rsidRPr="008A79ED">
        <w:t>.JerryB.anyone</w:t>
      </w:r>
      <w:proofErr w:type="spellEnd"/>
      <w:r w:rsidRPr="008A79ED">
        <w:t xml:space="preserve"> </w:t>
      </w:r>
      <w:proofErr w:type="spellStart"/>
      <w:r w:rsidRPr="008A79ED">
        <w:t>C.better</w:t>
      </w:r>
      <w:proofErr w:type="spellEnd"/>
      <w:r w:rsidRPr="008A79ED">
        <w:t xml:space="preserve"> </w:t>
      </w:r>
      <w:proofErr w:type="spellStart"/>
      <w:r w:rsidRPr="008A79ED">
        <w:t>D.more</w:t>
      </w:r>
      <w:proofErr w:type="spellEnd"/>
      <w:r w:rsidRPr="008A79ED">
        <w:t xml:space="preserve"> difficult</w:t>
      </w:r>
    </w:p>
    <w:p w:rsidR="00DC6215" w:rsidRPr="008A79ED" w:rsidRDefault="00DC6215">
      <w:pPr>
        <w:tabs>
          <w:tab w:val="left" w:pos="-540"/>
          <w:tab w:val="left" w:pos="7380"/>
          <w:tab w:val="left" w:pos="7560"/>
        </w:tabs>
      </w:pPr>
      <w:r w:rsidRPr="008A79ED">
        <w:t xml:space="preserve">5.Terry is taller than __________ am. </w:t>
      </w:r>
      <w:proofErr w:type="gramStart"/>
      <w:r w:rsidRPr="008A79ED">
        <w:t>A.I</w:t>
      </w:r>
      <w:proofErr w:type="gramEnd"/>
      <w:r w:rsidRPr="008A79ED">
        <w:t xml:space="preserve"> B.me </w:t>
      </w:r>
      <w:proofErr w:type="spellStart"/>
      <w:r w:rsidRPr="008A79ED">
        <w:t>C.she</w:t>
      </w:r>
      <w:proofErr w:type="spellEnd"/>
      <w:r w:rsidRPr="008A79ED">
        <w:t xml:space="preserve"> </w:t>
      </w:r>
      <w:proofErr w:type="spellStart"/>
      <w:r w:rsidRPr="008A79ED">
        <w:t>D.we</w:t>
      </w:r>
      <w:proofErr w:type="spellEnd"/>
    </w:p>
    <w:p w:rsidR="00DC6215" w:rsidRPr="008A79ED" w:rsidRDefault="00DC6215" w:rsidP="00876D1C">
      <w:pPr>
        <w:tabs>
          <w:tab w:val="left" w:pos="-540"/>
          <w:tab w:val="left" w:pos="7380"/>
          <w:tab w:val="left" w:pos="7560"/>
        </w:tabs>
        <w:rPr>
          <w:b/>
        </w:rPr>
      </w:pP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rPr>
          <w:b/>
        </w:rPr>
      </w:pPr>
    </w:p>
    <w:p w:rsidR="00DC6215" w:rsidRPr="008A79ED" w:rsidRDefault="00DC6215" w:rsidP="00876D1C">
      <w:pPr>
        <w:tabs>
          <w:tab w:val="left" w:pos="-540"/>
          <w:tab w:val="left" w:pos="7380"/>
          <w:tab w:val="left" w:pos="7560"/>
        </w:tabs>
        <w:rPr>
          <w:b/>
        </w:rPr>
      </w:pPr>
      <w:r w:rsidRPr="008A79ED">
        <w:rPr>
          <w:b/>
        </w:rPr>
        <w:t>Topic: Elements of Composition: Introduction, Body and Conclusion</w:t>
      </w:r>
    </w:p>
    <w:p w:rsidR="00DC6215" w:rsidRPr="008A79ED" w:rsidRDefault="00DC6215" w:rsidP="00876D1C">
      <w:pPr>
        <w:tabs>
          <w:tab w:val="left" w:pos="-540"/>
          <w:tab w:val="left" w:pos="7380"/>
          <w:tab w:val="left" w:pos="7560"/>
        </w:tabs>
        <w:rPr>
          <w:b/>
        </w:rPr>
      </w:pPr>
      <w:r w:rsidRPr="008A79ED">
        <w:rPr>
          <w:b/>
        </w:rPr>
        <w:t>Structure of an Essay</w:t>
      </w:r>
    </w:p>
    <w:p w:rsidR="00DC6215" w:rsidRPr="008A79ED" w:rsidRDefault="00DC6215" w:rsidP="00876D1C">
      <w:pPr>
        <w:tabs>
          <w:tab w:val="left" w:pos="-540"/>
          <w:tab w:val="left" w:pos="7380"/>
          <w:tab w:val="left" w:pos="7560"/>
        </w:tabs>
      </w:pPr>
      <w:r w:rsidRPr="008A79ED">
        <w:t xml:space="preserve">The creation of an essay requires a lot of knowledge from the </w:t>
      </w:r>
      <w:proofErr w:type="spellStart"/>
      <w:proofErr w:type="gramStart"/>
      <w:r w:rsidRPr="008A79ED">
        <w:t>writer,but</w:t>
      </w:r>
      <w:proofErr w:type="spellEnd"/>
      <w:proofErr w:type="gramEnd"/>
      <w:r w:rsidRPr="008A79ED">
        <w:t xml:space="preserve"> the first thing to know and to remember is the peculiarity of the essay’s structure. Each and every essay is written according to a basic structure that does not change: introduction </w:t>
      </w:r>
      <w:proofErr w:type="gramStart"/>
      <w:r w:rsidRPr="008A79ED">
        <w:t>and  the</w:t>
      </w:r>
      <w:proofErr w:type="gramEnd"/>
      <w:r w:rsidRPr="008A79ED">
        <w:t xml:space="preserve"> body followed by a conclusion. The structure is the core of each paper that helps the writer to make a very </w:t>
      </w:r>
      <w:proofErr w:type="gramStart"/>
      <w:r w:rsidRPr="008A79ED">
        <w:t>well founded</w:t>
      </w:r>
      <w:proofErr w:type="gramEnd"/>
      <w:r w:rsidRPr="008A79ED">
        <w:t xml:space="preserve"> written construct. In order to compose an essay accurately, the way it should be, it is necessary to keep in mind the main hints concerning the contents of the essay structure elements.</w:t>
      </w:r>
    </w:p>
    <w:p w:rsidR="00DC6215" w:rsidRPr="008A79ED" w:rsidRDefault="00DC6215" w:rsidP="00876D1C">
      <w:pPr>
        <w:tabs>
          <w:tab w:val="left" w:pos="-540"/>
          <w:tab w:val="left" w:pos="7380"/>
          <w:tab w:val="left" w:pos="7560"/>
        </w:tabs>
        <w:rPr>
          <w:b/>
        </w:rPr>
      </w:pPr>
      <w:r w:rsidRPr="008A79ED">
        <w:rPr>
          <w:b/>
        </w:rPr>
        <w:t>Basic essay structure</w:t>
      </w:r>
    </w:p>
    <w:p w:rsidR="00DC6215" w:rsidRPr="008A79ED" w:rsidRDefault="00DC6215" w:rsidP="00876D1C">
      <w:pPr>
        <w:tabs>
          <w:tab w:val="left" w:pos="-540"/>
          <w:tab w:val="left" w:pos="7380"/>
          <w:tab w:val="left" w:pos="7560"/>
        </w:tabs>
      </w:pPr>
      <w:r w:rsidRPr="008A79ED">
        <w:rPr>
          <w:b/>
        </w:rPr>
        <w:t xml:space="preserve">1. </w:t>
      </w:r>
      <w:proofErr w:type="gramStart"/>
      <w:r w:rsidRPr="008A79ED">
        <w:rPr>
          <w:b/>
        </w:rPr>
        <w:t>INTRODUCTION :</w:t>
      </w:r>
      <w:proofErr w:type="gramEnd"/>
      <w:r w:rsidRPr="008A79ED">
        <w:rPr>
          <w:b/>
        </w:rPr>
        <w:t xml:space="preserve"> </w:t>
      </w:r>
      <w:r w:rsidRPr="008A79ED">
        <w:t xml:space="preserve"> An introduction does not need to be long (and should not be), but it is an important part of an essay. A weak introduction can cause readers to lose interest in your essay from the start, whereas a strong introduction will engage your readers and make them want to continue reading. Of course, the introduction is the first part of your essay that your audience will read, and it's important to make a good first impression. </w:t>
      </w:r>
    </w:p>
    <w:p w:rsidR="00DC6215" w:rsidRPr="008A79ED" w:rsidRDefault="00DC6215" w:rsidP="00876D1C">
      <w:pPr>
        <w:tabs>
          <w:tab w:val="left" w:pos="-540"/>
          <w:tab w:val="left" w:pos="7380"/>
          <w:tab w:val="left" w:pos="7560"/>
        </w:tabs>
        <w:rPr>
          <w:u w:val="dotted"/>
        </w:rPr>
      </w:pPr>
      <w:r w:rsidRPr="008A79ED">
        <w:rPr>
          <w:u w:val="dotted"/>
        </w:rPr>
        <w:t xml:space="preserve"> An introduction need</w:t>
      </w:r>
      <w:bookmarkStart w:id="0" w:name="_GoBack"/>
      <w:bookmarkEnd w:id="0"/>
      <w:r w:rsidRPr="008A79ED">
        <w:rPr>
          <w:u w:val="dotted"/>
        </w:rPr>
        <w:t>s to do three things:</w:t>
      </w:r>
    </w:p>
    <w:p w:rsidR="00DC6215" w:rsidRPr="008A79ED" w:rsidRDefault="00DC6215" w:rsidP="00876D1C">
      <w:pPr>
        <w:tabs>
          <w:tab w:val="left" w:pos="-540"/>
          <w:tab w:val="left" w:pos="7380"/>
          <w:tab w:val="left" w:pos="7560"/>
        </w:tabs>
      </w:pPr>
      <w:r w:rsidRPr="008A79ED">
        <w:t>1. To spark the interest of readers</w:t>
      </w:r>
    </w:p>
    <w:p w:rsidR="00DC6215" w:rsidRPr="008A79ED" w:rsidRDefault="00DC6215" w:rsidP="00876D1C">
      <w:pPr>
        <w:tabs>
          <w:tab w:val="left" w:pos="-540"/>
          <w:tab w:val="left" w:pos="7380"/>
          <w:tab w:val="left" w:pos="7560"/>
        </w:tabs>
      </w:pPr>
      <w:r w:rsidRPr="008A79ED">
        <w:t>2. To move readers gracefully toward the thesis statement.</w:t>
      </w:r>
    </w:p>
    <w:p w:rsidR="00DC6215" w:rsidRPr="008A79ED" w:rsidRDefault="00DC6215" w:rsidP="00876D1C">
      <w:pPr>
        <w:tabs>
          <w:tab w:val="left" w:pos="-540"/>
          <w:tab w:val="left" w:pos="7380"/>
          <w:tab w:val="left" w:pos="7560"/>
        </w:tabs>
      </w:pPr>
      <w:r w:rsidRPr="008A79ED">
        <w:t>3.  To present the thesis statement of the essay.</w:t>
      </w:r>
    </w:p>
    <w:p w:rsidR="00DC6215" w:rsidRPr="008A79ED" w:rsidRDefault="00DC6215" w:rsidP="00876D1C">
      <w:pPr>
        <w:tabs>
          <w:tab w:val="left" w:pos="-540"/>
          <w:tab w:val="left" w:pos="7380"/>
          <w:tab w:val="left" w:pos="7560"/>
        </w:tabs>
        <w:rPr>
          <w:b/>
          <w:highlight w:val="lightGray"/>
        </w:rPr>
      </w:pPr>
    </w:p>
    <w:p w:rsidR="00DC6215" w:rsidRPr="008A79ED" w:rsidRDefault="00DC6215" w:rsidP="00876D1C">
      <w:pPr>
        <w:tabs>
          <w:tab w:val="left" w:pos="-540"/>
          <w:tab w:val="left" w:pos="7380"/>
          <w:tab w:val="left" w:pos="7560"/>
        </w:tabs>
        <w:rPr>
          <w:b/>
          <w:highlight w:val="lightGray"/>
        </w:rPr>
      </w:pPr>
      <w:r w:rsidRPr="008A79ED">
        <w:rPr>
          <w:b/>
          <w:highlight w:val="lightGray"/>
        </w:rPr>
        <w:t>How to write a good introduction with samples</w:t>
      </w:r>
    </w:p>
    <w:p w:rsidR="00DC6215" w:rsidRPr="008A79ED" w:rsidRDefault="00DC6215" w:rsidP="00876D1C">
      <w:pPr>
        <w:tabs>
          <w:tab w:val="left" w:pos="-540"/>
          <w:tab w:val="left" w:pos="7380"/>
          <w:tab w:val="left" w:pos="7560"/>
        </w:tabs>
        <w:rPr>
          <w:b/>
        </w:rPr>
      </w:pPr>
      <w:r w:rsidRPr="008A79ED">
        <w:rPr>
          <w:b/>
        </w:rPr>
        <w:t>A. Begin with Background or Historical Information</w:t>
      </w:r>
    </w:p>
    <w:p w:rsidR="00DC6215" w:rsidRPr="008A79ED" w:rsidRDefault="00DC6215" w:rsidP="00876D1C">
      <w:pPr>
        <w:tabs>
          <w:tab w:val="left" w:pos="-540"/>
          <w:tab w:val="left" w:pos="7380"/>
          <w:tab w:val="left" w:pos="7560"/>
        </w:tabs>
      </w:pPr>
      <w:r w:rsidRPr="008A79ED">
        <w:t xml:space="preserve">Example: Theft is not a new crime. </w:t>
      </w:r>
    </w:p>
    <w:p w:rsidR="00DC6215" w:rsidRPr="008A79ED" w:rsidRDefault="00DC6215" w:rsidP="00876D1C">
      <w:pPr>
        <w:tabs>
          <w:tab w:val="left" w:pos="-540"/>
          <w:tab w:val="left" w:pos="7380"/>
          <w:tab w:val="left" w:pos="7560"/>
        </w:tabs>
      </w:pPr>
      <w:r w:rsidRPr="008A79ED">
        <w:t xml:space="preserve">Throughout history, unscrupulous individuals have pretended to be people they are not, often with the goal of political, social, or financial gain. With the right appearance and demeanor, people have falsely presented themselves as kings and bishops. Today, in our information age, identity theft is a far more prevalent problem. With access to names, Social Security numbers, and other personal information, thieves are able to steal identities, leaving the </w:t>
      </w:r>
      <w:proofErr w:type="spellStart"/>
      <w:r w:rsidRPr="008A79ED">
        <w:t>victimsstruggling</w:t>
      </w:r>
      <w:proofErr w:type="spellEnd"/>
      <w:r w:rsidRPr="008A79ED">
        <w:t xml:space="preserve"> to clear their good names. Identity theft is a serious problem that claims millions of innocent victims, and the government must implement better regulations to help put an end to this crime.</w:t>
      </w:r>
    </w:p>
    <w:p w:rsidR="00DC6215" w:rsidRPr="008A79ED" w:rsidRDefault="00DC6215" w:rsidP="00876D1C">
      <w:pPr>
        <w:tabs>
          <w:tab w:val="left" w:pos="-540"/>
          <w:tab w:val="left" w:pos="7380"/>
          <w:tab w:val="left" w:pos="7560"/>
        </w:tabs>
        <w:rPr>
          <w:b/>
        </w:rPr>
      </w:pPr>
    </w:p>
    <w:p w:rsidR="00DC6215" w:rsidRPr="008A79ED" w:rsidRDefault="00DC6215" w:rsidP="00876D1C">
      <w:pPr>
        <w:tabs>
          <w:tab w:val="left" w:pos="-540"/>
          <w:tab w:val="left" w:pos="7380"/>
          <w:tab w:val="left" w:pos="7560"/>
        </w:tabs>
        <w:rPr>
          <w:b/>
        </w:rPr>
      </w:pPr>
      <w:r w:rsidRPr="008A79ED">
        <w:rPr>
          <w:b/>
        </w:rPr>
        <w:t xml:space="preserve">B. Begin with a Quotation </w:t>
      </w:r>
    </w:p>
    <w:p w:rsidR="00DC6215" w:rsidRPr="008A79ED" w:rsidRDefault="00DC6215">
      <w:pPr>
        <w:tabs>
          <w:tab w:val="left" w:pos="-540"/>
          <w:tab w:val="left" w:pos="7380"/>
          <w:tab w:val="left" w:pos="7560"/>
        </w:tabs>
      </w:pPr>
      <w:r w:rsidRPr="008A79ED">
        <w:t xml:space="preserve">Example: Theft is not a new crime. </w:t>
      </w:r>
    </w:p>
    <w:p w:rsidR="00DC6215" w:rsidRPr="008A79ED" w:rsidRDefault="00DC6215" w:rsidP="00876D1C">
      <w:pPr>
        <w:tabs>
          <w:tab w:val="left" w:pos="-540"/>
          <w:tab w:val="left" w:pos="7380"/>
          <w:tab w:val="left" w:pos="7560"/>
        </w:tabs>
      </w:pPr>
      <w:r w:rsidRPr="008A79ED">
        <w:t xml:space="preserve">In Shakespeare's </w:t>
      </w:r>
      <w:r w:rsidRPr="008A79ED">
        <w:rPr>
          <w:i/>
        </w:rPr>
        <w:t>Othello</w:t>
      </w:r>
      <w:r w:rsidRPr="008A79ED">
        <w:t>, Iago claims that he "who steals my purse steals trash / . . . But he that filches from me my good name / Robs me of that which not enriches him, / And makes me poor indeed" (3.3.157-161). Today, identity theft is a new way that thieves steal both the "purses" and the good names of innocent victims, and these thieves are enriching themselves at the expense of their victims. Identity theft is a serious problem that claims millions of innocent victims, and the government must implement better regulations to help put an end to this crime.</w:t>
      </w:r>
    </w:p>
    <w:p w:rsidR="00DC6215" w:rsidRPr="008A79ED" w:rsidRDefault="00DC6215" w:rsidP="00876D1C">
      <w:pPr>
        <w:tabs>
          <w:tab w:val="left" w:pos="-540"/>
          <w:tab w:val="left" w:pos="7380"/>
          <w:tab w:val="left" w:pos="7560"/>
        </w:tabs>
        <w:rPr>
          <w:b/>
        </w:rPr>
      </w:pPr>
      <w:r w:rsidRPr="008A79ED">
        <w:rPr>
          <w:b/>
        </w:rPr>
        <w:t>C. Begin with an Interesting or Surprising Fact</w:t>
      </w:r>
    </w:p>
    <w:p w:rsidR="00DC6215" w:rsidRPr="008A79ED" w:rsidRDefault="00DC6215">
      <w:pPr>
        <w:tabs>
          <w:tab w:val="left" w:pos="-540"/>
          <w:tab w:val="left" w:pos="7380"/>
          <w:tab w:val="left" w:pos="7560"/>
        </w:tabs>
      </w:pPr>
      <w:proofErr w:type="spellStart"/>
      <w:proofErr w:type="gramStart"/>
      <w:r w:rsidRPr="008A79ED">
        <w:t>Example:Theft</w:t>
      </w:r>
      <w:proofErr w:type="spellEnd"/>
      <w:proofErr w:type="gramEnd"/>
      <w:r w:rsidRPr="008A79ED">
        <w:t xml:space="preserve"> is not a new crime. </w:t>
      </w:r>
    </w:p>
    <w:p w:rsidR="00DC6215" w:rsidRPr="008A79ED" w:rsidRDefault="00DC6215" w:rsidP="00876D1C">
      <w:pPr>
        <w:tabs>
          <w:tab w:val="left" w:pos="-540"/>
          <w:tab w:val="left" w:pos="7380"/>
          <w:tab w:val="left" w:pos="7560"/>
        </w:tabs>
      </w:pPr>
      <w:r w:rsidRPr="008A79ED">
        <w:t xml:space="preserve">Fraud is the fastest growing crime in the United States. In 2004, over nine million Americans, or approximately one person in 24, became victims of identity fraud or identity theft, at a cost to the economy of 52.6 billion dollars ("2005 Identity Fraud Survey Report"). Because many cases of identity fraud and identity theft may go unreported, the numbers could be even higher. Identity theft </w:t>
      </w:r>
      <w:r w:rsidRPr="008A79ED">
        <w:lastRenderedPageBreak/>
        <w:t xml:space="preserve">is a serious problem that claims millions of innocent victims, and the government must implement better regulations to </w:t>
      </w:r>
      <w:proofErr w:type="spellStart"/>
      <w:r w:rsidRPr="008A79ED">
        <w:t>helpput</w:t>
      </w:r>
      <w:proofErr w:type="spellEnd"/>
      <w:r w:rsidRPr="008A79ED">
        <w:t xml:space="preserve"> an end to this crime.</w:t>
      </w:r>
    </w:p>
    <w:p w:rsidR="00DC6215" w:rsidRPr="008A79ED" w:rsidRDefault="00DC6215" w:rsidP="00876D1C">
      <w:pPr>
        <w:tabs>
          <w:tab w:val="left" w:pos="-540"/>
          <w:tab w:val="left" w:pos="7380"/>
          <w:tab w:val="left" w:pos="7560"/>
        </w:tabs>
        <w:rPr>
          <w:b/>
        </w:rPr>
      </w:pPr>
    </w:p>
    <w:p w:rsidR="00DC6215" w:rsidRPr="008A79ED" w:rsidRDefault="00DC6215" w:rsidP="00876D1C">
      <w:pPr>
        <w:tabs>
          <w:tab w:val="left" w:pos="-540"/>
          <w:tab w:val="left" w:pos="7380"/>
          <w:tab w:val="left" w:pos="7560"/>
        </w:tabs>
        <w:rPr>
          <w:b/>
        </w:rPr>
      </w:pPr>
      <w:r w:rsidRPr="008A79ED">
        <w:rPr>
          <w:b/>
        </w:rPr>
        <w:t xml:space="preserve">D. Begin with a Definition of an Important Term: </w:t>
      </w:r>
    </w:p>
    <w:p w:rsidR="00DC6215" w:rsidRPr="008A79ED" w:rsidRDefault="00DC6215">
      <w:pPr>
        <w:tabs>
          <w:tab w:val="left" w:pos="-540"/>
          <w:tab w:val="left" w:pos="7380"/>
          <w:tab w:val="left" w:pos="7560"/>
        </w:tabs>
      </w:pPr>
      <w:r w:rsidRPr="008A79ED">
        <w:t xml:space="preserve">Example: Theft is not a new crime. </w:t>
      </w:r>
    </w:p>
    <w:p w:rsidR="00DC6215" w:rsidRPr="008A79ED" w:rsidRDefault="00DC6215" w:rsidP="00876D1C">
      <w:pPr>
        <w:tabs>
          <w:tab w:val="left" w:pos="-540"/>
          <w:tab w:val="left" w:pos="7380"/>
          <w:tab w:val="left" w:pos="7560"/>
        </w:tabs>
      </w:pPr>
      <w:r w:rsidRPr="008A79ED">
        <w:t xml:space="preserve">Our identity is what makes us unique. It is "the distinguishing character or personality of an individual," and when one is a victim of identity theft, it is </w:t>
      </w:r>
      <w:proofErr w:type="spellStart"/>
      <w:r w:rsidRPr="008A79ED">
        <w:t>this"distinguishing</w:t>
      </w:r>
      <w:proofErr w:type="spellEnd"/>
      <w:r w:rsidRPr="008A79ED">
        <w:t xml:space="preserve"> character" that is stolen: one's name, address, Social Security number, employment history, credit history, and more. It therefore is no wonder that victims of identity theft often feel a deep sense of violation as they struggle to reclaims their good names. Identity theft is a serious problem that claims millions of innocent victims, and the government must implement better regulations to help put an end to this crime.</w:t>
      </w: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rPr>
          <w:b/>
        </w:rPr>
      </w:pPr>
      <w:r w:rsidRPr="008A79ED">
        <w:rPr>
          <w:b/>
        </w:rPr>
        <w:t>E. Begin with a Short Narrative</w:t>
      </w:r>
    </w:p>
    <w:p w:rsidR="00DC6215" w:rsidRPr="008A79ED" w:rsidRDefault="00DC6215">
      <w:pPr>
        <w:tabs>
          <w:tab w:val="left" w:pos="-540"/>
          <w:tab w:val="left" w:pos="7380"/>
          <w:tab w:val="left" w:pos="7560"/>
        </w:tabs>
      </w:pPr>
      <w:r w:rsidRPr="008A79ED">
        <w:t xml:space="preserve">Example: Theft is not a new crime. </w:t>
      </w:r>
    </w:p>
    <w:p w:rsidR="00DC6215" w:rsidRPr="008A79ED" w:rsidRDefault="00DC6215" w:rsidP="00876D1C">
      <w:pPr>
        <w:tabs>
          <w:tab w:val="left" w:pos="-540"/>
          <w:tab w:val="left" w:pos="7380"/>
          <w:tab w:val="left" w:pos="7560"/>
        </w:tabs>
      </w:pPr>
      <w:r w:rsidRPr="008A79ED">
        <w:t xml:space="preserve">Joe Stevens was finally ready to purchase a home. He spent years putting money into a savings account, paid off his credit cards, and diligently paid every bill on time. Confident of his good credit rating, Joe visited the bank to inquire about a mortgage, but he discovered startling information: Joe defaulted on a home loan, had $40,000 in credit card debt, and had a car repossessed for lack of payment. Joe Stevens, like many Americans, is a victim of identity theft. Instead of preparing to move into a new home, Joe began the long journey to restore his good name and to reclaim his identity. Identity theft is a serious </w:t>
      </w:r>
      <w:proofErr w:type="spellStart"/>
      <w:r w:rsidRPr="008A79ED">
        <w:t>problemthat</w:t>
      </w:r>
      <w:proofErr w:type="spellEnd"/>
      <w:r w:rsidRPr="008A79ED">
        <w:t xml:space="preserve"> claims millions of innocent victims, and the government must implement better regulations to help put an end to this crime</w:t>
      </w:r>
    </w:p>
    <w:p w:rsidR="00DC6215" w:rsidRPr="008A79ED" w:rsidRDefault="00DC6215" w:rsidP="00876D1C">
      <w:pPr>
        <w:tabs>
          <w:tab w:val="left" w:pos="-540"/>
          <w:tab w:val="left" w:pos="7380"/>
          <w:tab w:val="left" w:pos="7560"/>
        </w:tabs>
        <w:rPr>
          <w:b/>
        </w:rPr>
      </w:pPr>
    </w:p>
    <w:p w:rsidR="00DC6215" w:rsidRPr="008A79ED" w:rsidRDefault="00DC6215" w:rsidP="00876D1C">
      <w:pPr>
        <w:tabs>
          <w:tab w:val="left" w:pos="-540"/>
          <w:tab w:val="left" w:pos="7380"/>
          <w:tab w:val="left" w:pos="7560"/>
        </w:tabs>
        <w:rPr>
          <w:b/>
        </w:rPr>
      </w:pPr>
      <w:r w:rsidRPr="008A79ED">
        <w:rPr>
          <w:b/>
        </w:rPr>
        <w:t>F. Begin with a Question</w:t>
      </w:r>
    </w:p>
    <w:p w:rsidR="00DC6215" w:rsidRPr="008A79ED" w:rsidRDefault="00DC6215">
      <w:pPr>
        <w:tabs>
          <w:tab w:val="left" w:pos="-540"/>
          <w:tab w:val="left" w:pos="7380"/>
          <w:tab w:val="left" w:pos="7560"/>
        </w:tabs>
      </w:pPr>
      <w:r w:rsidRPr="008A79ED">
        <w:t xml:space="preserve">Example: Theft is not a new crime. </w:t>
      </w:r>
    </w:p>
    <w:p w:rsidR="00DC6215" w:rsidRPr="008A79ED" w:rsidRDefault="00DC6215" w:rsidP="00876D1C">
      <w:pPr>
        <w:tabs>
          <w:tab w:val="left" w:pos="-540"/>
          <w:tab w:val="left" w:pos="7380"/>
          <w:tab w:val="left" w:pos="7560"/>
        </w:tabs>
      </w:pPr>
      <w:r w:rsidRPr="008A79ED">
        <w:t xml:space="preserve">How would you feel if you knew, at this moment, that some criminal is </w:t>
      </w:r>
      <w:proofErr w:type="spellStart"/>
      <w:r w:rsidRPr="008A79ED">
        <w:t>writingyour</w:t>
      </w:r>
      <w:proofErr w:type="spellEnd"/>
      <w:r w:rsidRPr="008A79ED">
        <w:t xml:space="preserve"> name, address, and Social Security number on credit card applications and plans to charge thousands of </w:t>
      </w:r>
      <w:proofErr w:type="spellStart"/>
      <w:r w:rsidRPr="008A79ED">
        <w:t>dollars worth</w:t>
      </w:r>
      <w:proofErr w:type="spellEnd"/>
      <w:r w:rsidRPr="008A79ED">
        <w:t xml:space="preserve"> of merchandise on those credit cards? More importantly, how do you know that this is not happening? Millions of people have become victims of </w:t>
      </w:r>
      <w:proofErr w:type="spellStart"/>
      <w:r w:rsidRPr="008A79ED">
        <w:t>identitytheft</w:t>
      </w:r>
      <w:proofErr w:type="spellEnd"/>
      <w:r w:rsidRPr="008A79ED">
        <w:t xml:space="preserve">, and they often find out only after thousands of dollars have been stolen using their names. Identity theft is a serious problem that claims millions of innocent victims, and the government must implement better regulations to </w:t>
      </w:r>
      <w:proofErr w:type="spellStart"/>
      <w:r w:rsidRPr="008A79ED">
        <w:t>helpput</w:t>
      </w:r>
      <w:proofErr w:type="spellEnd"/>
      <w:r w:rsidRPr="008A79ED">
        <w:t xml:space="preserve"> an end to this </w:t>
      </w:r>
      <w:proofErr w:type="spellStart"/>
      <w:proofErr w:type="gramStart"/>
      <w:r w:rsidRPr="008A79ED">
        <w:t>crime.Introduct</w:t>
      </w:r>
      <w:proofErr w:type="spellEnd"/>
      <w:proofErr w:type="gramEnd"/>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pPr>
      <w:r w:rsidRPr="008A79ED">
        <w:rPr>
          <w:b/>
        </w:rPr>
        <w:t xml:space="preserve">2. BODY OF THE ESSAY: </w:t>
      </w:r>
      <w:r w:rsidRPr="008A79ED">
        <w:t xml:space="preserve">The body is the meat and potatoes </w:t>
      </w:r>
      <w:proofErr w:type="spellStart"/>
      <w:r w:rsidRPr="008A79ED">
        <w:t>ofyour</w:t>
      </w:r>
      <w:proofErr w:type="spellEnd"/>
      <w:r w:rsidRPr="008A79ED">
        <w:t xml:space="preserve"> essay. As such, it needs to contain lots of juicy textual evidence and meaty support, not fluff. The body of a basic essay may have as many body paragraphs as it is necessary to prove the author’s argument of the thesis statement .It is vital to keep in mind that each paragraph is supposed to have one main argument to analyze and has to reveal it in one solid thought in a sentence called the topic </w:t>
      </w:r>
      <w:proofErr w:type="spellStart"/>
      <w:r w:rsidRPr="008A79ED">
        <w:t>sentence.Therefore</w:t>
      </w:r>
      <w:proofErr w:type="spellEnd"/>
      <w:r w:rsidRPr="008A79ED">
        <w:t xml:space="preserve"> the amount of the body paragraphs equals the amount of topic sentences .Each body paragraph must be connected to following one with a logical link. </w:t>
      </w:r>
    </w:p>
    <w:p w:rsidR="00DC6215" w:rsidRPr="008A79ED" w:rsidRDefault="00DC6215" w:rsidP="00876D1C">
      <w:pPr>
        <w:tabs>
          <w:tab w:val="left" w:pos="-540"/>
          <w:tab w:val="left" w:pos="7380"/>
          <w:tab w:val="left" w:pos="7560"/>
        </w:tabs>
      </w:pPr>
      <w:r w:rsidRPr="008A79ED">
        <w:rPr>
          <w:b/>
        </w:rPr>
        <w:t>A. First paragraph</w:t>
      </w:r>
      <w:r w:rsidRPr="008A79ED">
        <w:t>: The first paragraph of the body should contain the strongest argument, most significant example, cleverest illustration, or an obvious beginning point. The first sentence of this paragraph should include the "reverse hook" which ties in with the transitional hook at the end of the introductory paragraph. The topic for this paragraph should be in the first or second sentence. This topic should relate to the thesis statement in the introductory paragraph. The last sentence in this paragraph should include a transitional hook to tie into the second paragraph of the body.</w:t>
      </w:r>
    </w:p>
    <w:p w:rsidR="00DC6215" w:rsidRPr="008A79ED" w:rsidRDefault="00DC6215" w:rsidP="00876D1C">
      <w:pPr>
        <w:tabs>
          <w:tab w:val="left" w:pos="-540"/>
          <w:tab w:val="left" w:pos="7380"/>
          <w:tab w:val="left" w:pos="7560"/>
        </w:tabs>
      </w:pPr>
      <w:r w:rsidRPr="008A79ED">
        <w:rPr>
          <w:b/>
        </w:rPr>
        <w:t>B. Second paragraph</w:t>
      </w:r>
      <w:r w:rsidRPr="008A79ED">
        <w:t xml:space="preserve">: The second paragraph of the body should contain the second strongest argument, second most significant example, second cleverest illustration, or an obvious follow up the first paragraph in the body. The first sentence of this paragraph should include the reverse </w:t>
      </w:r>
      <w:proofErr w:type="spellStart"/>
      <w:r w:rsidRPr="008A79ED">
        <w:t>hookwhich</w:t>
      </w:r>
      <w:proofErr w:type="spellEnd"/>
      <w:r w:rsidRPr="008A79ED">
        <w:t xml:space="preserve"> </w:t>
      </w:r>
      <w:r w:rsidRPr="008A79ED">
        <w:lastRenderedPageBreak/>
        <w:t>ties in with the transitional hook at the end of the first paragraph of the body. The topic for this paragraph should be in the first or second sentence. This topic should relate to the thesis statement in the introductory paragraph. The last sentence in this paragraph should include a transitional hook to tie into the third paragraph of the body.</w:t>
      </w:r>
    </w:p>
    <w:p w:rsidR="00DC6215" w:rsidRPr="008A79ED" w:rsidRDefault="00DC6215" w:rsidP="00876D1C">
      <w:pPr>
        <w:tabs>
          <w:tab w:val="left" w:pos="-540"/>
          <w:tab w:val="left" w:pos="7380"/>
          <w:tab w:val="left" w:pos="7560"/>
        </w:tabs>
      </w:pPr>
      <w:r w:rsidRPr="008A79ED">
        <w:rPr>
          <w:b/>
        </w:rPr>
        <w:t>C.  Third paragraph</w:t>
      </w:r>
      <w:r w:rsidRPr="008A79ED">
        <w:t xml:space="preserve">: The third paragraph of the body should contain the weakest argument, weakest example, weakest illustration, or an obvious follow up to the second paragraph in the body. The first sentence of this paragraph should include the reverse hook which ties in with the transitional hook at the end of the second paragraph. The topic for this paragraph should be in the first or second sentence. This topic should relate to the thesis statement in the introductory paragraph. The last sentence in this paragraph </w:t>
      </w:r>
      <w:proofErr w:type="spellStart"/>
      <w:r w:rsidRPr="008A79ED">
        <w:t>shouldinclude</w:t>
      </w:r>
      <w:proofErr w:type="spellEnd"/>
      <w:r w:rsidRPr="008A79ED">
        <w:t xml:space="preserve"> a transitional concluding hook </w:t>
      </w:r>
      <w:proofErr w:type="spellStart"/>
      <w:r w:rsidRPr="008A79ED">
        <w:t>thatsignals</w:t>
      </w:r>
      <w:proofErr w:type="spellEnd"/>
      <w:r w:rsidRPr="008A79ED">
        <w:t xml:space="preserve"> the reader that this is the final major point being made in this paper. This hook also leads into the last, or concluding paragraph.</w:t>
      </w:r>
    </w:p>
    <w:p w:rsidR="00DC6215" w:rsidRPr="008A79ED" w:rsidRDefault="00DC6215" w:rsidP="00876D1C">
      <w:pPr>
        <w:tabs>
          <w:tab w:val="left" w:pos="-540"/>
          <w:tab w:val="left" w:pos="7380"/>
          <w:tab w:val="left" w:pos="7560"/>
        </w:tabs>
        <w:rPr>
          <w:b/>
        </w:rPr>
      </w:pPr>
    </w:p>
    <w:p w:rsidR="00DC6215" w:rsidRPr="008A79ED" w:rsidRDefault="00DC6215" w:rsidP="00876D1C">
      <w:pPr>
        <w:tabs>
          <w:tab w:val="left" w:pos="-540"/>
          <w:tab w:val="left" w:pos="7380"/>
          <w:tab w:val="left" w:pos="7560"/>
        </w:tabs>
      </w:pPr>
      <w:r w:rsidRPr="008A79ED">
        <w:rPr>
          <w:b/>
        </w:rPr>
        <w:t>3. CONCLUSION:  I</w:t>
      </w:r>
      <w:r w:rsidRPr="008A79ED">
        <w:t xml:space="preserve">t is usually written in one solid </w:t>
      </w:r>
      <w:proofErr w:type="spellStart"/>
      <w:proofErr w:type="gramStart"/>
      <w:r w:rsidRPr="008A79ED">
        <w:t>paragraph.The</w:t>
      </w:r>
      <w:proofErr w:type="spellEnd"/>
      <w:proofErr w:type="gramEnd"/>
      <w:r w:rsidRPr="008A79ED">
        <w:t xml:space="preserve"> conclusion always deals with summing up the essays arguments revealed in the topic sentences and the therefore present substantial evidence to prove the thesis statement. It is also important to mention the importance of the general conclusion of the essay.</w:t>
      </w:r>
    </w:p>
    <w:p w:rsidR="00DC6215" w:rsidRPr="008A79ED" w:rsidRDefault="00DC6215" w:rsidP="00876D1C">
      <w:pPr>
        <w:tabs>
          <w:tab w:val="left" w:pos="-540"/>
          <w:tab w:val="left" w:pos="7380"/>
          <w:tab w:val="left" w:pos="7560"/>
        </w:tabs>
      </w:pPr>
    </w:p>
    <w:p w:rsidR="00DC6215" w:rsidRPr="008A79ED" w:rsidRDefault="00DC6215">
      <w:pPr>
        <w:tabs>
          <w:tab w:val="left" w:pos="-540"/>
          <w:tab w:val="left" w:pos="7380"/>
          <w:tab w:val="left" w:pos="7560"/>
        </w:tabs>
      </w:pPr>
    </w:p>
    <w:p w:rsidR="00DC6215" w:rsidRPr="008A79ED" w:rsidRDefault="00DC6215">
      <w:pPr>
        <w:tabs>
          <w:tab w:val="left" w:pos="-540"/>
          <w:tab w:val="left" w:pos="7380"/>
          <w:tab w:val="left" w:pos="7560"/>
        </w:tabs>
      </w:pPr>
      <w:r w:rsidRPr="008A79ED">
        <w:rPr>
          <w:b/>
        </w:rPr>
        <w:t>General Evaluation</w:t>
      </w:r>
      <w:r w:rsidRPr="008A79ED">
        <w:t>:</w:t>
      </w:r>
    </w:p>
    <w:p w:rsidR="00DC6215" w:rsidRPr="008A79ED" w:rsidRDefault="00DC6215">
      <w:pPr>
        <w:tabs>
          <w:tab w:val="left" w:pos="-540"/>
          <w:tab w:val="left" w:pos="7380"/>
          <w:tab w:val="left" w:pos="7560"/>
        </w:tabs>
      </w:pPr>
      <w:r w:rsidRPr="008A79ED">
        <w:t>1. Mention and explain the types of pronouns you know.</w:t>
      </w:r>
    </w:p>
    <w:p w:rsidR="00DC6215" w:rsidRPr="008A79ED" w:rsidRDefault="00DC6215">
      <w:pPr>
        <w:tabs>
          <w:tab w:val="left" w:pos="-540"/>
          <w:tab w:val="left" w:pos="7380"/>
          <w:tab w:val="left" w:pos="7560"/>
        </w:tabs>
      </w:pPr>
      <w:r w:rsidRPr="008A79ED">
        <w:t>2. Explain briefly the structure or elements of a good composition</w:t>
      </w:r>
    </w:p>
    <w:p w:rsidR="00DC6215" w:rsidRPr="008A79ED" w:rsidRDefault="00DC6215">
      <w:pPr>
        <w:tabs>
          <w:tab w:val="left" w:pos="-540"/>
          <w:tab w:val="left" w:pos="7380"/>
          <w:tab w:val="left" w:pos="7560"/>
        </w:tabs>
      </w:pPr>
    </w:p>
    <w:p w:rsidR="00DC6215" w:rsidRPr="008A79ED" w:rsidRDefault="00DC6215">
      <w:pPr>
        <w:tabs>
          <w:tab w:val="left" w:pos="-540"/>
          <w:tab w:val="left" w:pos="7380"/>
          <w:tab w:val="left" w:pos="7560"/>
        </w:tabs>
      </w:pPr>
    </w:p>
    <w:p w:rsidR="00DC6215" w:rsidRPr="008A79ED" w:rsidRDefault="00DC6215">
      <w:pPr>
        <w:tabs>
          <w:tab w:val="left" w:pos="-540"/>
          <w:tab w:val="left" w:pos="7380"/>
          <w:tab w:val="left" w:pos="7560"/>
        </w:tabs>
        <w:rPr>
          <w:b/>
        </w:rPr>
      </w:pPr>
    </w:p>
    <w:p w:rsidR="00DC6215" w:rsidRPr="008A79ED" w:rsidRDefault="00DC6215">
      <w:pPr>
        <w:tabs>
          <w:tab w:val="left" w:pos="-540"/>
          <w:tab w:val="left" w:pos="7380"/>
          <w:tab w:val="left" w:pos="7560"/>
        </w:tabs>
        <w:rPr>
          <w:b/>
        </w:rPr>
      </w:pPr>
      <w:r w:rsidRPr="008A79ED">
        <w:rPr>
          <w:b/>
        </w:rPr>
        <w:t>Weekend Assignment:</w:t>
      </w:r>
    </w:p>
    <w:p w:rsidR="00DC6215" w:rsidRPr="008A79ED" w:rsidRDefault="00DC6215">
      <w:pPr>
        <w:tabs>
          <w:tab w:val="left" w:pos="-540"/>
          <w:tab w:val="left" w:pos="7380"/>
          <w:tab w:val="left" w:pos="7560"/>
        </w:tabs>
      </w:pPr>
      <w:r w:rsidRPr="008A79ED">
        <w:rPr>
          <w:b/>
        </w:rPr>
        <w:t xml:space="preserve">A. </w:t>
      </w:r>
      <w:r w:rsidRPr="008A79ED">
        <w:t xml:space="preserve">Pick out the pronouns in the following </w:t>
      </w:r>
    </w:p>
    <w:p w:rsidR="00DC6215" w:rsidRPr="008A79ED" w:rsidRDefault="00DC6215">
      <w:pPr>
        <w:tabs>
          <w:tab w:val="left" w:pos="-540"/>
          <w:tab w:val="left" w:pos="7380"/>
          <w:tab w:val="left" w:pos="7560"/>
        </w:tabs>
      </w:pPr>
      <w:r w:rsidRPr="008A79ED">
        <w:t>1. We are going on vacation.</w:t>
      </w:r>
    </w:p>
    <w:p w:rsidR="00DC6215" w:rsidRPr="008A79ED" w:rsidRDefault="00DC6215">
      <w:pPr>
        <w:tabs>
          <w:tab w:val="left" w:pos="-540"/>
          <w:tab w:val="left" w:pos="7380"/>
          <w:tab w:val="left" w:pos="7560"/>
        </w:tabs>
      </w:pPr>
      <w:r w:rsidRPr="008A79ED">
        <w:t>2. Don’t tell me that you can't go with us.</w:t>
      </w:r>
    </w:p>
    <w:p w:rsidR="00DC6215" w:rsidRPr="008A79ED" w:rsidRDefault="00DC6215">
      <w:pPr>
        <w:tabs>
          <w:tab w:val="left" w:pos="-540"/>
          <w:tab w:val="left" w:pos="7380"/>
          <w:tab w:val="left" w:pos="7560"/>
        </w:tabs>
      </w:pPr>
      <w:r w:rsidRPr="008A79ED">
        <w:t>3. Anybody who says it won't be fun has no clue what they are talking about.</w:t>
      </w:r>
    </w:p>
    <w:p w:rsidR="00DC6215" w:rsidRPr="008A79ED" w:rsidRDefault="00DC6215">
      <w:pPr>
        <w:tabs>
          <w:tab w:val="left" w:pos="-540"/>
          <w:tab w:val="left" w:pos="7380"/>
          <w:tab w:val="left" w:pos="7560"/>
        </w:tabs>
      </w:pPr>
      <w:r w:rsidRPr="008A79ED">
        <w:t>4.These are terribly steep stairs.</w:t>
      </w:r>
    </w:p>
    <w:p w:rsidR="00DC6215" w:rsidRPr="008A79ED" w:rsidRDefault="00DC6215">
      <w:pPr>
        <w:tabs>
          <w:tab w:val="left" w:pos="-540"/>
          <w:tab w:val="left" w:pos="7380"/>
          <w:tab w:val="left" w:pos="7560"/>
        </w:tabs>
      </w:pPr>
      <w:r w:rsidRPr="008A79ED">
        <w:t xml:space="preserve">5.We ran </w:t>
      </w:r>
      <w:proofErr w:type="spellStart"/>
      <w:r w:rsidRPr="008A79ED">
        <w:t>intoeach</w:t>
      </w:r>
      <w:proofErr w:type="spellEnd"/>
      <w:r w:rsidRPr="008A79ED">
        <w:t xml:space="preserve"> other at the mall.</w:t>
      </w:r>
    </w:p>
    <w:p w:rsidR="00DC6215" w:rsidRPr="008A79ED" w:rsidRDefault="00DC6215">
      <w:pPr>
        <w:tabs>
          <w:tab w:val="left" w:pos="-540"/>
          <w:tab w:val="left" w:pos="7380"/>
          <w:tab w:val="left" w:pos="7560"/>
        </w:tabs>
      </w:pPr>
      <w:r w:rsidRPr="008A79ED">
        <w:t xml:space="preserve">6. I'm not </w:t>
      </w:r>
      <w:proofErr w:type="spellStart"/>
      <w:r w:rsidRPr="008A79ED">
        <w:t>surewhichis</w:t>
      </w:r>
      <w:proofErr w:type="spellEnd"/>
      <w:r w:rsidRPr="008A79ED">
        <w:t xml:space="preserve"> worse: rain or snow.</w:t>
      </w:r>
    </w:p>
    <w:p w:rsidR="00DC6215" w:rsidRPr="008A79ED" w:rsidRDefault="00DC6215">
      <w:pPr>
        <w:tabs>
          <w:tab w:val="left" w:pos="-540"/>
          <w:tab w:val="left" w:pos="7380"/>
          <w:tab w:val="left" w:pos="7560"/>
        </w:tabs>
      </w:pPr>
      <w:r w:rsidRPr="008A79ED">
        <w:t>7. It is one of the nicest Italian restaurants in town.</w:t>
      </w:r>
    </w:p>
    <w:p w:rsidR="00DC6215" w:rsidRPr="008A79ED" w:rsidRDefault="00DC6215">
      <w:pPr>
        <w:tabs>
          <w:tab w:val="left" w:pos="-540"/>
          <w:tab w:val="left" w:pos="7380"/>
          <w:tab w:val="left" w:pos="7560"/>
        </w:tabs>
      </w:pPr>
      <w:r w:rsidRPr="008A79ED">
        <w:t xml:space="preserve">8. Richard stared </w:t>
      </w:r>
      <w:proofErr w:type="spellStart"/>
      <w:r w:rsidRPr="008A79ED">
        <w:t>athimselfin</w:t>
      </w:r>
      <w:proofErr w:type="spellEnd"/>
      <w:r w:rsidRPr="008A79ED">
        <w:t xml:space="preserve"> the mirror.</w:t>
      </w:r>
    </w:p>
    <w:p w:rsidR="00DC6215" w:rsidRPr="008A79ED" w:rsidRDefault="00DC6215">
      <w:pPr>
        <w:tabs>
          <w:tab w:val="left" w:pos="-540"/>
          <w:tab w:val="left" w:pos="7380"/>
          <w:tab w:val="left" w:pos="7560"/>
        </w:tabs>
      </w:pPr>
      <w:r w:rsidRPr="008A79ED">
        <w:t>9. The laundry isn’t going to do itself.</w:t>
      </w:r>
    </w:p>
    <w:p w:rsidR="00DC6215" w:rsidRPr="008A79ED" w:rsidRDefault="00DC6215">
      <w:pPr>
        <w:tabs>
          <w:tab w:val="left" w:pos="-540"/>
          <w:tab w:val="left" w:pos="7380"/>
          <w:tab w:val="left" w:pos="7560"/>
        </w:tabs>
      </w:pPr>
      <w:r w:rsidRPr="008A79ED">
        <w:t xml:space="preserve">10. Someone spilled orange juice all over the countertop! </w:t>
      </w:r>
    </w:p>
    <w:p w:rsidR="00DC6215" w:rsidRPr="008A79ED" w:rsidRDefault="00DC6215">
      <w:pPr>
        <w:tabs>
          <w:tab w:val="left" w:pos="-540"/>
          <w:tab w:val="left" w:pos="7380"/>
          <w:tab w:val="left" w:pos="7560"/>
        </w:tabs>
      </w:pPr>
    </w:p>
    <w:p w:rsidR="00DC6215" w:rsidRPr="008A79ED" w:rsidRDefault="00DC6215">
      <w:pPr>
        <w:tabs>
          <w:tab w:val="left" w:pos="-540"/>
          <w:tab w:val="left" w:pos="7380"/>
          <w:tab w:val="left" w:pos="7560"/>
        </w:tabs>
      </w:pPr>
      <w:r w:rsidRPr="008A79ED">
        <w:t xml:space="preserve">B. Write a fantastic composition on any </w:t>
      </w:r>
      <w:proofErr w:type="spellStart"/>
      <w:r w:rsidRPr="008A79ED">
        <w:t>any</w:t>
      </w:r>
      <w:proofErr w:type="spellEnd"/>
      <w:r w:rsidRPr="008A79ED">
        <w:t xml:space="preserve"> of the following topics, with insights from the </w:t>
      </w:r>
      <w:proofErr w:type="gramStart"/>
      <w:r w:rsidRPr="008A79ED">
        <w:t>topic,  "</w:t>
      </w:r>
      <w:proofErr w:type="gramEnd"/>
      <w:r w:rsidRPr="008A79ED">
        <w:t>elements of composition."</w:t>
      </w:r>
    </w:p>
    <w:p w:rsidR="00DC6215" w:rsidRPr="008A79ED" w:rsidRDefault="00DC6215">
      <w:pPr>
        <w:tabs>
          <w:tab w:val="left" w:pos="-540"/>
          <w:tab w:val="left" w:pos="7380"/>
          <w:tab w:val="left" w:pos="7560"/>
        </w:tabs>
      </w:pPr>
      <w:proofErr w:type="spellStart"/>
      <w:r w:rsidRPr="008A79ED">
        <w:t>i</w:t>
      </w:r>
      <w:proofErr w:type="spellEnd"/>
      <w:r w:rsidRPr="008A79ED">
        <w:t>. My Best Friend.</w:t>
      </w:r>
    </w:p>
    <w:p w:rsidR="00DC6215" w:rsidRPr="008A79ED" w:rsidRDefault="00DC6215">
      <w:pPr>
        <w:tabs>
          <w:tab w:val="left" w:pos="-540"/>
          <w:tab w:val="left" w:pos="7380"/>
          <w:tab w:val="left" w:pos="7560"/>
        </w:tabs>
      </w:pPr>
      <w:r w:rsidRPr="008A79ED">
        <w:t>ii. A Visit to the Hospital.</w:t>
      </w:r>
    </w:p>
    <w:p w:rsidR="00DC6215" w:rsidRPr="008A79ED" w:rsidRDefault="00DC6215">
      <w:pPr>
        <w:tabs>
          <w:tab w:val="left" w:pos="-540"/>
          <w:tab w:val="left" w:pos="7380"/>
          <w:tab w:val="left" w:pos="7560"/>
        </w:tabs>
      </w:pPr>
      <w:r w:rsidRPr="008A79ED">
        <w:t>iii. My Last Birthday Party</w:t>
      </w:r>
    </w:p>
    <w:p w:rsidR="00DC6215" w:rsidRPr="008A79ED" w:rsidRDefault="00DC6215">
      <w:pPr>
        <w:tabs>
          <w:tab w:val="left" w:pos="-540"/>
          <w:tab w:val="left" w:pos="7380"/>
          <w:tab w:val="left" w:pos="7560"/>
        </w:tabs>
      </w:pPr>
    </w:p>
    <w:p w:rsidR="00DC6215" w:rsidRPr="008A79ED" w:rsidRDefault="00DC6215" w:rsidP="00876D1C">
      <w:pPr>
        <w:tabs>
          <w:tab w:val="left" w:pos="-540"/>
          <w:tab w:val="left" w:pos="7380"/>
          <w:tab w:val="left" w:pos="7560"/>
        </w:tabs>
      </w:pPr>
    </w:p>
    <w:p w:rsidR="00DC6215" w:rsidRPr="008A79ED" w:rsidRDefault="00DC6215" w:rsidP="00876D1C">
      <w:pPr>
        <w:tabs>
          <w:tab w:val="left" w:pos="-540"/>
          <w:tab w:val="left" w:pos="7380"/>
          <w:tab w:val="left" w:pos="7560"/>
        </w:tabs>
        <w:jc w:val="center"/>
        <w:rPr>
          <w:b/>
          <w:bCs/>
        </w:rPr>
      </w:pPr>
    </w:p>
    <w:p w:rsidR="00DC6215" w:rsidRDefault="00DC6215" w:rsidP="00876D1C">
      <w:pPr>
        <w:tabs>
          <w:tab w:val="left" w:pos="-540"/>
          <w:tab w:val="left" w:pos="7380"/>
          <w:tab w:val="left" w:pos="7560"/>
        </w:tabs>
        <w:jc w:val="center"/>
        <w:rPr>
          <w:b/>
          <w:bCs/>
        </w:rPr>
      </w:pPr>
    </w:p>
    <w:p w:rsidR="008A79ED" w:rsidRDefault="008A79ED" w:rsidP="00876D1C">
      <w:pPr>
        <w:tabs>
          <w:tab w:val="left" w:pos="-540"/>
          <w:tab w:val="left" w:pos="7380"/>
          <w:tab w:val="left" w:pos="7560"/>
        </w:tabs>
        <w:jc w:val="center"/>
        <w:rPr>
          <w:b/>
          <w:bCs/>
        </w:rPr>
      </w:pPr>
    </w:p>
    <w:p w:rsidR="008A79ED" w:rsidRPr="008A79ED" w:rsidRDefault="008A79ED" w:rsidP="00876D1C">
      <w:pPr>
        <w:tabs>
          <w:tab w:val="left" w:pos="-540"/>
          <w:tab w:val="left" w:pos="7380"/>
          <w:tab w:val="left" w:pos="7560"/>
        </w:tabs>
        <w:jc w:val="center"/>
        <w:rPr>
          <w:b/>
          <w:bCs/>
        </w:rPr>
      </w:pPr>
    </w:p>
    <w:p w:rsidR="00105356" w:rsidRPr="008A79ED" w:rsidRDefault="00105356" w:rsidP="00876D1C">
      <w:pPr>
        <w:tabs>
          <w:tab w:val="left" w:pos="-540"/>
          <w:tab w:val="left" w:pos="7380"/>
          <w:tab w:val="left" w:pos="7560"/>
        </w:tabs>
        <w:jc w:val="center"/>
      </w:pPr>
      <w:r w:rsidRPr="008A79ED">
        <w:rPr>
          <w:b/>
          <w:bCs/>
        </w:rPr>
        <w:t>W</w:t>
      </w:r>
      <w:r w:rsidR="00DC6215" w:rsidRPr="008A79ED">
        <w:rPr>
          <w:b/>
          <w:bCs/>
        </w:rPr>
        <w:t>EEK THREE</w:t>
      </w:r>
    </w:p>
    <w:p w:rsidR="00105356" w:rsidRPr="008A79ED" w:rsidRDefault="00105356" w:rsidP="00F75445">
      <w:pPr>
        <w:tabs>
          <w:tab w:val="left" w:pos="-540"/>
          <w:tab w:val="left" w:pos="7380"/>
          <w:tab w:val="left" w:pos="7560"/>
        </w:tabs>
        <w:ind w:left="-720"/>
      </w:pPr>
      <w:r w:rsidRPr="008A79ED">
        <w:rPr>
          <w:b/>
          <w:bCs/>
        </w:rPr>
        <w:lastRenderedPageBreak/>
        <w:t>Topic</w:t>
      </w:r>
      <w:r w:rsidRPr="008A79ED">
        <w:t>: Speech Work</w:t>
      </w:r>
    </w:p>
    <w:p w:rsidR="00105356" w:rsidRPr="008A79ED" w:rsidRDefault="00105356" w:rsidP="00F75445">
      <w:pPr>
        <w:tabs>
          <w:tab w:val="left" w:pos="-540"/>
          <w:tab w:val="left" w:pos="7380"/>
          <w:tab w:val="left" w:pos="7560"/>
        </w:tabs>
        <w:ind w:left="-720"/>
      </w:pPr>
      <w:r w:rsidRPr="008A79ED">
        <w:t xml:space="preserve">Vowels /i:/ </w:t>
      </w:r>
    </w:p>
    <w:p w:rsidR="00DC6215" w:rsidRPr="008A79ED" w:rsidRDefault="00105356" w:rsidP="00F75445">
      <w:pPr>
        <w:tabs>
          <w:tab w:val="left" w:pos="-540"/>
          <w:tab w:val="left" w:pos="7380"/>
          <w:tab w:val="left" w:pos="7560"/>
        </w:tabs>
        <w:ind w:left="-720"/>
        <w:rPr>
          <w:b/>
          <w:bCs/>
        </w:rPr>
      </w:pPr>
      <w:r w:rsidRPr="008A79ED">
        <w:rPr>
          <w:b/>
          <w:bCs/>
        </w:rPr>
        <w:t>Content</w:t>
      </w:r>
    </w:p>
    <w:p w:rsidR="00DC6215" w:rsidRPr="008A79ED" w:rsidRDefault="00DC6215">
      <w:pPr>
        <w:tabs>
          <w:tab w:val="left" w:pos="-540"/>
          <w:tab w:val="left" w:pos="7380"/>
          <w:tab w:val="left" w:pos="7560"/>
        </w:tabs>
        <w:ind w:left="-720"/>
      </w:pPr>
      <w:r w:rsidRPr="008A79ED">
        <w:t>1. /I:/ S</w:t>
      </w:r>
      <w:r w:rsidRPr="008A79ED">
        <w:rPr>
          <w:u w:val="single"/>
        </w:rPr>
        <w:t>ea</w:t>
      </w:r>
      <w:r w:rsidRPr="008A79ED">
        <w:t>t, meet, Pol</w:t>
      </w:r>
      <w:r w:rsidRPr="008A79ED">
        <w:rPr>
          <w:u w:val="single"/>
        </w:rPr>
        <w:t>i</w:t>
      </w:r>
      <w:r w:rsidRPr="008A79ED">
        <w:t>ce, S</w:t>
      </w:r>
      <w:r w:rsidRPr="008A79ED">
        <w:rPr>
          <w:u w:val="single"/>
        </w:rPr>
        <w:t>ei</w:t>
      </w:r>
      <w:r w:rsidRPr="008A79ED">
        <w:t>ze, R</w:t>
      </w:r>
      <w:r w:rsidRPr="008A79ED">
        <w:rPr>
          <w:u w:val="single"/>
        </w:rPr>
        <w:t>ea</w:t>
      </w:r>
      <w:r w:rsidRPr="008A79ED">
        <w:t xml:space="preserve">d </w:t>
      </w:r>
    </w:p>
    <w:p w:rsidR="00DC6215" w:rsidRPr="008A79ED" w:rsidRDefault="00DC6215">
      <w:pPr>
        <w:tabs>
          <w:tab w:val="left" w:pos="-540"/>
          <w:tab w:val="left" w:pos="7380"/>
          <w:tab w:val="left" w:pos="7560"/>
        </w:tabs>
        <w:ind w:left="-720"/>
      </w:pPr>
      <w:r w:rsidRPr="008A79ED">
        <w:tab/>
        <w:t xml:space="preserve">  F</w:t>
      </w:r>
      <w:r w:rsidRPr="008A79ED">
        <w:rPr>
          <w:u w:val="single"/>
        </w:rPr>
        <w:t>ie</w:t>
      </w:r>
      <w:r w:rsidRPr="008A79ED">
        <w:t>ld, k</w:t>
      </w:r>
      <w:r w:rsidRPr="008A79ED">
        <w:rPr>
          <w:u w:val="single"/>
        </w:rPr>
        <w:t>ey</w:t>
      </w:r>
      <w:r w:rsidRPr="008A79ED">
        <w:t>, q</w:t>
      </w:r>
      <w:r w:rsidRPr="008A79ED">
        <w:rPr>
          <w:u w:val="single"/>
        </w:rPr>
        <w:t>ua</w:t>
      </w:r>
      <w:r w:rsidRPr="008A79ED">
        <w:t>y, P</w:t>
      </w:r>
      <w:r w:rsidRPr="008A79ED">
        <w:rPr>
          <w:u w:val="single"/>
        </w:rPr>
        <w:t>eo</w:t>
      </w:r>
      <w:r w:rsidRPr="008A79ED">
        <w:t>ple, am</w:t>
      </w:r>
      <w:r w:rsidRPr="008A79ED">
        <w:rPr>
          <w:u w:val="single"/>
        </w:rPr>
        <w:t>oe</w:t>
      </w:r>
      <w:r w:rsidRPr="008A79ED">
        <w:t>ba</w:t>
      </w:r>
    </w:p>
    <w:p w:rsidR="00DC6215" w:rsidRPr="008A79ED" w:rsidRDefault="00DC6215">
      <w:pPr>
        <w:tabs>
          <w:tab w:val="left" w:pos="-540"/>
          <w:tab w:val="left" w:pos="7380"/>
          <w:tab w:val="left" w:pos="7560"/>
        </w:tabs>
        <w:ind w:left="-720"/>
      </w:pPr>
    </w:p>
    <w:p w:rsidR="00105356" w:rsidRPr="008A79ED" w:rsidRDefault="00105356" w:rsidP="00F75445">
      <w:pPr>
        <w:tabs>
          <w:tab w:val="left" w:pos="-540"/>
          <w:tab w:val="left" w:pos="7380"/>
          <w:tab w:val="left" w:pos="7560"/>
        </w:tabs>
        <w:ind w:left="-720"/>
        <w:rPr>
          <w:b/>
          <w:bCs/>
        </w:rPr>
      </w:pPr>
    </w:p>
    <w:p w:rsidR="00105356" w:rsidRPr="008A79ED" w:rsidRDefault="00105356" w:rsidP="00F75445">
      <w:pPr>
        <w:tabs>
          <w:tab w:val="left" w:pos="-540"/>
          <w:tab w:val="left" w:pos="7380"/>
          <w:tab w:val="left" w:pos="7560"/>
        </w:tabs>
        <w:ind w:left="-720"/>
        <w:rPr>
          <w:b/>
          <w:bCs/>
        </w:rPr>
      </w:pPr>
    </w:p>
    <w:p w:rsidR="00105356" w:rsidRPr="008A79ED" w:rsidRDefault="00105356" w:rsidP="00F75445">
      <w:pPr>
        <w:tabs>
          <w:tab w:val="left" w:pos="-540"/>
          <w:tab w:val="left" w:pos="7380"/>
          <w:tab w:val="left" w:pos="7560"/>
        </w:tabs>
        <w:ind w:left="-720"/>
      </w:pPr>
      <w:r w:rsidRPr="008A79ED">
        <w:t>Vowel contrast</w:t>
      </w:r>
    </w:p>
    <w:p w:rsidR="00105356" w:rsidRPr="008A79ED" w:rsidRDefault="000D2C14" w:rsidP="00F75445">
      <w:pPr>
        <w:tabs>
          <w:tab w:val="left" w:pos="-540"/>
          <w:tab w:val="left" w:pos="7380"/>
          <w:tab w:val="left" w:pos="7560"/>
        </w:tabs>
        <w:ind w:left="-720"/>
      </w:pPr>
      <w:r w:rsidRPr="008A79ED">
        <w:t>/i:/</w:t>
      </w:r>
      <w:r w:rsidRPr="008A79ED">
        <w:tab/>
        <w:t>/I/</w:t>
      </w:r>
    </w:p>
    <w:p w:rsidR="000D2C14" w:rsidRPr="008A79ED" w:rsidRDefault="000D2C14" w:rsidP="00F75445">
      <w:pPr>
        <w:tabs>
          <w:tab w:val="left" w:pos="-540"/>
          <w:tab w:val="left" w:pos="7380"/>
          <w:tab w:val="left" w:pos="7560"/>
        </w:tabs>
        <w:ind w:left="-720"/>
      </w:pPr>
      <w:r w:rsidRPr="008A79ED">
        <w:t>s</w:t>
      </w:r>
      <w:r w:rsidRPr="008A79ED">
        <w:rPr>
          <w:u w:val="single"/>
        </w:rPr>
        <w:t>ea</w:t>
      </w:r>
      <w:r w:rsidRPr="008A79ED">
        <w:t>t</w:t>
      </w:r>
      <w:r w:rsidRPr="008A79ED">
        <w:tab/>
        <w:t>S</w:t>
      </w:r>
      <w:r w:rsidRPr="008A79ED">
        <w:rPr>
          <w:u w:val="single"/>
        </w:rPr>
        <w:t>i</w:t>
      </w:r>
      <w:r w:rsidRPr="008A79ED">
        <w:t>t</w:t>
      </w:r>
    </w:p>
    <w:p w:rsidR="000D2C14" w:rsidRPr="008A79ED" w:rsidRDefault="000D2C14" w:rsidP="00F75445">
      <w:pPr>
        <w:tabs>
          <w:tab w:val="left" w:pos="-540"/>
          <w:tab w:val="left" w:pos="7380"/>
          <w:tab w:val="left" w:pos="7560"/>
        </w:tabs>
        <w:ind w:left="-720"/>
      </w:pPr>
      <w:r w:rsidRPr="008A79ED">
        <w:t>deep</w:t>
      </w:r>
      <w:r w:rsidRPr="008A79ED">
        <w:tab/>
        <w:t>did</w:t>
      </w:r>
    </w:p>
    <w:p w:rsidR="000D2C14" w:rsidRPr="008A79ED" w:rsidRDefault="000D2C14" w:rsidP="00F75445">
      <w:pPr>
        <w:tabs>
          <w:tab w:val="left" w:pos="-540"/>
          <w:tab w:val="left" w:pos="7380"/>
          <w:tab w:val="left" w:pos="7560"/>
        </w:tabs>
        <w:ind w:left="-720"/>
      </w:pPr>
      <w:r w:rsidRPr="008A79ED">
        <w:t>heat</w:t>
      </w:r>
      <w:r w:rsidRPr="008A79ED">
        <w:tab/>
        <w:t>hit</w:t>
      </w:r>
    </w:p>
    <w:p w:rsidR="000D2C14" w:rsidRPr="008A79ED" w:rsidRDefault="002D123C" w:rsidP="00F75445">
      <w:pPr>
        <w:tabs>
          <w:tab w:val="left" w:pos="-540"/>
          <w:tab w:val="left" w:pos="7380"/>
          <w:tab w:val="left" w:pos="7560"/>
        </w:tabs>
        <w:ind w:left="-720"/>
      </w:pPr>
      <w:r w:rsidRPr="008A79ED">
        <w:t>feet</w:t>
      </w:r>
      <w:r w:rsidRPr="008A79ED">
        <w:tab/>
        <w:t>fit</w:t>
      </w:r>
    </w:p>
    <w:p w:rsidR="002D123C" w:rsidRPr="008A79ED" w:rsidRDefault="002D123C" w:rsidP="00F75445">
      <w:pPr>
        <w:tabs>
          <w:tab w:val="left" w:pos="-540"/>
          <w:tab w:val="left" w:pos="7380"/>
          <w:tab w:val="left" w:pos="7560"/>
        </w:tabs>
        <w:ind w:left="-720"/>
      </w:pPr>
      <w:r w:rsidRPr="008A79ED">
        <w:t>read</w:t>
      </w:r>
      <w:r w:rsidRPr="008A79ED">
        <w:tab/>
        <w:t>rid</w:t>
      </w:r>
    </w:p>
    <w:p w:rsidR="002D123C" w:rsidRPr="008A79ED" w:rsidRDefault="002D123C" w:rsidP="00F75445">
      <w:pPr>
        <w:tabs>
          <w:tab w:val="left" w:pos="-540"/>
          <w:tab w:val="left" w:pos="7380"/>
          <w:tab w:val="left" w:pos="7560"/>
        </w:tabs>
        <w:ind w:left="-720"/>
      </w:pPr>
      <w:r w:rsidRPr="008A79ED">
        <w:t>bid</w:t>
      </w:r>
      <w:r w:rsidRPr="008A79ED">
        <w:tab/>
        <w:t>bead</w:t>
      </w:r>
    </w:p>
    <w:p w:rsidR="002D123C" w:rsidRPr="008A79ED" w:rsidRDefault="002D123C" w:rsidP="00F75445">
      <w:pPr>
        <w:tabs>
          <w:tab w:val="left" w:pos="-540"/>
          <w:tab w:val="left" w:pos="7380"/>
          <w:tab w:val="left" w:pos="7560"/>
        </w:tabs>
        <w:ind w:left="-720"/>
      </w:pPr>
      <w:r w:rsidRPr="008A79ED">
        <w:t>dip</w:t>
      </w:r>
      <w:r w:rsidRPr="008A79ED">
        <w:tab/>
        <w:t>deep</w:t>
      </w:r>
    </w:p>
    <w:p w:rsidR="002D123C" w:rsidRPr="008A79ED" w:rsidRDefault="002D123C" w:rsidP="00F75445">
      <w:pPr>
        <w:tabs>
          <w:tab w:val="left" w:pos="-540"/>
          <w:tab w:val="left" w:pos="7380"/>
          <w:tab w:val="left" w:pos="7560"/>
        </w:tabs>
        <w:ind w:left="-720"/>
      </w:pPr>
      <w:r w:rsidRPr="008A79ED">
        <w:t>lip</w:t>
      </w:r>
      <w:r w:rsidRPr="008A79ED">
        <w:tab/>
        <w:t>leap</w:t>
      </w:r>
    </w:p>
    <w:p w:rsidR="002D123C" w:rsidRPr="008A79ED" w:rsidRDefault="002D123C" w:rsidP="00F75445">
      <w:pPr>
        <w:tabs>
          <w:tab w:val="left" w:pos="-540"/>
          <w:tab w:val="left" w:pos="7380"/>
          <w:tab w:val="left" w:pos="7560"/>
        </w:tabs>
        <w:ind w:left="-720"/>
      </w:pPr>
    </w:p>
    <w:p w:rsidR="002D123C" w:rsidRPr="008A79ED" w:rsidRDefault="002D123C" w:rsidP="002D123C">
      <w:pPr>
        <w:tabs>
          <w:tab w:val="left" w:pos="-540"/>
          <w:tab w:val="left" w:pos="7380"/>
          <w:tab w:val="left" w:pos="7560"/>
        </w:tabs>
        <w:ind w:left="-720"/>
      </w:pPr>
      <w:r w:rsidRPr="008A79ED">
        <w:t>There is a great difference between /i:/ and the short /I/. This difference is shown by keeping the tongue longer in the same position for the pronunciation of /I:/ than you will do for the pronunciation of /I/.</w:t>
      </w:r>
    </w:p>
    <w:p w:rsidR="002D123C" w:rsidRPr="008A79ED" w:rsidRDefault="002D123C" w:rsidP="002D123C">
      <w:pPr>
        <w:tabs>
          <w:tab w:val="left" w:pos="-540"/>
          <w:tab w:val="left" w:pos="7380"/>
          <w:tab w:val="left" w:pos="7560"/>
        </w:tabs>
        <w:ind w:left="-720"/>
      </w:pPr>
    </w:p>
    <w:p w:rsidR="003D3569" w:rsidRPr="008A79ED" w:rsidRDefault="00EA79E7" w:rsidP="002D123C">
      <w:pPr>
        <w:tabs>
          <w:tab w:val="left" w:pos="-540"/>
          <w:tab w:val="left" w:pos="7380"/>
          <w:tab w:val="left" w:pos="7560"/>
        </w:tabs>
        <w:ind w:left="-720"/>
      </w:pPr>
      <w:r w:rsidRPr="008A79ED">
        <w:rPr>
          <w:b/>
          <w:bCs/>
        </w:rPr>
        <w:t>Evaluation:</w:t>
      </w:r>
      <w:r w:rsidRPr="008A79ED">
        <w:t xml:space="preserve"> words </w:t>
      </w:r>
    </w:p>
    <w:p w:rsidR="00EA79E7" w:rsidRPr="008A79ED" w:rsidRDefault="00EA79E7" w:rsidP="002D123C">
      <w:pPr>
        <w:tabs>
          <w:tab w:val="left" w:pos="-540"/>
          <w:tab w:val="left" w:pos="7380"/>
          <w:tab w:val="left" w:pos="7560"/>
        </w:tabs>
        <w:ind w:left="-720"/>
      </w:pPr>
      <w:r w:rsidRPr="008A79ED">
        <w:t>1. Find five pairs</w:t>
      </w:r>
      <w:r w:rsidR="00307223" w:rsidRPr="008A79ED">
        <w:t xml:space="preserve"> of words that can sho</w:t>
      </w:r>
      <w:r w:rsidRPr="008A79ED">
        <w:t>w the contrast between the short /I</w:t>
      </w:r>
      <w:proofErr w:type="gramStart"/>
      <w:r w:rsidRPr="008A79ED">
        <w:t>/  and</w:t>
      </w:r>
      <w:proofErr w:type="gramEnd"/>
      <w:r w:rsidRPr="008A79ED">
        <w:t xml:space="preserve"> the long /I:/ as in the examples above.</w:t>
      </w:r>
    </w:p>
    <w:p w:rsidR="00EA79E7" w:rsidRPr="008A79ED" w:rsidRDefault="00EA79E7" w:rsidP="002D123C">
      <w:pPr>
        <w:tabs>
          <w:tab w:val="left" w:pos="-540"/>
          <w:tab w:val="left" w:pos="7380"/>
          <w:tab w:val="left" w:pos="7560"/>
        </w:tabs>
        <w:ind w:left="-720"/>
      </w:pPr>
    </w:p>
    <w:p w:rsidR="00EA79E7" w:rsidRPr="008A79ED" w:rsidRDefault="00EA79E7" w:rsidP="002D123C">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Structure –function of verbs</w:t>
      </w:r>
    </w:p>
    <w:p w:rsidR="00DC6215" w:rsidRPr="008A79ED" w:rsidRDefault="00DC6215">
      <w:pPr>
        <w:tabs>
          <w:tab w:val="left" w:pos="-540"/>
          <w:tab w:val="left" w:pos="7380"/>
          <w:tab w:val="left" w:pos="7560"/>
        </w:tabs>
        <w:ind w:left="-720"/>
      </w:pPr>
      <w:r w:rsidRPr="008A79ED">
        <w:rPr>
          <w:b/>
        </w:rPr>
        <w:t>Content</w:t>
      </w:r>
    </w:p>
    <w:p w:rsidR="00DC6215" w:rsidRPr="008A79ED" w:rsidRDefault="00DC6215">
      <w:pPr>
        <w:tabs>
          <w:tab w:val="left" w:pos="-540"/>
          <w:tab w:val="left" w:pos="7380"/>
          <w:tab w:val="left" w:pos="7560"/>
        </w:tabs>
        <w:ind w:left="-720"/>
      </w:pPr>
      <w:r w:rsidRPr="008A79ED">
        <w:t>A verb is a word that tells or asserts something about a person or thing. Verbs comes from the Latin, verbum, a word. It is so called because it is the most important word in a sentence.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Functions of verbs</w:t>
      </w:r>
    </w:p>
    <w:p w:rsidR="00DC6215" w:rsidRPr="008A79ED" w:rsidRDefault="00DC6215">
      <w:pPr>
        <w:tabs>
          <w:tab w:val="left" w:pos="-540"/>
          <w:tab w:val="left" w:pos="7380"/>
          <w:tab w:val="left" w:pos="7560"/>
        </w:tabs>
        <w:ind w:left="-720"/>
      </w:pPr>
      <w:r w:rsidRPr="008A79ED">
        <w:t>A verb may tell us:</w:t>
      </w:r>
    </w:p>
    <w:p w:rsidR="00DC6215" w:rsidRPr="008A79ED" w:rsidRDefault="00DC6215">
      <w:pPr>
        <w:tabs>
          <w:tab w:val="left" w:pos="-540"/>
          <w:tab w:val="left" w:pos="7380"/>
          <w:tab w:val="left" w:pos="7560"/>
        </w:tabs>
        <w:ind w:left="-720"/>
      </w:pPr>
      <w:r w:rsidRPr="008A79ED">
        <w:t xml:space="preserve">1. What a person or thing does; as, Anthony </w:t>
      </w:r>
      <w:r w:rsidRPr="008A79ED">
        <w:rPr>
          <w:u w:val="single"/>
        </w:rPr>
        <w:t>laughs</w:t>
      </w:r>
      <w:r w:rsidRPr="008A79ED">
        <w:t>.</w:t>
      </w:r>
    </w:p>
    <w:p w:rsidR="00DC6215" w:rsidRPr="008A79ED" w:rsidRDefault="00DC6215">
      <w:pPr>
        <w:tabs>
          <w:tab w:val="left" w:pos="-540"/>
          <w:tab w:val="left" w:pos="7380"/>
          <w:tab w:val="left" w:pos="7560"/>
        </w:tabs>
        <w:ind w:left="-720"/>
      </w:pPr>
      <w:r w:rsidRPr="008A79ED">
        <w:t xml:space="preserve">The clock </w:t>
      </w:r>
      <w:r w:rsidRPr="008A79ED">
        <w:rPr>
          <w:u w:val="single"/>
        </w:rPr>
        <w:t>strikes</w:t>
      </w:r>
      <w:r w:rsidRPr="008A79ED">
        <w:t>.</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t xml:space="preserve">2. What is done to a person or thing; Harry is </w:t>
      </w:r>
      <w:r w:rsidRPr="008A79ED">
        <w:rPr>
          <w:u w:val="single"/>
        </w:rPr>
        <w:t>scolded</w:t>
      </w:r>
      <w:r w:rsidRPr="008A79ED">
        <w:t>.</w:t>
      </w:r>
    </w:p>
    <w:p w:rsidR="00DC6215" w:rsidRPr="008A79ED" w:rsidRDefault="00DC6215">
      <w:pPr>
        <w:tabs>
          <w:tab w:val="left" w:pos="-540"/>
          <w:tab w:val="left" w:pos="7380"/>
          <w:tab w:val="left" w:pos="7560"/>
        </w:tabs>
        <w:ind w:left="-720"/>
      </w:pPr>
      <w:r w:rsidRPr="008A79ED">
        <w:t xml:space="preserve">The window is </w:t>
      </w:r>
      <w:r w:rsidRPr="008A79ED">
        <w:rPr>
          <w:u w:val="single"/>
        </w:rPr>
        <w:t>broken</w:t>
      </w:r>
      <w:r w:rsidRPr="008A79ED">
        <w:t>.</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t xml:space="preserve">3. What a person or thing is; as </w:t>
      </w:r>
      <w:proofErr w:type="gramStart"/>
      <w:r w:rsidRPr="008A79ED">
        <w:t>The</w:t>
      </w:r>
      <w:proofErr w:type="gramEnd"/>
      <w:r w:rsidRPr="008A79ED">
        <w:t xml:space="preserve"> cat </w:t>
      </w:r>
      <w:r w:rsidRPr="008A79ED">
        <w:rPr>
          <w:u w:val="single"/>
        </w:rPr>
        <w:t>is</w:t>
      </w:r>
      <w:r w:rsidRPr="008A79ED">
        <w:t xml:space="preserve"> dead.</w:t>
      </w:r>
    </w:p>
    <w:p w:rsidR="00DC6215" w:rsidRPr="008A79ED" w:rsidRDefault="00DC6215">
      <w:pPr>
        <w:tabs>
          <w:tab w:val="left" w:pos="-540"/>
          <w:tab w:val="left" w:pos="7380"/>
          <w:tab w:val="left" w:pos="7560"/>
        </w:tabs>
        <w:ind w:left="-720"/>
      </w:pPr>
      <w:r w:rsidRPr="008A79ED">
        <w:t xml:space="preserve">I </w:t>
      </w:r>
      <w:r w:rsidRPr="008A79ED">
        <w:rPr>
          <w:u w:val="single"/>
        </w:rPr>
        <w:t>feel</w:t>
      </w:r>
      <w:r w:rsidRPr="008A79ED">
        <w:t xml:space="preserve"> sorry.</w:t>
      </w:r>
    </w:p>
    <w:p w:rsidR="00DC6215" w:rsidRPr="008A79ED" w:rsidRDefault="00DC6215">
      <w:pPr>
        <w:tabs>
          <w:tab w:val="left" w:pos="-540"/>
          <w:tab w:val="left" w:pos="7380"/>
          <w:tab w:val="left" w:pos="7560"/>
        </w:tabs>
        <w:ind w:left="-720"/>
      </w:pPr>
      <w:r w:rsidRPr="008A79ED">
        <w:t xml:space="preserve">Glass </w:t>
      </w:r>
      <w:r w:rsidRPr="008A79ED">
        <w:rPr>
          <w:u w:val="single"/>
        </w:rPr>
        <w:t>is</w:t>
      </w:r>
      <w:r w:rsidRPr="008A79ED">
        <w:t xml:space="preserve"> brittle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t>A verb is a word used to tell or assert something about some person or thing.</w:t>
      </w:r>
    </w:p>
    <w:p w:rsidR="00DC6215" w:rsidRPr="008A79ED" w:rsidRDefault="00DC6215">
      <w:pPr>
        <w:tabs>
          <w:tab w:val="left" w:pos="-540"/>
          <w:tab w:val="left" w:pos="7380"/>
          <w:tab w:val="left" w:pos="7560"/>
        </w:tabs>
        <w:ind w:left="-720"/>
      </w:pPr>
      <w:r w:rsidRPr="008A79ED">
        <w:t>A verb often consists of more than one word as,</w:t>
      </w:r>
    </w:p>
    <w:p w:rsidR="00DC6215" w:rsidRPr="008A79ED" w:rsidRDefault="00DC6215">
      <w:pPr>
        <w:tabs>
          <w:tab w:val="left" w:pos="-540"/>
          <w:tab w:val="left" w:pos="7380"/>
          <w:tab w:val="left" w:pos="7560"/>
        </w:tabs>
        <w:ind w:left="-720"/>
      </w:pPr>
      <w:r w:rsidRPr="008A79ED">
        <w:t xml:space="preserve">The girls </w:t>
      </w:r>
      <w:r w:rsidRPr="008A79ED">
        <w:rPr>
          <w:u w:val="single"/>
        </w:rPr>
        <w:t>were singing</w:t>
      </w:r>
      <w:r w:rsidRPr="008A79ED">
        <w:t>.</w:t>
      </w:r>
    </w:p>
    <w:p w:rsidR="00DC6215" w:rsidRPr="008A79ED" w:rsidRDefault="00DC6215">
      <w:pPr>
        <w:tabs>
          <w:tab w:val="left" w:pos="-540"/>
          <w:tab w:val="left" w:pos="7380"/>
          <w:tab w:val="left" w:pos="7560"/>
        </w:tabs>
        <w:ind w:left="-720"/>
      </w:pPr>
      <w:r w:rsidRPr="008A79ED">
        <w:t>I</w:t>
      </w:r>
      <w:r w:rsidRPr="008A79ED">
        <w:rPr>
          <w:u w:val="single"/>
        </w:rPr>
        <w:t xml:space="preserve"> have learnt</w:t>
      </w:r>
      <w:r w:rsidRPr="008A79ED">
        <w:t xml:space="preserve"> my lesson</w:t>
      </w:r>
    </w:p>
    <w:p w:rsidR="00DC6215" w:rsidRPr="008A79ED" w:rsidRDefault="00DC6215">
      <w:pPr>
        <w:tabs>
          <w:tab w:val="left" w:pos="-540"/>
          <w:tab w:val="left" w:pos="7380"/>
          <w:tab w:val="left" w:pos="7560"/>
        </w:tabs>
        <w:ind w:left="-720"/>
      </w:pPr>
      <w:r w:rsidRPr="008A79ED">
        <w:lastRenderedPageBreak/>
        <w:t xml:space="preserve">The watch </w:t>
      </w:r>
      <w:r w:rsidRPr="008A79ED">
        <w:rPr>
          <w:u w:val="single"/>
        </w:rPr>
        <w:t xml:space="preserve">has been </w:t>
      </w:r>
      <w:r w:rsidRPr="008A79ED">
        <w:t>found.</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rPr>
          <w:b/>
        </w:rPr>
      </w:pPr>
      <w:r w:rsidRPr="008A79ED">
        <w:rPr>
          <w:b/>
          <w:u w:val="single"/>
        </w:rPr>
        <w:t>Auxiliary verbs</w:t>
      </w:r>
    </w:p>
    <w:p w:rsidR="00DC6215" w:rsidRPr="008A79ED" w:rsidRDefault="00DC6215">
      <w:pPr>
        <w:tabs>
          <w:tab w:val="left" w:pos="-540"/>
          <w:tab w:val="left" w:pos="7380"/>
          <w:tab w:val="left" w:pos="7560"/>
        </w:tabs>
        <w:ind w:left="-720"/>
      </w:pPr>
      <w:r w:rsidRPr="008A79ED">
        <w:t xml:space="preserve">These are helping verbs. They </w:t>
      </w:r>
      <w:proofErr w:type="spellStart"/>
      <w:r w:rsidRPr="008A79ED">
        <w:t>can not</w:t>
      </w:r>
      <w:proofErr w:type="spellEnd"/>
      <w:r w:rsidRPr="008A79ED">
        <w:t xml:space="preserve"> stand on their own. They help to form the tenses of verbs </w:t>
      </w:r>
      <w:proofErr w:type="spellStart"/>
      <w:r w:rsidRPr="008A79ED">
        <w:t>e.g</w:t>
      </w:r>
      <w:proofErr w:type="spellEnd"/>
    </w:p>
    <w:p w:rsidR="00DC6215" w:rsidRPr="008A79ED" w:rsidRDefault="00DC6215">
      <w:pPr>
        <w:tabs>
          <w:tab w:val="left" w:pos="-540"/>
          <w:tab w:val="left" w:pos="7380"/>
          <w:tab w:val="left" w:pos="7560"/>
        </w:tabs>
      </w:pPr>
      <w:r w:rsidRPr="008A79ED">
        <w:t xml:space="preserve">I </w:t>
      </w:r>
      <w:proofErr w:type="gramStart"/>
      <w:r w:rsidRPr="008A79ED">
        <w:rPr>
          <w:u w:val="single"/>
        </w:rPr>
        <w:t xml:space="preserve">have </w:t>
      </w:r>
      <w:r w:rsidRPr="008A79ED">
        <w:t xml:space="preserve"> written</w:t>
      </w:r>
      <w:proofErr w:type="gramEnd"/>
      <w:r w:rsidRPr="008A79ED">
        <w:t xml:space="preserve"> it</w:t>
      </w:r>
    </w:p>
    <w:p w:rsidR="00DC6215" w:rsidRPr="008A79ED" w:rsidRDefault="00DC6215">
      <w:pPr>
        <w:tabs>
          <w:tab w:val="left" w:pos="-540"/>
          <w:tab w:val="left" w:pos="7380"/>
          <w:tab w:val="left" w:pos="7560"/>
        </w:tabs>
      </w:pPr>
      <w:r w:rsidRPr="008A79ED">
        <w:t xml:space="preserve">She </w:t>
      </w:r>
      <w:r w:rsidRPr="008A79ED">
        <w:rPr>
          <w:u w:val="single"/>
        </w:rPr>
        <w:t>has</w:t>
      </w:r>
      <w:r w:rsidRPr="008A79ED">
        <w:t xml:space="preserve"> done it</w:t>
      </w:r>
    </w:p>
    <w:p w:rsidR="00DC6215" w:rsidRPr="008A79ED" w:rsidRDefault="00DC6215">
      <w:pPr>
        <w:tabs>
          <w:tab w:val="left" w:pos="-540"/>
          <w:tab w:val="left" w:pos="7380"/>
          <w:tab w:val="left" w:pos="7560"/>
        </w:tabs>
      </w:pPr>
      <w:r w:rsidRPr="008A79ED">
        <w:t xml:space="preserve">They </w:t>
      </w:r>
      <w:proofErr w:type="gramStart"/>
      <w:r w:rsidRPr="008A79ED">
        <w:rPr>
          <w:u w:val="single"/>
        </w:rPr>
        <w:t xml:space="preserve">are </w:t>
      </w:r>
      <w:r w:rsidRPr="008A79ED">
        <w:t xml:space="preserve"> going</w:t>
      </w:r>
      <w:proofErr w:type="gramEnd"/>
    </w:p>
    <w:p w:rsidR="00DC6215" w:rsidRPr="008A79ED" w:rsidRDefault="00DC6215">
      <w:pPr>
        <w:tabs>
          <w:tab w:val="left" w:pos="-540"/>
          <w:tab w:val="left" w:pos="7380"/>
          <w:tab w:val="left" w:pos="7560"/>
        </w:tabs>
      </w:pPr>
      <w:r w:rsidRPr="008A79ED">
        <w:t xml:space="preserve">They </w:t>
      </w:r>
      <w:r w:rsidRPr="008A79ED">
        <w:rPr>
          <w:u w:val="single"/>
        </w:rPr>
        <w:t xml:space="preserve">were </w:t>
      </w:r>
      <w:r w:rsidRPr="008A79ED">
        <w:t>going</w:t>
      </w:r>
    </w:p>
    <w:p w:rsidR="00DC6215" w:rsidRPr="008A79ED" w:rsidRDefault="00DC6215">
      <w:pPr>
        <w:tabs>
          <w:tab w:val="left" w:pos="-540"/>
          <w:tab w:val="left" w:pos="7380"/>
          <w:tab w:val="left" w:pos="7560"/>
        </w:tabs>
      </w:pPr>
      <w:r w:rsidRPr="008A79ED">
        <w:t xml:space="preserve">She </w:t>
      </w:r>
      <w:r w:rsidRPr="008A79ED">
        <w:rPr>
          <w:u w:val="single"/>
        </w:rPr>
        <w:t xml:space="preserve">is </w:t>
      </w:r>
      <w:r w:rsidRPr="008A79ED">
        <w:t>dancing</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Modal Auxiliaries</w:t>
      </w:r>
    </w:p>
    <w:p w:rsidR="00DC6215" w:rsidRPr="008A79ED" w:rsidRDefault="00DC6215">
      <w:pPr>
        <w:tabs>
          <w:tab w:val="left" w:pos="-540"/>
          <w:tab w:val="left" w:pos="7380"/>
          <w:tab w:val="left" w:pos="7560"/>
        </w:tabs>
        <w:ind w:left="-720"/>
      </w:pPr>
      <w:r w:rsidRPr="008A79ED">
        <w:t>These express ideas such as possibility, probability, ability, certainty, willingness, obligation, permission, necessity, request, compulsion etc.</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Examples</w:t>
      </w:r>
    </w:p>
    <w:p w:rsidR="00DC6215" w:rsidRPr="008A79ED" w:rsidRDefault="00DC6215">
      <w:pPr>
        <w:tabs>
          <w:tab w:val="left" w:pos="-540"/>
          <w:tab w:val="left" w:pos="7380"/>
          <w:tab w:val="left" w:pos="7560"/>
        </w:tabs>
      </w:pPr>
      <w:r w:rsidRPr="008A79ED">
        <w:t xml:space="preserve">I </w:t>
      </w:r>
      <w:proofErr w:type="gramStart"/>
      <w:r w:rsidRPr="008A79ED">
        <w:rPr>
          <w:u w:val="single"/>
        </w:rPr>
        <w:t xml:space="preserve">can </w:t>
      </w:r>
      <w:r w:rsidRPr="008A79ED">
        <w:t xml:space="preserve"> carry</w:t>
      </w:r>
      <w:proofErr w:type="gramEnd"/>
      <w:r w:rsidRPr="008A79ED">
        <w:t xml:space="preserve"> the load (ability)</w:t>
      </w:r>
    </w:p>
    <w:p w:rsidR="00DC6215" w:rsidRPr="008A79ED" w:rsidRDefault="00DC6215">
      <w:pPr>
        <w:tabs>
          <w:tab w:val="left" w:pos="-540"/>
          <w:tab w:val="left" w:pos="7380"/>
          <w:tab w:val="left" w:pos="7560"/>
        </w:tabs>
      </w:pPr>
      <w:r w:rsidRPr="008A79ED">
        <w:t xml:space="preserve">We </w:t>
      </w:r>
      <w:r w:rsidRPr="008A79ED">
        <w:rPr>
          <w:u w:val="single"/>
        </w:rPr>
        <w:t>may</w:t>
      </w:r>
      <w:r w:rsidRPr="008A79ED">
        <w:t xml:space="preserve"> see tomorrow (probability)</w:t>
      </w:r>
    </w:p>
    <w:p w:rsidR="00DC6215" w:rsidRPr="008A79ED" w:rsidRDefault="00DC6215">
      <w:pPr>
        <w:tabs>
          <w:tab w:val="left" w:pos="-540"/>
          <w:tab w:val="left" w:pos="7380"/>
          <w:tab w:val="left" w:pos="7560"/>
        </w:tabs>
      </w:pPr>
      <w:r w:rsidRPr="008A79ED">
        <w:t xml:space="preserve">I </w:t>
      </w:r>
      <w:proofErr w:type="gramStart"/>
      <w:r w:rsidRPr="008A79ED">
        <w:rPr>
          <w:u w:val="single"/>
        </w:rPr>
        <w:t xml:space="preserve">must </w:t>
      </w:r>
      <w:r w:rsidRPr="008A79ED">
        <w:t xml:space="preserve"> do</w:t>
      </w:r>
      <w:proofErr w:type="gramEnd"/>
      <w:r w:rsidRPr="008A79ED">
        <w:t xml:space="preserve"> the assignment (certainty)</w:t>
      </w:r>
    </w:p>
    <w:p w:rsidR="00DC6215" w:rsidRPr="008A79ED" w:rsidRDefault="00DC6215">
      <w:pPr>
        <w:tabs>
          <w:tab w:val="left" w:pos="-540"/>
          <w:tab w:val="left" w:pos="7380"/>
          <w:tab w:val="left" w:pos="7560"/>
        </w:tabs>
      </w:pPr>
      <w:r w:rsidRPr="008A79ED">
        <w:t xml:space="preserve">They </w:t>
      </w:r>
      <w:r w:rsidRPr="008A79ED">
        <w:rPr>
          <w:u w:val="single"/>
        </w:rPr>
        <w:t>will</w:t>
      </w:r>
      <w:r w:rsidRPr="008A79ED">
        <w:t xml:space="preserve"> come (possibility)</w:t>
      </w:r>
    </w:p>
    <w:p w:rsidR="00DC6215" w:rsidRPr="008A79ED" w:rsidRDefault="00DC6215">
      <w:pPr>
        <w:tabs>
          <w:tab w:val="left" w:pos="-540"/>
          <w:tab w:val="left" w:pos="7380"/>
          <w:tab w:val="left" w:pos="7560"/>
        </w:tabs>
      </w:pPr>
      <w:r w:rsidRPr="008A79ED">
        <w:t xml:space="preserve">You </w:t>
      </w:r>
      <w:r w:rsidRPr="008A79ED">
        <w:rPr>
          <w:u w:val="single"/>
        </w:rPr>
        <w:t>must</w:t>
      </w:r>
      <w:r w:rsidRPr="008A79ED">
        <w:t xml:space="preserve"> do your assignment now (compulsion)</w:t>
      </w:r>
    </w:p>
    <w:p w:rsidR="00DC6215" w:rsidRPr="008A79ED" w:rsidRDefault="00DC6215">
      <w:pPr>
        <w:tabs>
          <w:tab w:val="left" w:pos="-540"/>
          <w:tab w:val="left" w:pos="7380"/>
          <w:tab w:val="left" w:pos="7560"/>
        </w:tabs>
      </w:pPr>
      <w:r w:rsidRPr="008A79ED">
        <w:t xml:space="preserve">You </w:t>
      </w:r>
      <w:proofErr w:type="gramStart"/>
      <w:r w:rsidRPr="008A79ED">
        <w:rPr>
          <w:u w:val="single"/>
        </w:rPr>
        <w:t xml:space="preserve">can </w:t>
      </w:r>
      <w:r w:rsidRPr="008A79ED">
        <w:t xml:space="preserve"> go</w:t>
      </w:r>
      <w:proofErr w:type="gramEnd"/>
      <w:r w:rsidRPr="008A79ED">
        <w:t xml:space="preserve"> there. (permission)</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Evaluation</w:t>
      </w:r>
      <w:r w:rsidRPr="008A79ED">
        <w:t>:</w:t>
      </w:r>
    </w:p>
    <w:p w:rsidR="00DC6215" w:rsidRPr="008A79ED" w:rsidRDefault="00DC6215">
      <w:pPr>
        <w:tabs>
          <w:tab w:val="left" w:pos="-540"/>
          <w:tab w:val="left" w:pos="7380"/>
          <w:tab w:val="left" w:pos="7560"/>
        </w:tabs>
        <w:ind w:left="-720"/>
      </w:pPr>
      <w:r w:rsidRPr="008A79ED">
        <w:t>Say the function of each of the underlined verb in each of the sentences below.</w:t>
      </w:r>
    </w:p>
    <w:p w:rsidR="00DC6215" w:rsidRPr="008A79ED" w:rsidRDefault="00DC6215">
      <w:pPr>
        <w:tabs>
          <w:tab w:val="left" w:pos="-540"/>
          <w:tab w:val="left" w:pos="7380"/>
          <w:tab w:val="left" w:pos="7560"/>
        </w:tabs>
      </w:pPr>
      <w:r w:rsidRPr="008A79ED">
        <w:t xml:space="preserve">Harry </w:t>
      </w:r>
      <w:r w:rsidRPr="008A79ED">
        <w:rPr>
          <w:u w:val="single"/>
        </w:rPr>
        <w:t>is</w:t>
      </w:r>
      <w:r w:rsidRPr="008A79ED">
        <w:t xml:space="preserve"> tall</w:t>
      </w:r>
    </w:p>
    <w:p w:rsidR="00DC6215" w:rsidRPr="008A79ED" w:rsidRDefault="00DC6215">
      <w:pPr>
        <w:tabs>
          <w:tab w:val="left" w:pos="-540"/>
          <w:tab w:val="left" w:pos="7380"/>
          <w:tab w:val="left" w:pos="7560"/>
        </w:tabs>
      </w:pPr>
      <w:r w:rsidRPr="008A79ED">
        <w:t xml:space="preserve">Bola </w:t>
      </w:r>
      <w:r w:rsidRPr="008A79ED">
        <w:rPr>
          <w:u w:val="single"/>
        </w:rPr>
        <w:t>sings</w:t>
      </w:r>
    </w:p>
    <w:p w:rsidR="00DC6215" w:rsidRPr="008A79ED" w:rsidRDefault="00DC6215">
      <w:pPr>
        <w:tabs>
          <w:tab w:val="left" w:pos="-540"/>
          <w:tab w:val="left" w:pos="7380"/>
          <w:tab w:val="left" w:pos="7560"/>
        </w:tabs>
      </w:pPr>
      <w:r w:rsidRPr="008A79ED">
        <w:t xml:space="preserve">Olawale was </w:t>
      </w:r>
      <w:r w:rsidRPr="008A79ED">
        <w:rPr>
          <w:u w:val="single"/>
        </w:rPr>
        <w:t>singing</w:t>
      </w:r>
    </w:p>
    <w:p w:rsidR="00DC6215" w:rsidRPr="008A79ED" w:rsidRDefault="00DC6215">
      <w:pPr>
        <w:tabs>
          <w:tab w:val="left" w:pos="-540"/>
          <w:tab w:val="left" w:pos="7380"/>
          <w:tab w:val="left" w:pos="7560"/>
        </w:tabs>
      </w:pPr>
      <w:r w:rsidRPr="008A79ED">
        <w:t xml:space="preserve">I </w:t>
      </w:r>
      <w:r w:rsidRPr="008A79ED">
        <w:rPr>
          <w:u w:val="single"/>
        </w:rPr>
        <w:t>can</w:t>
      </w:r>
      <w:r w:rsidRPr="008A79ED">
        <w:t xml:space="preserve"> swim</w:t>
      </w:r>
    </w:p>
    <w:p w:rsidR="00DC6215" w:rsidRPr="008A79ED" w:rsidRDefault="00DC6215">
      <w:pPr>
        <w:tabs>
          <w:tab w:val="left" w:pos="-540"/>
          <w:tab w:val="left" w:pos="7380"/>
          <w:tab w:val="left" w:pos="7560"/>
        </w:tabs>
      </w:pPr>
      <w:r w:rsidRPr="008A79ED">
        <w:t xml:space="preserve">You </w:t>
      </w:r>
      <w:proofErr w:type="gramStart"/>
      <w:r w:rsidRPr="008A79ED">
        <w:rPr>
          <w:u w:val="single"/>
        </w:rPr>
        <w:t xml:space="preserve">may </w:t>
      </w:r>
      <w:r w:rsidRPr="008A79ED">
        <w:t xml:space="preserve"> go</w:t>
      </w:r>
      <w:proofErr w:type="gramEnd"/>
      <w:r w:rsidRPr="008A79ED">
        <w:t xml:space="preserve"> home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Topic:</w:t>
      </w:r>
      <w:r w:rsidRPr="008A79ED">
        <w:t xml:space="preserve"> Present Tense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Content</w:t>
      </w:r>
    </w:p>
    <w:p w:rsidR="00DC6215" w:rsidRPr="008A79ED" w:rsidRDefault="00DC6215">
      <w:pPr>
        <w:tabs>
          <w:tab w:val="left" w:pos="-540"/>
          <w:tab w:val="left" w:pos="7380"/>
          <w:tab w:val="left" w:pos="7560"/>
        </w:tabs>
        <w:ind w:left="-720"/>
      </w:pPr>
      <w:r w:rsidRPr="008A79ED">
        <w:t>A verb that refers to the present time is said to be in the present tense.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Examples</w:t>
      </w:r>
    </w:p>
    <w:p w:rsidR="00DC6215" w:rsidRPr="008A79ED" w:rsidRDefault="00DC6215">
      <w:pPr>
        <w:tabs>
          <w:tab w:val="left" w:pos="-540"/>
          <w:tab w:val="left" w:pos="7380"/>
          <w:tab w:val="left" w:pos="7560"/>
        </w:tabs>
      </w:pPr>
      <w:r w:rsidRPr="008A79ED">
        <w:t>I write letters to him.</w:t>
      </w:r>
    </w:p>
    <w:p w:rsidR="00DC6215" w:rsidRPr="008A79ED" w:rsidRDefault="00DC6215">
      <w:pPr>
        <w:tabs>
          <w:tab w:val="left" w:pos="-540"/>
          <w:tab w:val="left" w:pos="7380"/>
          <w:tab w:val="left" w:pos="7560"/>
        </w:tabs>
      </w:pPr>
      <w:r w:rsidRPr="008A79ED">
        <w:t xml:space="preserve"> I run errands for my mother</w:t>
      </w:r>
    </w:p>
    <w:p w:rsidR="00DC6215" w:rsidRPr="008A79ED" w:rsidRDefault="00DC6215">
      <w:pPr>
        <w:tabs>
          <w:tab w:val="left" w:pos="-540"/>
          <w:tab w:val="left" w:pos="7380"/>
          <w:tab w:val="left" w:pos="7560"/>
        </w:tabs>
      </w:pPr>
      <w:r w:rsidRPr="008A79ED">
        <w:t xml:space="preserve"> We pray together every morning</w:t>
      </w:r>
    </w:p>
    <w:p w:rsidR="00DC6215" w:rsidRPr="008A79ED" w:rsidRDefault="00DC6215">
      <w:pPr>
        <w:tabs>
          <w:tab w:val="left" w:pos="-540"/>
          <w:tab w:val="left" w:pos="7380"/>
          <w:tab w:val="left" w:pos="7560"/>
        </w:tabs>
      </w:pPr>
      <w:r w:rsidRPr="008A79ED">
        <w:t>Many types so fast</w:t>
      </w:r>
    </w:p>
    <w:p w:rsidR="00DC6215" w:rsidRPr="008A79ED" w:rsidRDefault="00DC6215">
      <w:pPr>
        <w:tabs>
          <w:tab w:val="left" w:pos="-540"/>
          <w:tab w:val="left" w:pos="7380"/>
          <w:tab w:val="left" w:pos="7560"/>
        </w:tabs>
      </w:pPr>
      <w:r w:rsidRPr="008A79ED">
        <w:t>She goes to School.</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t>More verbs (Present tense)</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5760"/>
        </w:tabs>
        <w:ind w:left="-720"/>
      </w:pPr>
      <w:r w:rsidRPr="008A79ED">
        <w:rPr>
          <w:b/>
        </w:rPr>
        <w:t>Present Tense</w:t>
      </w:r>
      <w:r w:rsidRPr="008A79ED">
        <w:tab/>
      </w:r>
      <w:r w:rsidRPr="008A79ED">
        <w:rPr>
          <w:b/>
        </w:rPr>
        <w:t>Past Tense</w:t>
      </w:r>
    </w:p>
    <w:p w:rsidR="00DC6215" w:rsidRPr="008A79ED" w:rsidRDefault="00DC6215">
      <w:pPr>
        <w:tabs>
          <w:tab w:val="left" w:pos="-540"/>
          <w:tab w:val="left" w:pos="5760"/>
        </w:tabs>
        <w:ind w:left="-720"/>
      </w:pPr>
      <w:r w:rsidRPr="008A79ED">
        <w:t>Broad cast</w:t>
      </w:r>
      <w:r w:rsidRPr="008A79ED">
        <w:tab/>
        <w:t>broadcast</w:t>
      </w:r>
    </w:p>
    <w:p w:rsidR="00DC6215" w:rsidRPr="008A79ED" w:rsidRDefault="00DC6215">
      <w:pPr>
        <w:tabs>
          <w:tab w:val="left" w:pos="-540"/>
          <w:tab w:val="left" w:pos="5760"/>
        </w:tabs>
        <w:ind w:left="-720"/>
      </w:pPr>
      <w:r w:rsidRPr="008A79ED">
        <w:t>Rid</w:t>
      </w:r>
      <w:r w:rsidRPr="008A79ED">
        <w:tab/>
      </w:r>
      <w:proofErr w:type="spellStart"/>
      <w:r w:rsidRPr="008A79ED">
        <w:t>rid</w:t>
      </w:r>
      <w:proofErr w:type="spellEnd"/>
    </w:p>
    <w:p w:rsidR="00DC6215" w:rsidRPr="008A79ED" w:rsidRDefault="00DC6215">
      <w:pPr>
        <w:tabs>
          <w:tab w:val="left" w:pos="-540"/>
          <w:tab w:val="left" w:pos="5760"/>
        </w:tabs>
        <w:ind w:left="-720"/>
      </w:pPr>
      <w:r w:rsidRPr="008A79ED">
        <w:t>Split</w:t>
      </w:r>
      <w:r w:rsidRPr="008A79ED">
        <w:tab/>
      </w:r>
      <w:proofErr w:type="spellStart"/>
      <w:r w:rsidRPr="008A79ED">
        <w:t>split</w:t>
      </w:r>
      <w:proofErr w:type="spellEnd"/>
    </w:p>
    <w:p w:rsidR="00DC6215" w:rsidRPr="008A79ED" w:rsidRDefault="00DC6215">
      <w:pPr>
        <w:tabs>
          <w:tab w:val="left" w:pos="-540"/>
          <w:tab w:val="left" w:pos="5760"/>
        </w:tabs>
        <w:ind w:left="-720"/>
      </w:pPr>
      <w:r w:rsidRPr="008A79ED">
        <w:t>Burst</w:t>
      </w:r>
      <w:r w:rsidRPr="008A79ED">
        <w:tab/>
      </w:r>
      <w:proofErr w:type="spellStart"/>
      <w:r w:rsidRPr="008A79ED">
        <w:t>burst</w:t>
      </w:r>
      <w:proofErr w:type="spellEnd"/>
    </w:p>
    <w:p w:rsidR="00DC6215" w:rsidRPr="008A79ED" w:rsidRDefault="00DC6215">
      <w:pPr>
        <w:tabs>
          <w:tab w:val="left" w:pos="-540"/>
          <w:tab w:val="left" w:pos="5760"/>
        </w:tabs>
        <w:ind w:left="-720"/>
      </w:pPr>
      <w:r w:rsidRPr="008A79ED">
        <w:lastRenderedPageBreak/>
        <w:t>Destroy</w:t>
      </w:r>
      <w:r w:rsidRPr="008A79ED">
        <w:tab/>
        <w:t>destroyed</w:t>
      </w:r>
    </w:p>
    <w:p w:rsidR="00DC6215" w:rsidRPr="008A79ED" w:rsidRDefault="00DC6215">
      <w:pPr>
        <w:tabs>
          <w:tab w:val="left" w:pos="-540"/>
          <w:tab w:val="left" w:pos="5760"/>
        </w:tabs>
        <w:ind w:left="-720"/>
      </w:pPr>
      <w:r w:rsidRPr="008A79ED">
        <w:t>Hand (put to death)</w:t>
      </w:r>
      <w:r w:rsidRPr="008A79ED">
        <w:tab/>
        <w:t>hanged</w:t>
      </w:r>
    </w:p>
    <w:p w:rsidR="00DC6215" w:rsidRPr="008A79ED" w:rsidRDefault="00DC6215">
      <w:pPr>
        <w:tabs>
          <w:tab w:val="left" w:pos="-540"/>
          <w:tab w:val="left" w:pos="5760"/>
        </w:tabs>
        <w:ind w:left="-720"/>
      </w:pPr>
      <w:r w:rsidRPr="008A79ED">
        <w:t>Flow</w:t>
      </w:r>
      <w:r w:rsidRPr="008A79ED">
        <w:tab/>
        <w:t>flowed</w:t>
      </w:r>
    </w:p>
    <w:p w:rsidR="00DC6215" w:rsidRPr="008A79ED" w:rsidRDefault="00DC6215">
      <w:pPr>
        <w:tabs>
          <w:tab w:val="left" w:pos="-540"/>
          <w:tab w:val="left" w:pos="5760"/>
        </w:tabs>
        <w:ind w:left="-720"/>
      </w:pPr>
      <w:r w:rsidRPr="008A79ED">
        <w:t>Fund</w:t>
      </w:r>
      <w:r w:rsidRPr="008A79ED">
        <w:tab/>
        <w:t>funded</w:t>
      </w:r>
    </w:p>
    <w:p w:rsidR="00DC6215" w:rsidRPr="008A79ED" w:rsidRDefault="00DC6215">
      <w:pPr>
        <w:tabs>
          <w:tab w:val="left" w:pos="-540"/>
          <w:tab w:val="left" w:pos="5760"/>
        </w:tabs>
        <w:ind w:left="-720"/>
      </w:pPr>
      <w:r w:rsidRPr="008A79ED">
        <w:t>Shine</w:t>
      </w:r>
      <w:r w:rsidRPr="008A79ED">
        <w:tab/>
        <w:t>shone</w:t>
      </w:r>
    </w:p>
    <w:p w:rsidR="00DC6215" w:rsidRPr="008A79ED" w:rsidRDefault="00DC6215">
      <w:pPr>
        <w:tabs>
          <w:tab w:val="left" w:pos="-540"/>
          <w:tab w:val="left" w:pos="5760"/>
        </w:tabs>
        <w:ind w:left="-720"/>
      </w:pPr>
    </w:p>
    <w:p w:rsidR="00DC6215" w:rsidRPr="008A79ED" w:rsidRDefault="00DC6215">
      <w:pPr>
        <w:tabs>
          <w:tab w:val="left" w:pos="-540"/>
          <w:tab w:val="left" w:pos="5760"/>
        </w:tabs>
        <w:ind w:left="-720"/>
      </w:pPr>
      <w:r w:rsidRPr="008A79ED">
        <w:t>Present Tense</w:t>
      </w:r>
      <w:r w:rsidRPr="008A79ED">
        <w:tab/>
        <w:t>Past Tense</w:t>
      </w:r>
    </w:p>
    <w:p w:rsidR="00DC6215" w:rsidRPr="008A79ED" w:rsidRDefault="00DC6215">
      <w:pPr>
        <w:tabs>
          <w:tab w:val="left" w:pos="-540"/>
          <w:tab w:val="left" w:pos="5760"/>
        </w:tabs>
        <w:ind w:left="-720"/>
      </w:pPr>
      <w:r w:rsidRPr="008A79ED">
        <w:t>Win</w:t>
      </w:r>
      <w:r w:rsidRPr="008A79ED">
        <w:tab/>
        <w:t>Won</w:t>
      </w:r>
    </w:p>
    <w:p w:rsidR="00DC6215" w:rsidRPr="008A79ED" w:rsidRDefault="00DC6215">
      <w:pPr>
        <w:tabs>
          <w:tab w:val="left" w:pos="-540"/>
          <w:tab w:val="left" w:pos="5760"/>
        </w:tabs>
        <w:ind w:left="-720"/>
      </w:pPr>
      <w:r w:rsidRPr="008A79ED">
        <w:t>Deal</w:t>
      </w:r>
      <w:r w:rsidRPr="008A79ED">
        <w:tab/>
        <w:t>dealt</w:t>
      </w:r>
    </w:p>
    <w:p w:rsidR="00DC6215" w:rsidRPr="008A79ED" w:rsidRDefault="00DC6215">
      <w:pPr>
        <w:tabs>
          <w:tab w:val="left" w:pos="-540"/>
          <w:tab w:val="left" w:pos="5760"/>
        </w:tabs>
        <w:ind w:left="-720"/>
      </w:pPr>
      <w:r w:rsidRPr="008A79ED">
        <w:t>Wear</w:t>
      </w:r>
      <w:r w:rsidRPr="008A79ED">
        <w:tab/>
        <w:t>wore</w:t>
      </w:r>
    </w:p>
    <w:p w:rsidR="00DC6215" w:rsidRPr="008A79ED" w:rsidRDefault="00DC6215">
      <w:pPr>
        <w:tabs>
          <w:tab w:val="left" w:pos="-540"/>
          <w:tab w:val="left" w:pos="5760"/>
        </w:tabs>
        <w:ind w:left="-720"/>
      </w:pPr>
      <w:r w:rsidRPr="008A79ED">
        <w:t>Creep</w:t>
      </w:r>
      <w:r w:rsidRPr="008A79ED">
        <w:tab/>
        <w:t>crept</w:t>
      </w:r>
    </w:p>
    <w:p w:rsidR="00DC6215" w:rsidRPr="008A79ED" w:rsidRDefault="00DC6215">
      <w:pPr>
        <w:tabs>
          <w:tab w:val="left" w:pos="-540"/>
          <w:tab w:val="left" w:pos="5760"/>
        </w:tabs>
        <w:ind w:left="-720"/>
      </w:pPr>
      <w:r w:rsidRPr="008A79ED">
        <w:t>Weave</w:t>
      </w:r>
      <w:r w:rsidRPr="008A79ED">
        <w:tab/>
        <w:t>wove</w:t>
      </w:r>
    </w:p>
    <w:p w:rsidR="00DC6215" w:rsidRPr="008A79ED" w:rsidRDefault="00DC6215">
      <w:pPr>
        <w:tabs>
          <w:tab w:val="left" w:pos="-540"/>
          <w:tab w:val="left" w:pos="5760"/>
        </w:tabs>
        <w:ind w:left="-720"/>
      </w:pPr>
      <w:r w:rsidRPr="008A79ED">
        <w:t>Mean</w:t>
      </w:r>
      <w:r w:rsidRPr="008A79ED">
        <w:tab/>
        <w:t>meant</w:t>
      </w:r>
    </w:p>
    <w:p w:rsidR="00DC6215" w:rsidRPr="008A79ED" w:rsidRDefault="00DC6215">
      <w:pPr>
        <w:tabs>
          <w:tab w:val="left" w:pos="-540"/>
          <w:tab w:val="left" w:pos="5760"/>
        </w:tabs>
        <w:ind w:left="-720"/>
      </w:pPr>
    </w:p>
    <w:p w:rsidR="00DC6215" w:rsidRPr="008A79ED" w:rsidRDefault="00DC6215">
      <w:pPr>
        <w:tabs>
          <w:tab w:val="left" w:pos="-540"/>
          <w:tab w:val="left" w:pos="5760"/>
        </w:tabs>
        <w:ind w:left="-720"/>
      </w:pPr>
      <w:r w:rsidRPr="008A79ED">
        <w:rPr>
          <w:b/>
        </w:rPr>
        <w:t>Evaluation</w:t>
      </w:r>
    </w:p>
    <w:p w:rsidR="00DC6215" w:rsidRPr="008A79ED" w:rsidRDefault="00DC6215">
      <w:pPr>
        <w:tabs>
          <w:tab w:val="left" w:pos="-540"/>
          <w:tab w:val="left" w:pos="5760"/>
        </w:tabs>
      </w:pPr>
      <w:r w:rsidRPr="008A79ED">
        <w:t>Pick five present verbs and make a sentence with each of them</w:t>
      </w:r>
    </w:p>
    <w:p w:rsidR="00DC6215" w:rsidRPr="008A79ED" w:rsidRDefault="00DC6215">
      <w:pPr>
        <w:tabs>
          <w:tab w:val="left" w:pos="-540"/>
          <w:tab w:val="left" w:pos="5760"/>
        </w:tabs>
        <w:ind w:left="-720"/>
      </w:pPr>
    </w:p>
    <w:p w:rsidR="00DC6215" w:rsidRDefault="00DC6215">
      <w:pPr>
        <w:tabs>
          <w:tab w:val="left" w:pos="-540"/>
          <w:tab w:val="left" w:pos="5760"/>
        </w:tabs>
        <w:ind w:left="-720"/>
        <w:rPr>
          <w:b/>
        </w:rPr>
      </w:pPr>
    </w:p>
    <w:p w:rsidR="008A79ED" w:rsidRDefault="008A79ED">
      <w:pPr>
        <w:tabs>
          <w:tab w:val="left" w:pos="-540"/>
          <w:tab w:val="left" w:pos="5760"/>
        </w:tabs>
        <w:ind w:left="-720"/>
        <w:rPr>
          <w:b/>
        </w:rPr>
      </w:pPr>
    </w:p>
    <w:p w:rsidR="008A79ED" w:rsidRPr="008A79ED" w:rsidRDefault="008A79ED">
      <w:pPr>
        <w:tabs>
          <w:tab w:val="left" w:pos="-540"/>
          <w:tab w:val="left" w:pos="5760"/>
        </w:tabs>
        <w:ind w:left="-720"/>
      </w:pPr>
    </w:p>
    <w:p w:rsidR="00DC6215" w:rsidRPr="008A79ED" w:rsidRDefault="00DC6215">
      <w:pPr>
        <w:tabs>
          <w:tab w:val="left" w:pos="-540"/>
          <w:tab w:val="left" w:pos="7380"/>
          <w:tab w:val="left" w:pos="7560"/>
        </w:tabs>
        <w:ind w:left="-720"/>
      </w:pPr>
    </w:p>
    <w:p w:rsidR="005D3794" w:rsidRPr="008A79ED" w:rsidRDefault="005D3794" w:rsidP="002D123C">
      <w:pPr>
        <w:tabs>
          <w:tab w:val="left" w:pos="-540"/>
          <w:tab w:val="left" w:pos="7380"/>
          <w:tab w:val="left" w:pos="7560"/>
        </w:tabs>
        <w:ind w:left="-720"/>
      </w:pPr>
    </w:p>
    <w:p w:rsidR="005D3794" w:rsidRPr="008A79ED" w:rsidRDefault="00307223" w:rsidP="002D123C">
      <w:pPr>
        <w:tabs>
          <w:tab w:val="left" w:pos="-540"/>
          <w:tab w:val="left" w:pos="7380"/>
          <w:tab w:val="left" w:pos="7560"/>
        </w:tabs>
        <w:ind w:left="-720"/>
        <w:rPr>
          <w:b/>
        </w:rPr>
      </w:pPr>
      <w:r w:rsidRPr="008A79ED">
        <w:rPr>
          <w:b/>
        </w:rPr>
        <w:t>Topic</w:t>
      </w:r>
      <w:r w:rsidRPr="008A79ED">
        <w:t>:</w:t>
      </w:r>
      <w:r w:rsidRPr="008A79ED">
        <w:rPr>
          <w:b/>
        </w:rPr>
        <w:t xml:space="preserve"> Comprehension and</w:t>
      </w:r>
      <w:r w:rsidR="005D3794" w:rsidRPr="008A79ED">
        <w:rPr>
          <w:b/>
        </w:rPr>
        <w:t xml:space="preserve"> Vocabulary Development</w:t>
      </w:r>
    </w:p>
    <w:p w:rsidR="005D3794" w:rsidRPr="008A79ED" w:rsidRDefault="005D3794" w:rsidP="002D123C">
      <w:pPr>
        <w:tabs>
          <w:tab w:val="left" w:pos="-540"/>
          <w:tab w:val="left" w:pos="7380"/>
          <w:tab w:val="left" w:pos="7560"/>
        </w:tabs>
        <w:ind w:left="-720"/>
      </w:pPr>
      <w:r w:rsidRPr="008A79ED">
        <w:rPr>
          <w:b/>
        </w:rPr>
        <w:t>Content</w:t>
      </w:r>
      <w:r w:rsidRPr="008A79ED">
        <w:t>:</w:t>
      </w:r>
    </w:p>
    <w:p w:rsidR="005D3794" w:rsidRPr="008A79ED" w:rsidRDefault="005D3794" w:rsidP="002D123C">
      <w:pPr>
        <w:tabs>
          <w:tab w:val="left" w:pos="-540"/>
          <w:tab w:val="left" w:pos="7380"/>
          <w:tab w:val="left" w:pos="7560"/>
        </w:tabs>
        <w:ind w:left="-720"/>
      </w:pPr>
      <w:r w:rsidRPr="008A79ED">
        <w:t>The passage is a conver</w:t>
      </w:r>
      <w:r w:rsidR="00307223" w:rsidRPr="008A79ED">
        <w:t xml:space="preserve">sation. The principal came around to see what the boys with Mr. </w:t>
      </w:r>
      <w:proofErr w:type="spellStart"/>
      <w:r w:rsidR="00D858BD" w:rsidRPr="008A79ED">
        <w:t>Et</w:t>
      </w:r>
      <w:r w:rsidRPr="008A79ED">
        <w:t>onye</w:t>
      </w:r>
      <w:proofErr w:type="spellEnd"/>
      <w:r w:rsidRPr="008A79ED">
        <w:t xml:space="preserve"> were doing. Mr.</w:t>
      </w:r>
      <w:r w:rsidR="00D858BD" w:rsidRPr="008A79ED">
        <w:t xml:space="preserve"> </w:t>
      </w:r>
      <w:proofErr w:type="spellStart"/>
      <w:r w:rsidR="00D858BD" w:rsidRPr="008A79ED">
        <w:t>Et</w:t>
      </w:r>
      <w:r w:rsidRPr="008A79ED">
        <w:t>onye</w:t>
      </w:r>
      <w:proofErr w:type="spellEnd"/>
      <w:r w:rsidRPr="008A79ED">
        <w:t xml:space="preserve"> explained to him that they were learning some important skills in woodwork.</w:t>
      </w:r>
    </w:p>
    <w:p w:rsidR="00D858BD" w:rsidRPr="008A79ED" w:rsidRDefault="005D3794" w:rsidP="00D858BD">
      <w:pPr>
        <w:tabs>
          <w:tab w:val="left" w:pos="-540"/>
          <w:tab w:val="left" w:pos="7380"/>
          <w:tab w:val="left" w:pos="7560"/>
        </w:tabs>
        <w:ind w:left="-720"/>
      </w:pPr>
      <w:proofErr w:type="spellStart"/>
      <w:r w:rsidRPr="008A79ED">
        <w:t>Eyo</w:t>
      </w:r>
      <w:proofErr w:type="spellEnd"/>
      <w:r w:rsidRPr="008A79ED">
        <w:t xml:space="preserve"> was making a bookshelf. He had marked out one end of it when the principal came. He explained to the principal that after marking out the piece of wood, he would cut it out.</w:t>
      </w:r>
    </w:p>
    <w:p w:rsidR="006554D8" w:rsidRPr="008A79ED" w:rsidRDefault="006554D8" w:rsidP="00D858BD">
      <w:pPr>
        <w:tabs>
          <w:tab w:val="left" w:pos="-540"/>
          <w:tab w:val="left" w:pos="7380"/>
          <w:tab w:val="left" w:pos="7560"/>
        </w:tabs>
        <w:ind w:left="-720"/>
        <w:rPr>
          <w:b/>
        </w:rPr>
      </w:pPr>
    </w:p>
    <w:p w:rsidR="006554D8" w:rsidRPr="008A79ED" w:rsidRDefault="006554D8" w:rsidP="00D858BD">
      <w:pPr>
        <w:tabs>
          <w:tab w:val="left" w:pos="-540"/>
          <w:tab w:val="left" w:pos="7380"/>
          <w:tab w:val="left" w:pos="7560"/>
        </w:tabs>
        <w:ind w:left="-720"/>
        <w:rPr>
          <w:b/>
        </w:rPr>
      </w:pPr>
    </w:p>
    <w:p w:rsidR="00D858BD" w:rsidRPr="008A79ED" w:rsidRDefault="00D858BD" w:rsidP="00D858BD">
      <w:pPr>
        <w:tabs>
          <w:tab w:val="left" w:pos="-540"/>
          <w:tab w:val="left" w:pos="7380"/>
          <w:tab w:val="left" w:pos="7560"/>
        </w:tabs>
        <w:ind w:left="-720"/>
        <w:rPr>
          <w:b/>
        </w:rPr>
      </w:pPr>
      <w:r w:rsidRPr="008A79ED">
        <w:rPr>
          <w:b/>
        </w:rPr>
        <w:t>EVALUATION:</w:t>
      </w:r>
    </w:p>
    <w:p w:rsidR="00D858BD" w:rsidRPr="008A79ED" w:rsidRDefault="00D858BD" w:rsidP="00D858BD">
      <w:pPr>
        <w:tabs>
          <w:tab w:val="left" w:pos="-540"/>
          <w:tab w:val="left" w:pos="7380"/>
          <w:tab w:val="left" w:pos="7560"/>
        </w:tabs>
        <w:ind w:left="-720"/>
      </w:pPr>
      <w:r w:rsidRPr="008A79ED">
        <w:tab/>
      </w:r>
      <w:r w:rsidR="00984002" w:rsidRPr="008A79ED">
        <w:t>Practice 2(1-7)</w:t>
      </w:r>
    </w:p>
    <w:p w:rsidR="005D3794" w:rsidRPr="008A79ED" w:rsidRDefault="005D3794" w:rsidP="002D123C">
      <w:pPr>
        <w:tabs>
          <w:tab w:val="left" w:pos="-540"/>
          <w:tab w:val="left" w:pos="7380"/>
          <w:tab w:val="left" w:pos="7560"/>
        </w:tabs>
        <w:ind w:left="-720"/>
      </w:pPr>
      <w:r w:rsidRPr="008A79ED">
        <w:t>Vocabulary – Words to do with tools</w:t>
      </w:r>
    </w:p>
    <w:p w:rsidR="005D3794" w:rsidRPr="008A79ED" w:rsidRDefault="005D3794" w:rsidP="002D123C">
      <w:pPr>
        <w:tabs>
          <w:tab w:val="left" w:pos="-540"/>
          <w:tab w:val="left" w:pos="7380"/>
          <w:tab w:val="left" w:pos="7560"/>
        </w:tabs>
        <w:ind w:left="-720"/>
      </w:pPr>
      <w:r w:rsidRPr="008A79ED">
        <w:t>1. Woodwork means making things out of wood.</w:t>
      </w:r>
    </w:p>
    <w:p w:rsidR="005D3794" w:rsidRPr="008A79ED" w:rsidRDefault="005D3794" w:rsidP="003C2F2D">
      <w:pPr>
        <w:tabs>
          <w:tab w:val="left" w:pos="-540"/>
          <w:tab w:val="left" w:pos="7380"/>
          <w:tab w:val="left" w:pos="7560"/>
        </w:tabs>
        <w:ind w:left="-720"/>
      </w:pPr>
      <w:r w:rsidRPr="008A79ED">
        <w:t xml:space="preserve">2. </w:t>
      </w:r>
      <w:proofErr w:type="spellStart"/>
      <w:r w:rsidRPr="008A79ED">
        <w:t>Capentry</w:t>
      </w:r>
      <w:proofErr w:type="spellEnd"/>
      <w:r w:rsidRPr="008A79ED">
        <w:t xml:space="preserve"> also means making things out of wood.</w:t>
      </w:r>
    </w:p>
    <w:p w:rsidR="005D3794" w:rsidRPr="008A79ED" w:rsidRDefault="005D3794" w:rsidP="002D123C">
      <w:pPr>
        <w:tabs>
          <w:tab w:val="left" w:pos="-540"/>
          <w:tab w:val="left" w:pos="7380"/>
          <w:tab w:val="left" w:pos="7560"/>
        </w:tabs>
        <w:ind w:left="-720"/>
      </w:pPr>
      <w:r w:rsidRPr="008A79ED">
        <w:t>3. A saw is a tool for cutting wood.</w:t>
      </w:r>
    </w:p>
    <w:p w:rsidR="005D3794" w:rsidRPr="008A79ED" w:rsidRDefault="00D858BD" w:rsidP="002D123C">
      <w:pPr>
        <w:tabs>
          <w:tab w:val="left" w:pos="-540"/>
          <w:tab w:val="left" w:pos="7380"/>
          <w:tab w:val="left" w:pos="7560"/>
        </w:tabs>
        <w:ind w:left="-720"/>
      </w:pPr>
      <w:r w:rsidRPr="008A79ED">
        <w:t xml:space="preserve">4. A plane is a tool for taking shavings </w:t>
      </w:r>
      <w:proofErr w:type="gramStart"/>
      <w:r w:rsidRPr="008A79ED">
        <w:t xml:space="preserve">off </w:t>
      </w:r>
      <w:r w:rsidR="005D3794" w:rsidRPr="008A79ED">
        <w:t xml:space="preserve"> wood</w:t>
      </w:r>
      <w:proofErr w:type="gramEnd"/>
      <w:r w:rsidR="005D3794" w:rsidRPr="008A79ED">
        <w:t>.</w:t>
      </w:r>
    </w:p>
    <w:p w:rsidR="003C2F2D" w:rsidRPr="008A79ED" w:rsidRDefault="003C2F2D" w:rsidP="002D123C">
      <w:pPr>
        <w:tabs>
          <w:tab w:val="left" w:pos="-540"/>
          <w:tab w:val="left" w:pos="7380"/>
          <w:tab w:val="left" w:pos="7560"/>
        </w:tabs>
        <w:ind w:left="-720"/>
      </w:pPr>
      <w:r w:rsidRPr="008A79ED">
        <w:t>5. A hammer is a tool for driving nails into wood.</w:t>
      </w:r>
    </w:p>
    <w:p w:rsidR="003C2F2D" w:rsidRPr="008A79ED" w:rsidRDefault="003C2F2D" w:rsidP="002D123C">
      <w:pPr>
        <w:tabs>
          <w:tab w:val="left" w:pos="-540"/>
          <w:tab w:val="left" w:pos="7380"/>
          <w:tab w:val="left" w:pos="7560"/>
        </w:tabs>
        <w:ind w:left="-720"/>
      </w:pPr>
      <w:r w:rsidRPr="008A79ED">
        <w:t>6. A ruler is for measuring and drawing straight lines</w:t>
      </w:r>
    </w:p>
    <w:p w:rsidR="003C2F2D" w:rsidRPr="008A79ED" w:rsidRDefault="003C2F2D" w:rsidP="002D123C">
      <w:pPr>
        <w:tabs>
          <w:tab w:val="left" w:pos="-540"/>
          <w:tab w:val="left" w:pos="7380"/>
          <w:tab w:val="left" w:pos="7560"/>
        </w:tabs>
        <w:ind w:left="-720"/>
      </w:pPr>
      <w:r w:rsidRPr="008A79ED">
        <w:t>7. A drill is a tool for making round holes.</w:t>
      </w:r>
    </w:p>
    <w:p w:rsidR="003C2F2D" w:rsidRPr="008A79ED" w:rsidRDefault="003C2F2D" w:rsidP="002D123C">
      <w:pPr>
        <w:tabs>
          <w:tab w:val="left" w:pos="-540"/>
          <w:tab w:val="left" w:pos="7380"/>
          <w:tab w:val="left" w:pos="7560"/>
        </w:tabs>
        <w:ind w:left="-720"/>
      </w:pPr>
      <w:r w:rsidRPr="008A79ED">
        <w:t>8. Sandpaper is for making wood very smooth.</w:t>
      </w:r>
    </w:p>
    <w:p w:rsidR="003C2F2D" w:rsidRPr="008A79ED" w:rsidRDefault="003C2F2D" w:rsidP="003C2F2D">
      <w:pPr>
        <w:tabs>
          <w:tab w:val="left" w:pos="-540"/>
          <w:tab w:val="left" w:pos="7380"/>
          <w:tab w:val="left" w:pos="7560"/>
        </w:tabs>
        <w:ind w:left="-720"/>
      </w:pPr>
      <w:r w:rsidRPr="008A79ED">
        <w:t>9. Mary tools have a blade and a handle.</w:t>
      </w:r>
    </w:p>
    <w:p w:rsidR="003C2F2D" w:rsidRPr="008A79ED" w:rsidRDefault="003C2F2D" w:rsidP="003C2F2D">
      <w:pPr>
        <w:tabs>
          <w:tab w:val="left" w:pos="-540"/>
          <w:tab w:val="left" w:pos="7380"/>
          <w:tab w:val="left" w:pos="7560"/>
        </w:tabs>
        <w:ind w:left="-720"/>
      </w:pPr>
      <w:r w:rsidRPr="008A79ED">
        <w:t>When the blade is blunt, the carpenter sharpens it. That is, he makes it sharp again.</w:t>
      </w:r>
    </w:p>
    <w:p w:rsidR="003C2F2D" w:rsidRPr="008A79ED" w:rsidRDefault="003C2F2D" w:rsidP="003C2F2D">
      <w:pPr>
        <w:tabs>
          <w:tab w:val="left" w:pos="-540"/>
          <w:tab w:val="left" w:pos="7380"/>
          <w:tab w:val="left" w:pos="7560"/>
        </w:tabs>
        <w:ind w:left="-720"/>
      </w:pPr>
    </w:p>
    <w:p w:rsidR="003C2F2D" w:rsidRPr="008A79ED" w:rsidRDefault="003C2F2D" w:rsidP="003C2F2D">
      <w:pPr>
        <w:tabs>
          <w:tab w:val="left" w:pos="-540"/>
          <w:tab w:val="left" w:pos="7380"/>
          <w:tab w:val="left" w:pos="7560"/>
        </w:tabs>
        <w:ind w:left="-720"/>
      </w:pPr>
      <w:r w:rsidRPr="008A79ED">
        <w:rPr>
          <w:b/>
          <w:bCs/>
        </w:rPr>
        <w:t>Evaluation</w:t>
      </w:r>
      <w:r w:rsidRPr="008A79ED">
        <w:t>:</w:t>
      </w:r>
    </w:p>
    <w:p w:rsidR="003C2F2D" w:rsidRPr="008A79ED" w:rsidRDefault="003C2F2D" w:rsidP="003C2F2D">
      <w:pPr>
        <w:tabs>
          <w:tab w:val="left" w:pos="-540"/>
          <w:tab w:val="left" w:pos="7380"/>
          <w:tab w:val="left" w:pos="7560"/>
        </w:tabs>
        <w:ind w:left="-720"/>
      </w:pPr>
      <w:r w:rsidRPr="008A79ED">
        <w:t>1. Do practice 2 page 43.</w:t>
      </w:r>
    </w:p>
    <w:p w:rsidR="003C2F2D" w:rsidRPr="008A79ED" w:rsidRDefault="003C2F2D" w:rsidP="003C2F2D">
      <w:pPr>
        <w:tabs>
          <w:tab w:val="left" w:pos="-540"/>
          <w:tab w:val="left" w:pos="7380"/>
          <w:tab w:val="left" w:pos="7560"/>
        </w:tabs>
        <w:ind w:left="-720"/>
      </w:pPr>
    </w:p>
    <w:p w:rsidR="00DC6215" w:rsidRPr="008A79ED" w:rsidRDefault="00DC6215" w:rsidP="00C3100D">
      <w:pPr>
        <w:tabs>
          <w:tab w:val="left" w:pos="-540"/>
          <w:tab w:val="left" w:pos="7380"/>
          <w:tab w:val="left" w:pos="7560"/>
        </w:tabs>
        <w:ind w:left="-720"/>
      </w:pPr>
    </w:p>
    <w:p w:rsidR="00C3100D" w:rsidRPr="008A79ED" w:rsidRDefault="00C3100D" w:rsidP="00C3100D">
      <w:pPr>
        <w:tabs>
          <w:tab w:val="left" w:pos="-540"/>
          <w:tab w:val="left" w:pos="7380"/>
          <w:tab w:val="left" w:pos="7560"/>
        </w:tabs>
        <w:ind w:left="-720"/>
      </w:pPr>
    </w:p>
    <w:p w:rsidR="00C3100D" w:rsidRPr="008A79ED" w:rsidRDefault="00C3100D" w:rsidP="00C3100D">
      <w:pPr>
        <w:tabs>
          <w:tab w:val="left" w:pos="-540"/>
          <w:tab w:val="left" w:pos="7380"/>
          <w:tab w:val="left" w:pos="7560"/>
        </w:tabs>
        <w:ind w:left="-720"/>
      </w:pPr>
    </w:p>
    <w:p w:rsidR="00C3100D" w:rsidRPr="008A79ED" w:rsidRDefault="00C3100D" w:rsidP="00C3100D">
      <w:pPr>
        <w:tabs>
          <w:tab w:val="left" w:pos="-540"/>
          <w:tab w:val="left" w:pos="7380"/>
          <w:tab w:val="left" w:pos="7560"/>
        </w:tabs>
        <w:ind w:left="-720"/>
        <w:rPr>
          <w:b/>
        </w:rPr>
      </w:pPr>
      <w:r w:rsidRPr="008A79ED">
        <w:rPr>
          <w:b/>
          <w:bCs/>
        </w:rPr>
        <w:lastRenderedPageBreak/>
        <w:t>Topic:</w:t>
      </w:r>
      <w:r w:rsidRPr="008A79ED">
        <w:rPr>
          <w:b/>
        </w:rPr>
        <w:t xml:space="preserve"> Literature – </w:t>
      </w:r>
      <w:r w:rsidR="00DC6215" w:rsidRPr="008A79ED">
        <w:rPr>
          <w:b/>
        </w:rPr>
        <w:t>Prose and its elements</w:t>
      </w:r>
    </w:p>
    <w:p w:rsidR="00C3100D" w:rsidRPr="008A79ED" w:rsidRDefault="00C3100D" w:rsidP="00C3100D">
      <w:pPr>
        <w:tabs>
          <w:tab w:val="left" w:pos="-540"/>
          <w:tab w:val="left" w:pos="7380"/>
          <w:tab w:val="left" w:pos="7560"/>
        </w:tabs>
        <w:ind w:left="-720"/>
      </w:pPr>
      <w:r w:rsidRPr="008A79ED">
        <w:t>Types of prose</w:t>
      </w:r>
    </w:p>
    <w:p w:rsidR="00C3100D" w:rsidRPr="008A79ED" w:rsidRDefault="00C3100D" w:rsidP="00C3100D">
      <w:pPr>
        <w:tabs>
          <w:tab w:val="left" w:pos="-540"/>
          <w:tab w:val="left" w:pos="7380"/>
          <w:tab w:val="left" w:pos="7560"/>
        </w:tabs>
        <w:ind w:left="-720"/>
        <w:rPr>
          <w:b/>
          <w:bCs/>
        </w:rPr>
      </w:pPr>
      <w:r w:rsidRPr="008A79ED">
        <w:rPr>
          <w:b/>
          <w:bCs/>
        </w:rPr>
        <w:t>Content</w:t>
      </w:r>
    </w:p>
    <w:p w:rsidR="00C3100D" w:rsidRPr="008A79ED" w:rsidRDefault="00C3100D" w:rsidP="00C3100D">
      <w:pPr>
        <w:tabs>
          <w:tab w:val="left" w:pos="-540"/>
          <w:tab w:val="left" w:pos="7380"/>
          <w:tab w:val="left" w:pos="7560"/>
        </w:tabs>
        <w:ind w:left="-720"/>
      </w:pPr>
      <w:r w:rsidRPr="008A79ED">
        <w:t>A prose is a long narrative with a wide range of characters, events and experiences, written in a straight forward language.</w:t>
      </w:r>
    </w:p>
    <w:p w:rsidR="00673B47" w:rsidRPr="008A79ED" w:rsidRDefault="00673B47" w:rsidP="00C3100D">
      <w:pPr>
        <w:tabs>
          <w:tab w:val="left" w:pos="-540"/>
          <w:tab w:val="left" w:pos="7380"/>
          <w:tab w:val="left" w:pos="7560"/>
        </w:tabs>
        <w:ind w:left="-720"/>
      </w:pPr>
    </w:p>
    <w:p w:rsidR="00DC6215" w:rsidRPr="008A79ED" w:rsidRDefault="00DC6215" w:rsidP="00C3100D">
      <w:pPr>
        <w:tabs>
          <w:tab w:val="left" w:pos="-540"/>
          <w:tab w:val="left" w:pos="7380"/>
          <w:tab w:val="left" w:pos="7560"/>
        </w:tabs>
        <w:ind w:left="-720"/>
        <w:rPr>
          <w:b/>
        </w:rPr>
      </w:pPr>
    </w:p>
    <w:p w:rsidR="00DC6215" w:rsidRPr="008A79ED" w:rsidRDefault="00DC6215" w:rsidP="00C3100D">
      <w:pPr>
        <w:tabs>
          <w:tab w:val="left" w:pos="-540"/>
          <w:tab w:val="left" w:pos="7380"/>
          <w:tab w:val="left" w:pos="7560"/>
        </w:tabs>
        <w:ind w:left="-720"/>
        <w:rPr>
          <w:b/>
        </w:rPr>
      </w:pPr>
      <w:r w:rsidRPr="008A79ED">
        <w:rPr>
          <w:b/>
        </w:rPr>
        <w:t>ELEMENTS OF A PROSE (STORY)</w:t>
      </w:r>
    </w:p>
    <w:p w:rsidR="00DC6215" w:rsidRPr="008A79ED" w:rsidRDefault="00DC6215" w:rsidP="00C3100D">
      <w:pPr>
        <w:tabs>
          <w:tab w:val="left" w:pos="-540"/>
          <w:tab w:val="left" w:pos="7380"/>
          <w:tab w:val="left" w:pos="7560"/>
        </w:tabs>
        <w:ind w:left="-720"/>
      </w:pPr>
      <w:r w:rsidRPr="008A79ED">
        <w:t>Elements of fiction and elements of story in general can be used by the reader to increase their enjoyment and understanding of different literary pieces. Once students are aware that all stories have elements of character, setting, plot, theme, point of view, style, and tone; they can be encouraged to ask themselves to identify the characteristics of each for a particular story. The more familiar they become with the different kinds of elements the better they will understand and critically analyze stories.</w:t>
      </w:r>
    </w:p>
    <w:p w:rsidR="00DC6215" w:rsidRPr="008A79ED" w:rsidRDefault="00DC6215" w:rsidP="00C3100D">
      <w:pPr>
        <w:tabs>
          <w:tab w:val="left" w:pos="-540"/>
          <w:tab w:val="left" w:pos="7380"/>
          <w:tab w:val="left" w:pos="7560"/>
        </w:tabs>
        <w:ind w:left="-720"/>
      </w:pPr>
      <w:r w:rsidRPr="008A79ED">
        <w:t xml:space="preserve">1. </w:t>
      </w:r>
      <w:r w:rsidRPr="008A79ED">
        <w:rPr>
          <w:b/>
        </w:rPr>
        <w:t>Character</w:t>
      </w:r>
      <w:r w:rsidRPr="008A79ED">
        <w:t xml:space="preserve">: Character is the mental, emotional, and social qualities to distinguish one entity from another (people, animals, spirits, automatons, pieces of furniture, and </w:t>
      </w:r>
      <w:proofErr w:type="spellStart"/>
      <w:r w:rsidRPr="008A79ED">
        <w:t>otheranimated</w:t>
      </w:r>
      <w:proofErr w:type="spellEnd"/>
      <w:r w:rsidRPr="008A79ED">
        <w:t xml:space="preserve"> objects</w:t>
      </w:r>
      <w:proofErr w:type="gramStart"/>
      <w:r w:rsidRPr="008A79ED">
        <w:t>).Character</w:t>
      </w:r>
      <w:proofErr w:type="gramEnd"/>
      <w:r w:rsidRPr="008A79ED">
        <w:t xml:space="preserve"> development is the change that a character undergoes from the </w:t>
      </w:r>
      <w:proofErr w:type="spellStart"/>
      <w:r w:rsidRPr="008A79ED">
        <w:t>beginningof</w:t>
      </w:r>
      <w:proofErr w:type="spellEnd"/>
      <w:r w:rsidRPr="008A79ED">
        <w:t xml:space="preserve"> a story to the end. Young children can note </w:t>
      </w:r>
      <w:proofErr w:type="spellStart"/>
      <w:proofErr w:type="gramStart"/>
      <w:r w:rsidRPr="008A79ED">
        <w:t>this.The</w:t>
      </w:r>
      <w:proofErr w:type="spellEnd"/>
      <w:proofErr w:type="gramEnd"/>
      <w:r w:rsidRPr="008A79ED">
        <w:t xml:space="preserve"> importance of a character to the story determines how fully the character is developed. Characters can </w:t>
      </w:r>
      <w:proofErr w:type="spellStart"/>
      <w:proofErr w:type="gramStart"/>
      <w:r w:rsidRPr="008A79ED">
        <w:t>beprimary,secondary</w:t>
      </w:r>
      <w:proofErr w:type="spellEnd"/>
      <w:proofErr w:type="gramEnd"/>
      <w:r w:rsidRPr="008A79ED">
        <w:t xml:space="preserve">, </w:t>
      </w:r>
      <w:proofErr w:type="spellStart"/>
      <w:r w:rsidRPr="008A79ED">
        <w:t>minor,or</w:t>
      </w:r>
      <w:proofErr w:type="spellEnd"/>
      <w:r w:rsidRPr="008A79ED">
        <w:t xml:space="preserve"> main.</w:t>
      </w:r>
    </w:p>
    <w:p w:rsidR="00213F74" w:rsidRPr="008A79ED" w:rsidRDefault="00DC6215" w:rsidP="00C3100D">
      <w:pPr>
        <w:tabs>
          <w:tab w:val="left" w:pos="-540"/>
          <w:tab w:val="left" w:pos="7380"/>
          <w:tab w:val="left" w:pos="7560"/>
        </w:tabs>
        <w:ind w:left="-720"/>
      </w:pPr>
      <w:r w:rsidRPr="008A79ED">
        <w:t xml:space="preserve">2. </w:t>
      </w:r>
      <w:r w:rsidRPr="008A79ED">
        <w:rPr>
          <w:b/>
        </w:rPr>
        <w:t>Plot</w:t>
      </w:r>
      <w:r w:rsidRPr="008A79ED">
        <w:t xml:space="preserve">: Plot is the order in which things move and happen in a </w:t>
      </w:r>
      <w:proofErr w:type="spellStart"/>
      <w:proofErr w:type="gramStart"/>
      <w:r w:rsidRPr="008A79ED">
        <w:t>story.Chronological</w:t>
      </w:r>
      <w:proofErr w:type="spellEnd"/>
      <w:proofErr w:type="gramEnd"/>
      <w:r w:rsidRPr="008A79ED">
        <w:t xml:space="preserve"> order is when a story relates events in the order in which they </w:t>
      </w:r>
      <w:proofErr w:type="spellStart"/>
      <w:r w:rsidRPr="008A79ED">
        <w:t>happened.Flashbackis</w:t>
      </w:r>
      <w:proofErr w:type="spellEnd"/>
      <w:r w:rsidRPr="008A79ED">
        <w:t xml:space="preserve"> when the story moves back in time. </w:t>
      </w:r>
    </w:p>
    <w:p w:rsidR="00213F74" w:rsidRPr="008A79ED" w:rsidRDefault="00213F74" w:rsidP="00C3100D">
      <w:pPr>
        <w:tabs>
          <w:tab w:val="left" w:pos="-540"/>
          <w:tab w:val="left" w:pos="7380"/>
          <w:tab w:val="left" w:pos="7560"/>
        </w:tabs>
        <w:ind w:left="-720"/>
      </w:pPr>
    </w:p>
    <w:p w:rsidR="00213F74" w:rsidRPr="008A79ED" w:rsidRDefault="00213F74" w:rsidP="00C3100D">
      <w:pPr>
        <w:tabs>
          <w:tab w:val="left" w:pos="-540"/>
          <w:tab w:val="left" w:pos="7380"/>
          <w:tab w:val="left" w:pos="7560"/>
        </w:tabs>
        <w:ind w:left="-720"/>
        <w:rPr>
          <w:b/>
        </w:rPr>
      </w:pPr>
      <w:r w:rsidRPr="008A79ED">
        <w:rPr>
          <w:b/>
        </w:rPr>
        <w:t>Evaluation</w:t>
      </w:r>
    </w:p>
    <w:p w:rsidR="00DC6215" w:rsidRPr="008A79ED" w:rsidRDefault="00213F74" w:rsidP="00C3100D">
      <w:pPr>
        <w:tabs>
          <w:tab w:val="left" w:pos="-540"/>
          <w:tab w:val="left" w:pos="7380"/>
          <w:tab w:val="left" w:pos="7560"/>
        </w:tabs>
        <w:ind w:left="-720"/>
      </w:pPr>
      <w:r w:rsidRPr="008A79ED">
        <w:t>Explain the meaning of each of the following.</w:t>
      </w:r>
    </w:p>
    <w:p w:rsidR="00DC6215" w:rsidRPr="008A79ED" w:rsidRDefault="00DC6215" w:rsidP="00C3100D">
      <w:pPr>
        <w:tabs>
          <w:tab w:val="left" w:pos="-540"/>
          <w:tab w:val="left" w:pos="7380"/>
          <w:tab w:val="left" w:pos="7560"/>
        </w:tabs>
        <w:ind w:left="-720"/>
      </w:pPr>
      <w:r w:rsidRPr="008A79ED">
        <w:t>1. Characterization</w:t>
      </w:r>
    </w:p>
    <w:p w:rsidR="00DC6215" w:rsidRPr="008A79ED" w:rsidRDefault="00DC6215" w:rsidP="00C3100D">
      <w:pPr>
        <w:tabs>
          <w:tab w:val="left" w:pos="-540"/>
          <w:tab w:val="left" w:pos="7380"/>
          <w:tab w:val="left" w:pos="7560"/>
        </w:tabs>
        <w:ind w:left="-720"/>
      </w:pPr>
      <w:r w:rsidRPr="008A79ED">
        <w:t>2. Plot</w:t>
      </w:r>
    </w:p>
    <w:p w:rsidR="00DC6215" w:rsidRPr="008A79ED" w:rsidRDefault="00DC6215" w:rsidP="00C3100D">
      <w:pPr>
        <w:tabs>
          <w:tab w:val="left" w:pos="-540"/>
          <w:tab w:val="left" w:pos="7380"/>
          <w:tab w:val="left" w:pos="7560"/>
        </w:tabs>
        <w:ind w:left="-720"/>
      </w:pPr>
      <w:r w:rsidRPr="008A79ED">
        <w:t>3. Setting</w:t>
      </w:r>
    </w:p>
    <w:p w:rsidR="00DC6215" w:rsidRPr="008A79ED" w:rsidRDefault="00DC6215" w:rsidP="00C3100D">
      <w:pPr>
        <w:tabs>
          <w:tab w:val="left" w:pos="-540"/>
          <w:tab w:val="left" w:pos="7380"/>
          <w:tab w:val="left" w:pos="7560"/>
        </w:tabs>
        <w:ind w:left="-720"/>
      </w:pPr>
      <w:r w:rsidRPr="008A79ED">
        <w:t>4. Language</w:t>
      </w:r>
    </w:p>
    <w:p w:rsidR="00213F74" w:rsidRPr="008A79ED" w:rsidRDefault="00213F74" w:rsidP="00C3100D">
      <w:pPr>
        <w:tabs>
          <w:tab w:val="left" w:pos="-540"/>
          <w:tab w:val="left" w:pos="7380"/>
          <w:tab w:val="left" w:pos="7560"/>
        </w:tabs>
      </w:pPr>
    </w:p>
    <w:p w:rsidR="00DC6215" w:rsidRPr="008A79ED" w:rsidRDefault="00DC6215" w:rsidP="00213F74">
      <w:pPr>
        <w:tabs>
          <w:tab w:val="left" w:pos="-540"/>
          <w:tab w:val="left" w:pos="7380"/>
          <w:tab w:val="left" w:pos="7560"/>
        </w:tabs>
        <w:ind w:left="-720"/>
      </w:pPr>
    </w:p>
    <w:p w:rsidR="00DC6215" w:rsidRPr="008A79ED" w:rsidRDefault="00DC6215" w:rsidP="00213F74">
      <w:pPr>
        <w:tabs>
          <w:tab w:val="left" w:pos="-540"/>
          <w:tab w:val="left" w:pos="7380"/>
          <w:tab w:val="left" w:pos="7560"/>
        </w:tabs>
        <w:ind w:left="-720"/>
      </w:pPr>
    </w:p>
    <w:p w:rsidR="00DC6215" w:rsidRPr="008A79ED" w:rsidRDefault="00DC6215" w:rsidP="00213F74">
      <w:pPr>
        <w:tabs>
          <w:tab w:val="left" w:pos="-540"/>
          <w:tab w:val="left" w:pos="7380"/>
          <w:tab w:val="left" w:pos="7560"/>
        </w:tabs>
        <w:ind w:left="-720"/>
        <w:rPr>
          <w:b/>
        </w:rPr>
      </w:pPr>
      <w:r w:rsidRPr="008A79ED">
        <w:rPr>
          <w:b/>
        </w:rPr>
        <w:t>Topic: Difference between Narrative Essays and Descriptive Essays</w:t>
      </w:r>
    </w:p>
    <w:p w:rsidR="00DC6215" w:rsidRPr="008A79ED" w:rsidRDefault="00DC6215" w:rsidP="00213F74">
      <w:pPr>
        <w:tabs>
          <w:tab w:val="left" w:pos="-540"/>
          <w:tab w:val="left" w:pos="7380"/>
          <w:tab w:val="left" w:pos="7560"/>
        </w:tabs>
        <w:ind w:left="-720"/>
        <w:rPr>
          <w:b/>
        </w:rPr>
      </w:pPr>
      <w:r w:rsidRPr="008A79ED">
        <w:rPr>
          <w:b/>
        </w:rPr>
        <w:t>Content:</w:t>
      </w:r>
    </w:p>
    <w:p w:rsidR="00DC6215" w:rsidRPr="008A79ED" w:rsidRDefault="00DC6215" w:rsidP="00213F74">
      <w:pPr>
        <w:tabs>
          <w:tab w:val="left" w:pos="-540"/>
          <w:tab w:val="left" w:pos="7380"/>
          <w:tab w:val="left" w:pos="7560"/>
        </w:tabs>
        <w:ind w:left="-720"/>
      </w:pPr>
      <w:r w:rsidRPr="008A79ED">
        <w:t xml:space="preserve">Narrative and Descriptive essay are two different types of essay writing. The clear difference between them can be highlighted in terms of the writer's objective. A narrative essay usually tells the </w:t>
      </w:r>
      <w:proofErr w:type="gramStart"/>
      <w:r w:rsidRPr="008A79ED">
        <w:t>writer's  experiences</w:t>
      </w:r>
      <w:proofErr w:type="gramEnd"/>
      <w:r w:rsidRPr="008A79ED">
        <w:t xml:space="preserve"> to the reader. This highlights that a narrative allows the reader to immerse in a story that is composed of a sequence of events. But a descriptive essay is quite different from a narrative essay, mainly because it does not engage in relating a story but merely on providing a descriptive account </w:t>
      </w:r>
      <w:proofErr w:type="spellStart"/>
      <w:r w:rsidRPr="008A79ED">
        <w:t>ofsomething</w:t>
      </w:r>
      <w:proofErr w:type="spellEnd"/>
      <w:r w:rsidRPr="008A79ED">
        <w:t xml:space="preserve"> or someone to the reader. This is the main difference between a narrative and a descriptive essay.</w:t>
      </w:r>
    </w:p>
    <w:p w:rsidR="00DC6215" w:rsidRPr="008A79ED" w:rsidRDefault="00DC6215" w:rsidP="00213F74">
      <w:pPr>
        <w:tabs>
          <w:tab w:val="left" w:pos="-540"/>
          <w:tab w:val="left" w:pos="7380"/>
          <w:tab w:val="left" w:pos="7560"/>
        </w:tabs>
        <w:ind w:left="-720"/>
        <w:rPr>
          <w:b/>
        </w:rPr>
      </w:pPr>
    </w:p>
    <w:p w:rsidR="00DC6215" w:rsidRPr="008A79ED" w:rsidRDefault="00DC6215" w:rsidP="00213F74">
      <w:pPr>
        <w:tabs>
          <w:tab w:val="left" w:pos="-540"/>
          <w:tab w:val="left" w:pos="7380"/>
          <w:tab w:val="left" w:pos="7560"/>
        </w:tabs>
        <w:ind w:left="-720"/>
      </w:pPr>
      <w:r w:rsidRPr="008A79ED">
        <w:rPr>
          <w:b/>
        </w:rPr>
        <w:t>General Evaluation</w:t>
      </w:r>
      <w:r w:rsidRPr="008A79ED">
        <w:t>:</w:t>
      </w:r>
    </w:p>
    <w:p w:rsidR="00DC6215" w:rsidRPr="008A79ED" w:rsidRDefault="00DC6215" w:rsidP="00213F74">
      <w:pPr>
        <w:tabs>
          <w:tab w:val="left" w:pos="-540"/>
          <w:tab w:val="left" w:pos="7380"/>
          <w:tab w:val="left" w:pos="7560"/>
        </w:tabs>
        <w:ind w:left="-720"/>
      </w:pPr>
      <w:r w:rsidRPr="008A79ED">
        <w:t xml:space="preserve">1. Write on an essay topic: My </w:t>
      </w:r>
      <w:proofErr w:type="spellStart"/>
      <w:r w:rsidRPr="008A79ED">
        <w:t>Favourite</w:t>
      </w:r>
      <w:proofErr w:type="spellEnd"/>
      <w:r w:rsidRPr="008A79ED">
        <w:t xml:space="preserve"> Teacher</w:t>
      </w:r>
    </w:p>
    <w:p w:rsidR="00DC6215" w:rsidRPr="008A79ED" w:rsidRDefault="00DC6215" w:rsidP="00213F74">
      <w:pPr>
        <w:tabs>
          <w:tab w:val="left" w:pos="-540"/>
          <w:tab w:val="left" w:pos="7380"/>
          <w:tab w:val="left" w:pos="7560"/>
        </w:tabs>
        <w:ind w:left="-720"/>
      </w:pPr>
      <w:r w:rsidRPr="008A79ED">
        <w:t>2. Write on the essay topic: An Unforgettable Experience.</w:t>
      </w:r>
    </w:p>
    <w:p w:rsidR="00DC6215" w:rsidRPr="008A79ED" w:rsidRDefault="00DC6215" w:rsidP="00213F74">
      <w:pPr>
        <w:tabs>
          <w:tab w:val="left" w:pos="-540"/>
          <w:tab w:val="left" w:pos="7380"/>
          <w:tab w:val="left" w:pos="7560"/>
        </w:tabs>
        <w:ind w:left="-720"/>
        <w:rPr>
          <w:b/>
          <w:bCs/>
        </w:rPr>
      </w:pPr>
      <w:r w:rsidRPr="008A79ED">
        <w:t>3. Write a short note on the elements of a prose</w:t>
      </w:r>
    </w:p>
    <w:p w:rsidR="009240BD" w:rsidRPr="008A79ED" w:rsidRDefault="009240BD" w:rsidP="00213F74">
      <w:pPr>
        <w:tabs>
          <w:tab w:val="left" w:pos="-540"/>
          <w:tab w:val="left" w:pos="7380"/>
          <w:tab w:val="left" w:pos="7560"/>
        </w:tabs>
        <w:ind w:left="-720"/>
      </w:pPr>
      <w:r w:rsidRPr="008A79ED">
        <w:rPr>
          <w:b/>
          <w:bCs/>
        </w:rPr>
        <w:t>Weekend Assignmen</w:t>
      </w:r>
      <w:r w:rsidRPr="008A79ED">
        <w:t>t</w:t>
      </w:r>
    </w:p>
    <w:p w:rsidR="00DC6215" w:rsidRPr="008A79ED" w:rsidRDefault="009240BD" w:rsidP="009240BD">
      <w:pPr>
        <w:numPr>
          <w:ilvl w:val="0"/>
          <w:numId w:val="17"/>
        </w:numPr>
        <w:tabs>
          <w:tab w:val="left" w:pos="-540"/>
          <w:tab w:val="left" w:pos="7380"/>
          <w:tab w:val="left" w:pos="7560"/>
        </w:tabs>
      </w:pPr>
      <w:r w:rsidRPr="008A79ED">
        <w:t>Write twenty verbs with their past and part participle forms.</w:t>
      </w:r>
    </w:p>
    <w:p w:rsidR="00DC6215" w:rsidRPr="008A79ED" w:rsidRDefault="00DC6215" w:rsidP="009240BD">
      <w:pPr>
        <w:numPr>
          <w:ilvl w:val="0"/>
          <w:numId w:val="17"/>
        </w:numPr>
        <w:tabs>
          <w:tab w:val="left" w:pos="-540"/>
          <w:tab w:val="left" w:pos="7380"/>
          <w:tab w:val="left" w:pos="7560"/>
        </w:tabs>
      </w:pPr>
      <w:r w:rsidRPr="008A79ED">
        <w:t xml:space="preserve">Give five examples each of the following types of verbs: Transitive, Intransitive, </w:t>
      </w:r>
    </w:p>
    <w:p w:rsidR="009240BD" w:rsidRPr="008A79ED" w:rsidRDefault="009240BD" w:rsidP="009240BD">
      <w:pPr>
        <w:tabs>
          <w:tab w:val="left" w:pos="-540"/>
          <w:tab w:val="left" w:pos="7380"/>
          <w:tab w:val="left" w:pos="7560"/>
        </w:tabs>
        <w:ind w:left="-720"/>
      </w:pPr>
    </w:p>
    <w:p w:rsidR="00DC6215" w:rsidRPr="008A79ED" w:rsidRDefault="00DC6215" w:rsidP="007D157C">
      <w:pPr>
        <w:tabs>
          <w:tab w:val="left" w:pos="-540"/>
          <w:tab w:val="left" w:pos="7380"/>
          <w:tab w:val="left" w:pos="7560"/>
        </w:tabs>
        <w:ind w:left="-720"/>
        <w:jc w:val="center"/>
        <w:rPr>
          <w:b/>
          <w:bCs/>
        </w:rPr>
      </w:pPr>
    </w:p>
    <w:p w:rsidR="00DC6215" w:rsidRPr="008A79ED" w:rsidRDefault="00DC6215" w:rsidP="007D157C">
      <w:pPr>
        <w:tabs>
          <w:tab w:val="left" w:pos="-540"/>
          <w:tab w:val="left" w:pos="7380"/>
          <w:tab w:val="left" w:pos="7560"/>
        </w:tabs>
        <w:ind w:left="-720"/>
        <w:jc w:val="center"/>
        <w:rPr>
          <w:b/>
          <w:bCs/>
        </w:rPr>
      </w:pPr>
    </w:p>
    <w:p w:rsidR="00DC6215" w:rsidRPr="008A79ED" w:rsidRDefault="00DC6215" w:rsidP="007D157C">
      <w:pPr>
        <w:tabs>
          <w:tab w:val="left" w:pos="-540"/>
          <w:tab w:val="left" w:pos="7380"/>
          <w:tab w:val="left" w:pos="7560"/>
        </w:tabs>
        <w:ind w:left="-720"/>
        <w:jc w:val="center"/>
        <w:rPr>
          <w:b/>
          <w:bCs/>
        </w:rPr>
      </w:pPr>
    </w:p>
    <w:p w:rsidR="00DC6215" w:rsidRPr="008A79ED" w:rsidRDefault="00DC6215" w:rsidP="007D157C">
      <w:pPr>
        <w:tabs>
          <w:tab w:val="left" w:pos="-540"/>
          <w:tab w:val="left" w:pos="7380"/>
          <w:tab w:val="left" w:pos="7560"/>
        </w:tabs>
        <w:ind w:left="-720"/>
        <w:jc w:val="center"/>
        <w:rPr>
          <w:b/>
          <w:bCs/>
        </w:rPr>
      </w:pPr>
    </w:p>
    <w:p w:rsidR="00DC6215" w:rsidRPr="008A79ED" w:rsidRDefault="00DC6215" w:rsidP="007D157C">
      <w:pPr>
        <w:tabs>
          <w:tab w:val="left" w:pos="-540"/>
          <w:tab w:val="left" w:pos="7380"/>
          <w:tab w:val="left" w:pos="7560"/>
        </w:tabs>
        <w:ind w:left="-720"/>
        <w:jc w:val="center"/>
        <w:rPr>
          <w:b/>
          <w:bCs/>
        </w:rPr>
      </w:pPr>
    </w:p>
    <w:p w:rsidR="00DC6215" w:rsidRPr="008A79ED" w:rsidRDefault="00DC6215" w:rsidP="007D157C">
      <w:pPr>
        <w:tabs>
          <w:tab w:val="left" w:pos="-540"/>
          <w:tab w:val="left" w:pos="7380"/>
          <w:tab w:val="left" w:pos="7560"/>
        </w:tabs>
        <w:ind w:left="-720"/>
        <w:jc w:val="center"/>
        <w:rPr>
          <w:b/>
          <w:bCs/>
        </w:rPr>
      </w:pPr>
    </w:p>
    <w:p w:rsidR="00DC6215" w:rsidRPr="008A79ED" w:rsidRDefault="00DC6215" w:rsidP="007D157C">
      <w:pPr>
        <w:tabs>
          <w:tab w:val="left" w:pos="-540"/>
          <w:tab w:val="left" w:pos="7380"/>
          <w:tab w:val="left" w:pos="7560"/>
        </w:tabs>
        <w:ind w:left="-720"/>
        <w:jc w:val="center"/>
        <w:rPr>
          <w:b/>
          <w:bCs/>
        </w:rPr>
      </w:pPr>
      <w:r w:rsidRPr="008A79ED">
        <w:rPr>
          <w:b/>
          <w:bCs/>
        </w:rPr>
        <w:t>.</w:t>
      </w:r>
    </w:p>
    <w:p w:rsidR="00DC6215" w:rsidRPr="008A79ED" w:rsidRDefault="00DC6215" w:rsidP="007D157C">
      <w:pPr>
        <w:tabs>
          <w:tab w:val="left" w:pos="-540"/>
          <w:tab w:val="left" w:pos="7380"/>
          <w:tab w:val="left" w:pos="7560"/>
        </w:tabs>
        <w:ind w:left="-720"/>
        <w:jc w:val="center"/>
        <w:rPr>
          <w:b/>
          <w:bCs/>
        </w:rPr>
      </w:pPr>
    </w:p>
    <w:p w:rsidR="00DC6215" w:rsidRPr="008A79ED" w:rsidRDefault="00DC6215" w:rsidP="007D157C">
      <w:pPr>
        <w:tabs>
          <w:tab w:val="left" w:pos="-540"/>
          <w:tab w:val="left" w:pos="7380"/>
          <w:tab w:val="left" w:pos="7560"/>
        </w:tabs>
        <w:ind w:left="-720"/>
        <w:jc w:val="center"/>
        <w:rPr>
          <w:b/>
          <w:bCs/>
        </w:rPr>
      </w:pPr>
    </w:p>
    <w:p w:rsidR="00DC6215" w:rsidRPr="008A79ED" w:rsidRDefault="00DC6215" w:rsidP="007D157C">
      <w:pPr>
        <w:tabs>
          <w:tab w:val="left" w:pos="-540"/>
          <w:tab w:val="left" w:pos="7380"/>
          <w:tab w:val="left" w:pos="7560"/>
        </w:tabs>
        <w:ind w:left="-720"/>
        <w:jc w:val="center"/>
        <w:rPr>
          <w:b/>
          <w:bCs/>
        </w:rPr>
      </w:pPr>
    </w:p>
    <w:p w:rsidR="009240BD" w:rsidRPr="008A79ED" w:rsidRDefault="009240BD" w:rsidP="007D157C">
      <w:pPr>
        <w:tabs>
          <w:tab w:val="left" w:pos="-540"/>
          <w:tab w:val="left" w:pos="7380"/>
          <w:tab w:val="left" w:pos="7560"/>
        </w:tabs>
        <w:ind w:left="-720"/>
        <w:jc w:val="center"/>
        <w:rPr>
          <w:b/>
          <w:bCs/>
        </w:rPr>
      </w:pPr>
      <w:r w:rsidRPr="008A79ED">
        <w:rPr>
          <w:b/>
          <w:bCs/>
        </w:rPr>
        <w:t>W</w:t>
      </w:r>
      <w:r w:rsidR="00DC6215" w:rsidRPr="008A79ED">
        <w:rPr>
          <w:b/>
          <w:bCs/>
        </w:rPr>
        <w:t>EEK FOUR</w:t>
      </w:r>
    </w:p>
    <w:p w:rsidR="00D01D8C" w:rsidRPr="008A79ED" w:rsidRDefault="00D01D8C" w:rsidP="008A79ED">
      <w:pPr>
        <w:tabs>
          <w:tab w:val="left" w:pos="-540"/>
          <w:tab w:val="left" w:pos="7380"/>
          <w:tab w:val="left" w:pos="7560"/>
        </w:tabs>
      </w:pPr>
    </w:p>
    <w:p w:rsidR="00DC6215" w:rsidRPr="008A79ED" w:rsidRDefault="00DC6215" w:rsidP="003D3DBC">
      <w:pPr>
        <w:tabs>
          <w:tab w:val="left" w:pos="-540"/>
          <w:tab w:val="left" w:pos="7380"/>
          <w:tab w:val="left" w:pos="7560"/>
        </w:tabs>
        <w:ind w:left="-720"/>
        <w:rPr>
          <w:b/>
          <w:bCs/>
        </w:rPr>
      </w:pPr>
    </w:p>
    <w:p w:rsidR="00DC6215" w:rsidRPr="008A79ED" w:rsidRDefault="00D01D8C" w:rsidP="003D3DBC">
      <w:pPr>
        <w:tabs>
          <w:tab w:val="left" w:pos="-540"/>
          <w:tab w:val="left" w:pos="7380"/>
          <w:tab w:val="left" w:pos="7560"/>
        </w:tabs>
        <w:ind w:left="-720"/>
      </w:pPr>
      <w:r w:rsidRPr="008A79ED">
        <w:rPr>
          <w:b/>
          <w:bCs/>
        </w:rPr>
        <w:t>Topic:</w:t>
      </w:r>
      <w:r w:rsidRPr="008A79ED">
        <w:t xml:space="preserve"> </w:t>
      </w:r>
      <w:r w:rsidR="00DC6215" w:rsidRPr="008A79ED">
        <w:t>Narrative Essay: My First Day in Secondary School</w:t>
      </w:r>
    </w:p>
    <w:p w:rsidR="00DC6215" w:rsidRPr="008A79ED" w:rsidRDefault="00DC6215" w:rsidP="003D3DBC">
      <w:pPr>
        <w:tabs>
          <w:tab w:val="left" w:pos="-540"/>
          <w:tab w:val="left" w:pos="7380"/>
          <w:tab w:val="left" w:pos="7560"/>
        </w:tabs>
        <w:ind w:left="-720"/>
      </w:pPr>
      <w:r w:rsidRPr="008A79ED">
        <w:rPr>
          <w:b/>
        </w:rPr>
        <w:t>Content</w:t>
      </w:r>
      <w:r w:rsidRPr="008A79ED">
        <w:t>: Sample Essay</w:t>
      </w:r>
    </w:p>
    <w:p w:rsidR="00DC6215" w:rsidRPr="008A79ED" w:rsidRDefault="00DC6215" w:rsidP="003D3DBC">
      <w:pPr>
        <w:tabs>
          <w:tab w:val="left" w:pos="-540"/>
          <w:tab w:val="left" w:pos="7380"/>
          <w:tab w:val="left" w:pos="7560"/>
        </w:tabs>
        <w:ind w:left="-720"/>
      </w:pPr>
      <w:r w:rsidRPr="008A79ED">
        <w:t>Tell us about a personal quality, talent, accomplishment, contribution or experience that is important to you. What about this quality or accomplishment makes you proud, and how does it relate to the person you are?</w:t>
      </w:r>
    </w:p>
    <w:p w:rsidR="00DC6215" w:rsidRPr="008A79ED" w:rsidRDefault="00DC6215" w:rsidP="003D3DBC">
      <w:pPr>
        <w:tabs>
          <w:tab w:val="left" w:pos="-540"/>
          <w:tab w:val="left" w:pos="7380"/>
          <w:tab w:val="left" w:pos="7560"/>
        </w:tabs>
        <w:ind w:left="-720"/>
        <w:jc w:val="center"/>
        <w:rPr>
          <w:b/>
        </w:rPr>
      </w:pPr>
    </w:p>
    <w:p w:rsidR="00DC6215" w:rsidRPr="008A79ED" w:rsidRDefault="00DC6215" w:rsidP="003D3DBC">
      <w:pPr>
        <w:tabs>
          <w:tab w:val="left" w:pos="-540"/>
          <w:tab w:val="left" w:pos="7380"/>
          <w:tab w:val="left" w:pos="7560"/>
        </w:tabs>
        <w:ind w:left="-720"/>
        <w:jc w:val="center"/>
        <w:rPr>
          <w:b/>
        </w:rPr>
      </w:pPr>
      <w:r w:rsidRPr="008A79ED">
        <w:rPr>
          <w:b/>
        </w:rPr>
        <w:t>My First Day in Secondary School</w:t>
      </w:r>
    </w:p>
    <w:p w:rsidR="00DC6215" w:rsidRPr="008A79ED" w:rsidRDefault="00DC6215" w:rsidP="003D3DBC">
      <w:pPr>
        <w:tabs>
          <w:tab w:val="left" w:pos="-540"/>
          <w:tab w:val="left" w:pos="7380"/>
          <w:tab w:val="left" w:pos="7560"/>
        </w:tabs>
        <w:ind w:left="-720"/>
      </w:pPr>
      <w:r w:rsidRPr="008A79ED">
        <w:t xml:space="preserve">        The clock struck 6:30, I was in bed, and it was time to get up. Being that my mom was the one who woke me up, I waited in bed and closed my eyes as she came near my room to cover my anxiety. It was the first day of high school and I was as excited as one could be. Taking my shower towel in with me to brush my teeth and my toothbrush downstairs with me to eat breakfast, I was oblivious to everything except for special day that I envisioned at school. </w:t>
      </w:r>
    </w:p>
    <w:p w:rsidR="00DC6215" w:rsidRPr="008A79ED" w:rsidRDefault="00DC6215" w:rsidP="003D3DBC">
      <w:pPr>
        <w:tabs>
          <w:tab w:val="left" w:pos="-540"/>
          <w:tab w:val="left" w:pos="7380"/>
          <w:tab w:val="left" w:pos="7560"/>
        </w:tabs>
        <w:ind w:left="-720"/>
      </w:pPr>
      <w:r w:rsidRPr="008A79ED">
        <w:t xml:space="preserve">        Once I was ready, my mom drove me to school, asked me several questions, told me what to do after school, and yet I came out of the car unaware of what she had </w:t>
      </w:r>
      <w:proofErr w:type="spellStart"/>
      <w:r w:rsidRPr="008A79ED">
        <w:t>said.Walking</w:t>
      </w:r>
      <w:proofErr w:type="spellEnd"/>
      <w:r w:rsidRPr="008A79ED">
        <w:t xml:space="preserve"> onto campus while embracing my surroundings, I kept telling myself, "This is my time, now let's go make it happen." After the first two classes, the day was going great; I had seen many of my friends and my teachers were presumably pleasant. We then had a </w:t>
      </w:r>
      <w:proofErr w:type="gramStart"/>
      <w:r w:rsidRPr="008A79ED">
        <w:t>ten minute</w:t>
      </w:r>
      <w:proofErr w:type="gramEnd"/>
      <w:r w:rsidRPr="008A79ED">
        <w:t xml:space="preserve"> break in which I decided to use the restroom. </w:t>
      </w:r>
    </w:p>
    <w:p w:rsidR="00DC6215" w:rsidRPr="008A79ED" w:rsidRDefault="00DC6215" w:rsidP="003D3DBC">
      <w:pPr>
        <w:tabs>
          <w:tab w:val="left" w:pos="-540"/>
          <w:tab w:val="left" w:pos="7380"/>
          <w:tab w:val="left" w:pos="7560"/>
        </w:tabs>
        <w:ind w:left="-720"/>
      </w:pPr>
      <w:r w:rsidRPr="008A79ED">
        <w:t xml:space="preserve">           As I walked in, I looked into the mirror and saw the face of one of my closest friends. After a few more steps, I saw the full picture. He was in a small huddle with a few other students, and in his right hand was a cigarette. I was stunned, and now knowing how to react, I quickly exited the restroom. The scene haunted me for a long time and after several weeks, it became clear that we were no longer in touch with each other.</w:t>
      </w:r>
    </w:p>
    <w:p w:rsidR="00DC6215" w:rsidRPr="008A79ED" w:rsidRDefault="00DC6215" w:rsidP="003D3DBC">
      <w:pPr>
        <w:tabs>
          <w:tab w:val="left" w:pos="-540"/>
          <w:tab w:val="left" w:pos="7380"/>
          <w:tab w:val="left" w:pos="7560"/>
        </w:tabs>
        <w:ind w:left="-720"/>
      </w:pPr>
      <w:r w:rsidRPr="008A79ED">
        <w:t xml:space="preserve">          Growing up in a family with high, positive morals, I had seemingly been blinded by reality. Seeing a kid my age, not to mention my good friend, doing drugs was beyond my belief. Although it was tough for me to get over at first, it later became mind boggling to me as to why this even affected me as much as it did. My 'friend' had been sucked into a poor decision that I knew I was bigger than. My parents had taught me to live above the influence and that any mistakes I make now will be evident in the future. I understand that there will always be distracters in my future but I know that they are all just trying to take me off the successful that I know I am on.</w:t>
      </w:r>
    </w:p>
    <w:p w:rsidR="00DC6215" w:rsidRPr="008A79ED" w:rsidRDefault="00DC6215" w:rsidP="003D3DBC">
      <w:pPr>
        <w:tabs>
          <w:tab w:val="left" w:pos="-540"/>
          <w:tab w:val="left" w:pos="7380"/>
          <w:tab w:val="left" w:pos="7560"/>
        </w:tabs>
        <w:ind w:left="-720"/>
      </w:pPr>
    </w:p>
    <w:p w:rsidR="00DC6215" w:rsidRPr="008A79ED" w:rsidRDefault="00DC6215" w:rsidP="003D3DBC">
      <w:pPr>
        <w:tabs>
          <w:tab w:val="left" w:pos="-540"/>
          <w:tab w:val="left" w:pos="7380"/>
          <w:tab w:val="left" w:pos="7560"/>
        </w:tabs>
        <w:ind w:left="-720"/>
      </w:pPr>
      <w:r w:rsidRPr="008A79ED">
        <w:rPr>
          <w:b/>
        </w:rPr>
        <w:t>Evaluation</w:t>
      </w:r>
      <w:r w:rsidRPr="008A79ED">
        <w:t>: Write your own experience, in a narrative way, tittle: "My First Day in Secondary School".</w:t>
      </w:r>
    </w:p>
    <w:p w:rsidR="00DC6215" w:rsidRPr="008A79ED" w:rsidRDefault="00DC6215" w:rsidP="003D3DBC">
      <w:pPr>
        <w:tabs>
          <w:tab w:val="left" w:pos="-540"/>
          <w:tab w:val="left" w:pos="7380"/>
          <w:tab w:val="left" w:pos="7560"/>
        </w:tabs>
        <w:ind w:left="-720"/>
      </w:pPr>
    </w:p>
    <w:p w:rsidR="00DC6215" w:rsidRPr="008A79ED" w:rsidRDefault="00DC6215" w:rsidP="003D3DBC">
      <w:pPr>
        <w:tabs>
          <w:tab w:val="left" w:pos="-540"/>
          <w:tab w:val="left" w:pos="7380"/>
          <w:tab w:val="left" w:pos="7560"/>
        </w:tabs>
        <w:ind w:left="-720"/>
      </w:pPr>
    </w:p>
    <w:p w:rsidR="00DC6215" w:rsidRPr="008A79ED" w:rsidRDefault="00DC6215" w:rsidP="003D3DBC">
      <w:pPr>
        <w:tabs>
          <w:tab w:val="left" w:pos="-540"/>
          <w:tab w:val="left" w:pos="7380"/>
          <w:tab w:val="left" w:pos="7560"/>
        </w:tabs>
        <w:ind w:left="-720"/>
      </w:pPr>
      <w:r w:rsidRPr="008A79ED">
        <w:rPr>
          <w:b/>
        </w:rPr>
        <w:t>Topic</w:t>
      </w:r>
      <w:r w:rsidRPr="008A79ED">
        <w:t>: Adjectives: definition, identification and types</w:t>
      </w:r>
    </w:p>
    <w:p w:rsidR="00DC6215" w:rsidRPr="008A79ED" w:rsidRDefault="00DC6215" w:rsidP="003D3DBC">
      <w:pPr>
        <w:tabs>
          <w:tab w:val="left" w:pos="-540"/>
          <w:tab w:val="left" w:pos="7380"/>
          <w:tab w:val="left" w:pos="7560"/>
        </w:tabs>
        <w:ind w:left="-720"/>
      </w:pPr>
      <w:r w:rsidRPr="008A79ED">
        <w:t xml:space="preserve"> </w:t>
      </w:r>
      <w:r w:rsidRPr="008A79ED">
        <w:rPr>
          <w:b/>
        </w:rPr>
        <w:t>Content</w:t>
      </w:r>
      <w:r w:rsidRPr="008A79ED">
        <w:t>: What Is an Adjective?</w:t>
      </w:r>
    </w:p>
    <w:p w:rsidR="00DC6215" w:rsidRPr="008A79ED" w:rsidRDefault="00DC6215" w:rsidP="003D3DBC">
      <w:pPr>
        <w:tabs>
          <w:tab w:val="left" w:pos="-540"/>
          <w:tab w:val="left" w:pos="7380"/>
          <w:tab w:val="left" w:pos="7560"/>
        </w:tabs>
        <w:ind w:left="-720"/>
      </w:pPr>
      <w:r w:rsidRPr="008A79ED">
        <w:t xml:space="preserve">  Adjectives are words that modify(change) nouns, pronouns and other adjectives. </w:t>
      </w:r>
    </w:p>
    <w:p w:rsidR="00DC6215" w:rsidRPr="008A79ED" w:rsidRDefault="00DC6215" w:rsidP="003D3DBC">
      <w:pPr>
        <w:tabs>
          <w:tab w:val="left" w:pos="-540"/>
          <w:tab w:val="left" w:pos="7380"/>
          <w:tab w:val="left" w:pos="7560"/>
        </w:tabs>
        <w:ind w:left="-720"/>
        <w:rPr>
          <w:u w:val="single"/>
        </w:rPr>
      </w:pPr>
      <w:r w:rsidRPr="008A79ED">
        <w:rPr>
          <w:u w:val="single"/>
        </w:rPr>
        <w:t>How to Identify Adjectives</w:t>
      </w:r>
    </w:p>
    <w:p w:rsidR="00DC6215" w:rsidRPr="008A79ED" w:rsidRDefault="00DC6215" w:rsidP="003D3DBC">
      <w:pPr>
        <w:tabs>
          <w:tab w:val="left" w:pos="-540"/>
          <w:tab w:val="left" w:pos="7380"/>
          <w:tab w:val="left" w:pos="7560"/>
        </w:tabs>
        <w:ind w:left="-720"/>
      </w:pPr>
      <w:r w:rsidRPr="008A79ED">
        <w:t xml:space="preserve"> In the sentence “he was </w:t>
      </w:r>
      <w:r w:rsidRPr="008A79ED">
        <w:rPr>
          <w:b/>
        </w:rPr>
        <w:t>fast</w:t>
      </w:r>
      <w:r w:rsidRPr="008A79ED">
        <w:t>,” the word “fast” is an adjective that describes the pronoun “he.”</w:t>
      </w:r>
    </w:p>
    <w:p w:rsidR="00DC6215" w:rsidRPr="008A79ED" w:rsidRDefault="00DC6215" w:rsidP="003D3DBC">
      <w:pPr>
        <w:tabs>
          <w:tab w:val="left" w:pos="-540"/>
          <w:tab w:val="left" w:pos="7380"/>
          <w:tab w:val="left" w:pos="7560"/>
        </w:tabs>
        <w:ind w:left="-720"/>
      </w:pPr>
      <w:r w:rsidRPr="008A79ED">
        <w:t xml:space="preserve"> Here’s a special sentence that uses all the letters of the English language: “The </w:t>
      </w:r>
      <w:r w:rsidRPr="008A79ED">
        <w:rPr>
          <w:b/>
        </w:rPr>
        <w:t xml:space="preserve">quick brown </w:t>
      </w:r>
      <w:r w:rsidRPr="008A79ED">
        <w:t xml:space="preserve">fox jumped over the </w:t>
      </w:r>
      <w:r w:rsidRPr="008A79ED">
        <w:rPr>
          <w:b/>
        </w:rPr>
        <w:t>lazy</w:t>
      </w:r>
      <w:r w:rsidRPr="008A79ED">
        <w:t xml:space="preserve"> dog.” </w:t>
      </w:r>
    </w:p>
    <w:p w:rsidR="00DC6215" w:rsidRPr="008A79ED" w:rsidRDefault="00DC6215" w:rsidP="003D3DBC">
      <w:pPr>
        <w:tabs>
          <w:tab w:val="left" w:pos="-540"/>
          <w:tab w:val="left" w:pos="7380"/>
          <w:tab w:val="left" w:pos="7560"/>
        </w:tabs>
        <w:ind w:left="-720"/>
      </w:pPr>
      <w:r w:rsidRPr="008A79ED">
        <w:lastRenderedPageBreak/>
        <w:t>In this sentence, the words “quick,” “brown” and “lazy” are adjectives (and so is the word “the,” but we’ll explain this later!). All these words are describing or somehow modifying a noun.</w:t>
      </w:r>
    </w:p>
    <w:p w:rsidR="00DC6215" w:rsidRPr="008A79ED" w:rsidRDefault="00DC6215" w:rsidP="003D3DBC">
      <w:pPr>
        <w:tabs>
          <w:tab w:val="left" w:pos="-540"/>
          <w:tab w:val="left" w:pos="7380"/>
          <w:tab w:val="left" w:pos="7560"/>
        </w:tabs>
        <w:ind w:left="-720"/>
      </w:pPr>
      <w:r w:rsidRPr="008A79ED">
        <w:t>So, you might already know about adjectives like these, like “</w:t>
      </w:r>
      <w:r w:rsidRPr="008A79ED">
        <w:rPr>
          <w:b/>
        </w:rPr>
        <w:t>quick</w:t>
      </w:r>
      <w:r w:rsidRPr="008A79ED">
        <w:t>,” “</w:t>
      </w:r>
      <w:r w:rsidRPr="008A79ED">
        <w:rPr>
          <w:b/>
        </w:rPr>
        <w:t>beautiful</w:t>
      </w:r>
      <w:r w:rsidRPr="008A79ED">
        <w:t>” and “</w:t>
      </w:r>
      <w:r w:rsidRPr="008A79ED">
        <w:rPr>
          <w:b/>
        </w:rPr>
        <w:t>ugly</w:t>
      </w:r>
      <w:r w:rsidRPr="008A79ED">
        <w:t xml:space="preserve">,” which are used to describe people, places and </w:t>
      </w:r>
      <w:proofErr w:type="spellStart"/>
      <w:proofErr w:type="gramStart"/>
      <w:r w:rsidRPr="008A79ED">
        <w:t>things.But</w:t>
      </w:r>
      <w:proofErr w:type="spellEnd"/>
      <w:proofErr w:type="gramEnd"/>
      <w:r w:rsidRPr="008A79ED">
        <w:t xml:space="preserve"> did you know that adjectives have many other uses? Words like “every,” “the” and </w:t>
      </w:r>
      <w:proofErr w:type="gramStart"/>
      <w:r w:rsidRPr="008A79ED">
        <w:t>“my”</w:t>
      </w:r>
      <w:proofErr w:type="gramEnd"/>
      <w:r w:rsidRPr="008A79ED">
        <w:t xml:space="preserve"> are also adjectives. When you say “my cat,” the word “my” is modifying the word “cat.” It’s describing that cat as your possession, or something that belongs to you. Likewise for the word “every” in the phrase “every </w:t>
      </w:r>
      <w:proofErr w:type="spellStart"/>
      <w:r w:rsidRPr="008A79ED">
        <w:t>cat</w:t>
      </w:r>
      <w:proofErr w:type="gramStart"/>
      <w:r w:rsidRPr="008A79ED">
        <w:t>.”As</w:t>
      </w:r>
      <w:proofErr w:type="spellEnd"/>
      <w:proofErr w:type="gramEnd"/>
      <w:r w:rsidRPr="008A79ED">
        <w:t xml:space="preserve"> you can see, adjectives have many uses!</w:t>
      </w:r>
    </w:p>
    <w:p w:rsidR="00DC6215" w:rsidRPr="008A79ED" w:rsidRDefault="00DC6215" w:rsidP="003D3DBC">
      <w:pPr>
        <w:tabs>
          <w:tab w:val="left" w:pos="-540"/>
          <w:tab w:val="left" w:pos="7380"/>
          <w:tab w:val="left" w:pos="7560"/>
        </w:tabs>
        <w:ind w:left="-720"/>
      </w:pPr>
    </w:p>
    <w:p w:rsidR="00DC6215" w:rsidRPr="008A79ED" w:rsidRDefault="00DC6215" w:rsidP="003D3DBC">
      <w:pPr>
        <w:tabs>
          <w:tab w:val="left" w:pos="-540"/>
          <w:tab w:val="left" w:pos="7380"/>
          <w:tab w:val="left" w:pos="7560"/>
        </w:tabs>
        <w:ind w:left="-720"/>
        <w:rPr>
          <w:b/>
        </w:rPr>
      </w:pPr>
      <w:r w:rsidRPr="008A79ED">
        <w:rPr>
          <w:b/>
        </w:rPr>
        <w:t>Types of Adjectives</w:t>
      </w:r>
    </w:p>
    <w:p w:rsidR="00DC6215" w:rsidRPr="008A79ED" w:rsidRDefault="00DC6215" w:rsidP="003D3DBC">
      <w:pPr>
        <w:tabs>
          <w:tab w:val="left" w:pos="-540"/>
          <w:tab w:val="left" w:pos="7380"/>
          <w:tab w:val="left" w:pos="7560"/>
        </w:tabs>
        <w:ind w:left="-720"/>
      </w:pPr>
      <w:r w:rsidRPr="008A79ED">
        <w:t>Remember that adjectives can modify as well as describe other words, and you’ll find it much easier to identify different types of adjectives when you see them.</w:t>
      </w:r>
    </w:p>
    <w:p w:rsidR="00DC6215" w:rsidRPr="008A79ED" w:rsidRDefault="00DC6215" w:rsidP="003D3DBC">
      <w:pPr>
        <w:tabs>
          <w:tab w:val="left" w:pos="-540"/>
          <w:tab w:val="left" w:pos="7380"/>
          <w:tab w:val="left" w:pos="7560"/>
        </w:tabs>
        <w:ind w:left="-720"/>
      </w:pPr>
      <w:r w:rsidRPr="008A79ED">
        <w:t xml:space="preserve">1. </w:t>
      </w:r>
      <w:r w:rsidRPr="008A79ED">
        <w:rPr>
          <w:b/>
          <w:u w:val="single"/>
        </w:rPr>
        <w:t>Articles</w:t>
      </w:r>
      <w:r w:rsidRPr="008A79ED">
        <w:t xml:space="preserve">: There are only three articles, and all of them are adjectives: a, an, and </w:t>
      </w:r>
      <w:proofErr w:type="spellStart"/>
      <w:proofErr w:type="gramStart"/>
      <w:r w:rsidRPr="008A79ED">
        <w:t>the.Because</w:t>
      </w:r>
      <w:proofErr w:type="spellEnd"/>
      <w:proofErr w:type="gramEnd"/>
      <w:r w:rsidRPr="008A79ED">
        <w:t xml:space="preserve"> they are used to discuss non-specific things and people.</w:t>
      </w:r>
    </w:p>
    <w:p w:rsidR="00DC6215" w:rsidRPr="008A79ED" w:rsidRDefault="00DC6215" w:rsidP="003D3DBC">
      <w:pPr>
        <w:tabs>
          <w:tab w:val="left" w:pos="-540"/>
          <w:tab w:val="left" w:pos="7380"/>
          <w:tab w:val="left" w:pos="7560"/>
        </w:tabs>
        <w:ind w:left="-720"/>
      </w:pPr>
      <w:r w:rsidRPr="008A79ED">
        <w:t>"a" and "an" are called indefinite articles.</w:t>
      </w:r>
    </w:p>
    <w:p w:rsidR="00DC6215" w:rsidRPr="008A79ED" w:rsidRDefault="00DC6215" w:rsidP="003D3DBC">
      <w:pPr>
        <w:tabs>
          <w:tab w:val="left" w:pos="-540"/>
          <w:tab w:val="left" w:pos="7380"/>
          <w:tab w:val="left" w:pos="7560"/>
        </w:tabs>
        <w:ind w:left="-720"/>
      </w:pPr>
      <w:r w:rsidRPr="008A79ED">
        <w:t xml:space="preserve"> For example: I’d like </w:t>
      </w:r>
      <w:r w:rsidRPr="008A79ED">
        <w:rPr>
          <w:b/>
        </w:rPr>
        <w:t>a</w:t>
      </w:r>
      <w:r w:rsidRPr="008A79ED">
        <w:t>.....</w:t>
      </w:r>
    </w:p>
    <w:p w:rsidR="00DC6215" w:rsidRPr="008A79ED" w:rsidRDefault="00DC6215" w:rsidP="003D3DBC">
      <w:pPr>
        <w:tabs>
          <w:tab w:val="left" w:pos="-540"/>
          <w:tab w:val="left" w:pos="7380"/>
          <w:tab w:val="left" w:pos="7560"/>
        </w:tabs>
        <w:ind w:left="-720"/>
      </w:pPr>
      <w:r w:rsidRPr="008A79ED">
        <w:t xml:space="preserve">Let’s go on </w:t>
      </w:r>
      <w:r w:rsidRPr="008A79ED">
        <w:rPr>
          <w:b/>
        </w:rPr>
        <w:t>an</w:t>
      </w:r>
      <w:r w:rsidRPr="008A79ED">
        <w:t>....</w:t>
      </w:r>
    </w:p>
    <w:p w:rsidR="00DC6215" w:rsidRPr="008A79ED" w:rsidRDefault="00DC6215" w:rsidP="003D3DBC">
      <w:pPr>
        <w:tabs>
          <w:tab w:val="left" w:pos="-540"/>
          <w:tab w:val="left" w:pos="7380"/>
          <w:tab w:val="left" w:pos="7560"/>
        </w:tabs>
        <w:ind w:left="-720"/>
      </w:pPr>
    </w:p>
    <w:p w:rsidR="00DC6215" w:rsidRPr="008A79ED" w:rsidRDefault="00DC6215" w:rsidP="003D3DBC">
      <w:pPr>
        <w:tabs>
          <w:tab w:val="left" w:pos="-540"/>
          <w:tab w:val="left" w:pos="7380"/>
          <w:tab w:val="left" w:pos="7560"/>
        </w:tabs>
        <w:ind w:left="-720"/>
      </w:pPr>
      <w:r w:rsidRPr="008A79ED">
        <w:t xml:space="preserve">2. </w:t>
      </w:r>
      <w:r w:rsidRPr="008A79ED">
        <w:rPr>
          <w:b/>
          <w:u w:val="single"/>
        </w:rPr>
        <w:t>Possessive Adjectives</w:t>
      </w:r>
      <w:r w:rsidRPr="008A79ED">
        <w:t xml:space="preserve">: As the name indicates, possessive adjectives are used to indicate possession. They </w:t>
      </w:r>
      <w:proofErr w:type="gramStart"/>
      <w:r w:rsidRPr="008A79ED">
        <w:t>are:*</w:t>
      </w:r>
      <w:proofErr w:type="gramEnd"/>
      <w:r w:rsidRPr="008A79ED">
        <w:t>.My*.Your*.His*.Her*.</w:t>
      </w:r>
      <w:proofErr w:type="spellStart"/>
      <w:r w:rsidRPr="008A79ED">
        <w:t>Its</w:t>
      </w:r>
      <w:proofErr w:type="spellEnd"/>
      <w:r w:rsidRPr="008A79ED">
        <w:t>*.Our*.</w:t>
      </w:r>
      <w:proofErr w:type="spellStart"/>
      <w:r w:rsidRPr="008A79ED">
        <w:t>Their</w:t>
      </w:r>
      <w:proofErr w:type="spellEnd"/>
      <w:r w:rsidRPr="008A79ED">
        <w:t>. Possessive adjectives also function as possessive pronouns.</w:t>
      </w:r>
    </w:p>
    <w:p w:rsidR="00DC6215" w:rsidRPr="008A79ED" w:rsidRDefault="00DC6215" w:rsidP="003D3DBC">
      <w:pPr>
        <w:tabs>
          <w:tab w:val="left" w:pos="-540"/>
          <w:tab w:val="left" w:pos="7380"/>
          <w:tab w:val="left" w:pos="7560"/>
        </w:tabs>
        <w:ind w:left="-720"/>
      </w:pPr>
      <w:r w:rsidRPr="008A79ED">
        <w:t xml:space="preserve">3. </w:t>
      </w:r>
      <w:r w:rsidRPr="008A79ED">
        <w:rPr>
          <w:b/>
          <w:u w:val="single"/>
        </w:rPr>
        <w:t>Demonstrative Adjectives</w:t>
      </w:r>
      <w:r w:rsidRPr="008A79ED">
        <w:t>: Like the article 'the', demonstrative adjectives are used to indicate or demonstrate specific people, animals, or things. Examples: These, those, this and that are demonstrative adjectives.</w:t>
      </w:r>
    </w:p>
    <w:p w:rsidR="00DC6215" w:rsidRPr="008A79ED" w:rsidRDefault="00DC6215" w:rsidP="003D3DBC">
      <w:pPr>
        <w:tabs>
          <w:tab w:val="left" w:pos="-540"/>
          <w:tab w:val="left" w:pos="7380"/>
          <w:tab w:val="left" w:pos="7560"/>
        </w:tabs>
        <w:ind w:left="-720"/>
      </w:pPr>
      <w:proofErr w:type="gramStart"/>
      <w:r w:rsidRPr="008A79ED">
        <w:t>*.</w:t>
      </w:r>
      <w:r w:rsidRPr="008A79ED">
        <w:rPr>
          <w:u w:val="dotted"/>
        </w:rPr>
        <w:t>These</w:t>
      </w:r>
      <w:proofErr w:type="gramEnd"/>
      <w:r w:rsidRPr="008A79ED">
        <w:t xml:space="preserve"> books belong to her</w:t>
      </w:r>
    </w:p>
    <w:p w:rsidR="00DC6215" w:rsidRPr="008A79ED" w:rsidRDefault="00DC6215" w:rsidP="003D3DBC">
      <w:pPr>
        <w:tabs>
          <w:tab w:val="left" w:pos="-540"/>
          <w:tab w:val="left" w:pos="7380"/>
          <w:tab w:val="left" w:pos="7560"/>
        </w:tabs>
        <w:ind w:left="-720"/>
      </w:pPr>
      <w:proofErr w:type="gramStart"/>
      <w:r w:rsidRPr="008A79ED">
        <w:t>*.</w:t>
      </w:r>
      <w:r w:rsidRPr="008A79ED">
        <w:rPr>
          <w:u w:val="dotted"/>
        </w:rPr>
        <w:t>This</w:t>
      </w:r>
      <w:proofErr w:type="gramEnd"/>
      <w:r w:rsidRPr="008A79ED">
        <w:t xml:space="preserve"> movie is my favorite.</w:t>
      </w:r>
    </w:p>
    <w:p w:rsidR="00DC6215" w:rsidRPr="008A79ED" w:rsidRDefault="00DC6215" w:rsidP="003D3DBC">
      <w:pPr>
        <w:tabs>
          <w:tab w:val="left" w:pos="-540"/>
          <w:tab w:val="left" w:pos="7380"/>
          <w:tab w:val="left" w:pos="7560"/>
        </w:tabs>
        <w:ind w:left="-720"/>
      </w:pPr>
      <w:proofErr w:type="gramStart"/>
      <w:r w:rsidRPr="008A79ED">
        <w:t>*.Please</w:t>
      </w:r>
      <w:proofErr w:type="gramEnd"/>
      <w:r w:rsidRPr="008A79ED">
        <w:t xml:space="preserve"> put </w:t>
      </w:r>
      <w:r w:rsidRPr="008A79ED">
        <w:rPr>
          <w:u w:val="dotted"/>
        </w:rPr>
        <w:t>those</w:t>
      </w:r>
      <w:r w:rsidRPr="008A79ED">
        <w:t xml:space="preserve"> cookies on the blue plate.</w:t>
      </w:r>
    </w:p>
    <w:p w:rsidR="00DC6215" w:rsidRPr="008A79ED" w:rsidRDefault="00DC6215" w:rsidP="003D3DBC">
      <w:pPr>
        <w:tabs>
          <w:tab w:val="left" w:pos="-540"/>
          <w:tab w:val="left" w:pos="7380"/>
          <w:tab w:val="left" w:pos="7560"/>
        </w:tabs>
        <w:ind w:left="-720"/>
      </w:pPr>
    </w:p>
    <w:p w:rsidR="00DC6215" w:rsidRPr="008A79ED" w:rsidRDefault="00DC6215" w:rsidP="003D3DBC">
      <w:pPr>
        <w:tabs>
          <w:tab w:val="left" w:pos="-540"/>
          <w:tab w:val="left" w:pos="7380"/>
          <w:tab w:val="left" w:pos="7560"/>
        </w:tabs>
        <w:ind w:left="-720"/>
      </w:pPr>
      <w:r w:rsidRPr="008A79ED">
        <w:t xml:space="preserve">4. </w:t>
      </w:r>
      <w:r w:rsidRPr="008A79ED">
        <w:rPr>
          <w:b/>
          <w:u w:val="single"/>
        </w:rPr>
        <w:t xml:space="preserve">Coordinate Adjectives: </w:t>
      </w:r>
      <w:r w:rsidRPr="008A79ED">
        <w:t xml:space="preserve">Coordinate adjectives are separated with commas or the word 'and', and appear one after another to modify the same noun. The adjectives in the phrase: </w:t>
      </w:r>
      <w:r w:rsidRPr="008A79ED">
        <w:rPr>
          <w:u w:val="dotted"/>
        </w:rPr>
        <w:t>bright, sunny day and long and dark night</w:t>
      </w:r>
      <w:r w:rsidRPr="008A79ED">
        <w:t xml:space="preserve"> are coordinate adjectives. In phrases with more than two coordinate adjectives, the word 'and' always appears before the last one; for example: The sign had big, bold, and bright letters.</w:t>
      </w:r>
    </w:p>
    <w:p w:rsidR="00DC6215" w:rsidRPr="008A79ED" w:rsidRDefault="00DC6215" w:rsidP="003D3DBC">
      <w:pPr>
        <w:tabs>
          <w:tab w:val="left" w:pos="-540"/>
          <w:tab w:val="left" w:pos="7380"/>
          <w:tab w:val="left" w:pos="7560"/>
        </w:tabs>
        <w:ind w:left="-720"/>
      </w:pPr>
      <w:r w:rsidRPr="008A79ED">
        <w:t>Be careful, because some adjectives that appear in a series are not coordinate. In the phrase green delivery truck, the words green and delivery are not separated by a comma because green modifies the phrase delivery truck. To eliminate confusion when determining whether a pair or group of adjectives is coordinate, just insert the word 'and' between them. If 'and' works, then the adjectives are coordinate and need to be separated with a comma.</w:t>
      </w:r>
    </w:p>
    <w:p w:rsidR="00DC6215" w:rsidRPr="008A79ED" w:rsidRDefault="00DC6215" w:rsidP="003D3DBC">
      <w:pPr>
        <w:tabs>
          <w:tab w:val="left" w:pos="-540"/>
          <w:tab w:val="left" w:pos="7380"/>
          <w:tab w:val="left" w:pos="7560"/>
        </w:tabs>
        <w:ind w:left="-720"/>
      </w:pPr>
      <w:r w:rsidRPr="008A79ED">
        <w:t>5</w:t>
      </w:r>
      <w:r w:rsidRPr="008A79ED">
        <w:rPr>
          <w:b/>
          <w:u w:val="single"/>
        </w:rPr>
        <w:t>. Numbers Adjectives</w:t>
      </w:r>
      <w:r w:rsidRPr="008A79ED">
        <w:t>: When they’re used in sentences, numbers are almost always adjectives. You can tell that a number is an adjective when it answers the question “How many?”</w:t>
      </w:r>
    </w:p>
    <w:p w:rsidR="00DC6215" w:rsidRPr="008A79ED" w:rsidRDefault="00DC6215" w:rsidP="003D3DBC">
      <w:pPr>
        <w:tabs>
          <w:tab w:val="left" w:pos="-540"/>
          <w:tab w:val="left" w:pos="7380"/>
          <w:tab w:val="left" w:pos="7560"/>
        </w:tabs>
        <w:ind w:left="-720"/>
      </w:pPr>
      <w:proofErr w:type="gramStart"/>
      <w:r w:rsidRPr="008A79ED">
        <w:t>*.The</w:t>
      </w:r>
      <w:proofErr w:type="gramEnd"/>
      <w:r w:rsidRPr="008A79ED">
        <w:t xml:space="preserve"> stage coach was pulled by a team of six.</w:t>
      </w:r>
    </w:p>
    <w:p w:rsidR="00DC6215" w:rsidRPr="008A79ED" w:rsidRDefault="00DC6215" w:rsidP="003D3DBC">
      <w:pPr>
        <w:tabs>
          <w:tab w:val="left" w:pos="-540"/>
          <w:tab w:val="left" w:pos="7380"/>
          <w:tab w:val="left" w:pos="7560"/>
        </w:tabs>
        <w:ind w:left="-720"/>
      </w:pPr>
      <w:proofErr w:type="gramStart"/>
      <w:r w:rsidRPr="008A79ED">
        <w:t>*.He</w:t>
      </w:r>
      <w:proofErr w:type="gramEnd"/>
      <w:r w:rsidRPr="008A79ED">
        <w:t xml:space="preserve"> ate twenty hot dogs during the contest, and was sick afterwards.</w:t>
      </w:r>
    </w:p>
    <w:p w:rsidR="00DC6215" w:rsidRPr="008A79ED" w:rsidRDefault="00DC6215" w:rsidP="003D3DBC">
      <w:pPr>
        <w:tabs>
          <w:tab w:val="left" w:pos="-540"/>
          <w:tab w:val="left" w:pos="7380"/>
          <w:tab w:val="left" w:pos="7560"/>
        </w:tabs>
        <w:ind w:left="-720"/>
      </w:pPr>
    </w:p>
    <w:p w:rsidR="00DC6215" w:rsidRPr="008A79ED" w:rsidRDefault="00DC6215" w:rsidP="003D3DBC">
      <w:pPr>
        <w:tabs>
          <w:tab w:val="left" w:pos="-540"/>
          <w:tab w:val="left" w:pos="7380"/>
          <w:tab w:val="left" w:pos="7560"/>
        </w:tabs>
        <w:ind w:left="-720"/>
      </w:pPr>
      <w:r w:rsidRPr="008A79ED">
        <w:t>6</w:t>
      </w:r>
      <w:r w:rsidRPr="008A79ED">
        <w:rPr>
          <w:b/>
          <w:u w:val="single"/>
        </w:rPr>
        <w:t xml:space="preserve">. Interrogative Adjectives: </w:t>
      </w:r>
      <w:r w:rsidRPr="008A79ED">
        <w:t xml:space="preserve">There are three interrogative </w:t>
      </w:r>
      <w:proofErr w:type="spellStart"/>
      <w:proofErr w:type="gramStart"/>
      <w:r w:rsidRPr="008A79ED">
        <w:t>adjectives:which</w:t>
      </w:r>
      <w:proofErr w:type="spellEnd"/>
      <w:proofErr w:type="gramEnd"/>
      <w:r w:rsidRPr="008A79ED">
        <w:t xml:space="preserve">, </w:t>
      </w:r>
      <w:proofErr w:type="spellStart"/>
      <w:r w:rsidRPr="008A79ED">
        <w:t>what,and</w:t>
      </w:r>
      <w:proofErr w:type="spellEnd"/>
      <w:r w:rsidRPr="008A79ED">
        <w:t xml:space="preserve"> whose. Like all other types of adjectives, interrogative adjectives modify nouns. As you probably know, all three of these words are used to ask questions.</w:t>
      </w:r>
    </w:p>
    <w:p w:rsidR="00DC6215" w:rsidRPr="008A79ED" w:rsidRDefault="00DC6215" w:rsidP="003D3DBC">
      <w:pPr>
        <w:tabs>
          <w:tab w:val="left" w:pos="-540"/>
          <w:tab w:val="left" w:pos="7380"/>
          <w:tab w:val="left" w:pos="7560"/>
        </w:tabs>
        <w:ind w:left="-720"/>
      </w:pPr>
      <w:proofErr w:type="gramStart"/>
      <w:r w:rsidRPr="008A79ED">
        <w:t>*.</w:t>
      </w:r>
      <w:r w:rsidRPr="008A79ED">
        <w:rPr>
          <w:u w:val="dotted"/>
        </w:rPr>
        <w:t>Which</w:t>
      </w:r>
      <w:proofErr w:type="gramEnd"/>
      <w:r w:rsidRPr="008A79ED">
        <w:t xml:space="preserve"> option sounds best to you?</w:t>
      </w:r>
    </w:p>
    <w:p w:rsidR="00DC6215" w:rsidRPr="008A79ED" w:rsidRDefault="00DC6215" w:rsidP="003D3DBC">
      <w:pPr>
        <w:tabs>
          <w:tab w:val="left" w:pos="-540"/>
          <w:tab w:val="left" w:pos="7380"/>
          <w:tab w:val="left" w:pos="7560"/>
        </w:tabs>
        <w:ind w:left="-720"/>
      </w:pPr>
      <w:proofErr w:type="gramStart"/>
      <w:r w:rsidRPr="008A79ED">
        <w:t>*.</w:t>
      </w:r>
      <w:r w:rsidRPr="008A79ED">
        <w:rPr>
          <w:u w:val="dotted"/>
        </w:rPr>
        <w:t>What</w:t>
      </w:r>
      <w:proofErr w:type="gramEnd"/>
      <w:r w:rsidRPr="008A79ED">
        <w:t xml:space="preserve"> time should we go?</w:t>
      </w:r>
    </w:p>
    <w:p w:rsidR="00DC6215" w:rsidRPr="008A79ED" w:rsidRDefault="00DC6215" w:rsidP="003D3DBC">
      <w:pPr>
        <w:tabs>
          <w:tab w:val="left" w:pos="-540"/>
          <w:tab w:val="left" w:pos="7380"/>
          <w:tab w:val="left" w:pos="7560"/>
        </w:tabs>
        <w:ind w:left="-720"/>
      </w:pPr>
      <w:proofErr w:type="gramStart"/>
      <w:r w:rsidRPr="008A79ED">
        <w:t>*.</w:t>
      </w:r>
      <w:r w:rsidRPr="008A79ED">
        <w:rPr>
          <w:u w:val="dotted"/>
        </w:rPr>
        <w:t>Whose</w:t>
      </w:r>
      <w:proofErr w:type="gramEnd"/>
      <w:r w:rsidRPr="008A79ED">
        <w:t xml:space="preserve"> socks are those?</w:t>
      </w:r>
    </w:p>
    <w:p w:rsidR="00DC6215" w:rsidRPr="008A79ED" w:rsidRDefault="00DC6215" w:rsidP="003D3DBC">
      <w:pPr>
        <w:tabs>
          <w:tab w:val="left" w:pos="-540"/>
          <w:tab w:val="left" w:pos="7380"/>
          <w:tab w:val="left" w:pos="7560"/>
        </w:tabs>
        <w:ind w:left="-720"/>
      </w:pPr>
    </w:p>
    <w:p w:rsidR="00DC6215" w:rsidRPr="008A79ED" w:rsidRDefault="00DC6215" w:rsidP="003D3DBC">
      <w:pPr>
        <w:tabs>
          <w:tab w:val="left" w:pos="-540"/>
          <w:tab w:val="left" w:pos="7380"/>
          <w:tab w:val="left" w:pos="7560"/>
        </w:tabs>
        <w:ind w:left="-720"/>
      </w:pPr>
      <w:r w:rsidRPr="008A79ED">
        <w:t xml:space="preserve">7. </w:t>
      </w:r>
      <w:r w:rsidRPr="008A79ED">
        <w:rPr>
          <w:b/>
          <w:u w:val="single"/>
        </w:rPr>
        <w:t>Indefinite Adjectives</w:t>
      </w:r>
      <w:r w:rsidRPr="008A79ED">
        <w:t xml:space="preserve">: Like the articles a, and an, indefinite adjectives are used to discuss non-specific things. You might recognize them, since they’re formed from indefinite pronouns. The most common indefinite adjectives are any, many, no, </w:t>
      </w:r>
      <w:proofErr w:type="spellStart"/>
      <w:proofErr w:type="gramStart"/>
      <w:r w:rsidRPr="008A79ED">
        <w:t>several,and</w:t>
      </w:r>
      <w:proofErr w:type="spellEnd"/>
      <w:proofErr w:type="gramEnd"/>
      <w:r w:rsidRPr="008A79ED">
        <w:t xml:space="preserve"> few.</w:t>
      </w:r>
    </w:p>
    <w:p w:rsidR="00DC6215" w:rsidRPr="008A79ED" w:rsidRDefault="00DC6215" w:rsidP="003D3DBC">
      <w:pPr>
        <w:tabs>
          <w:tab w:val="left" w:pos="-540"/>
          <w:tab w:val="left" w:pos="7380"/>
          <w:tab w:val="left" w:pos="7560"/>
        </w:tabs>
        <w:ind w:left="-720"/>
      </w:pPr>
      <w:proofErr w:type="gramStart"/>
      <w:r w:rsidRPr="008A79ED">
        <w:lastRenderedPageBreak/>
        <w:t>*.Do</w:t>
      </w:r>
      <w:proofErr w:type="gramEnd"/>
      <w:r w:rsidRPr="008A79ED">
        <w:t xml:space="preserve"> we have </w:t>
      </w:r>
      <w:r w:rsidRPr="008A79ED">
        <w:rPr>
          <w:u w:val="dotted"/>
        </w:rPr>
        <w:t>any</w:t>
      </w:r>
      <w:r w:rsidRPr="008A79ED">
        <w:t xml:space="preserve"> peanut butter?</w:t>
      </w:r>
    </w:p>
    <w:p w:rsidR="00DC6215" w:rsidRPr="008A79ED" w:rsidRDefault="00DC6215" w:rsidP="003D3DBC">
      <w:pPr>
        <w:tabs>
          <w:tab w:val="left" w:pos="-540"/>
          <w:tab w:val="left" w:pos="7380"/>
          <w:tab w:val="left" w:pos="7560"/>
        </w:tabs>
        <w:ind w:left="-720"/>
      </w:pPr>
      <w:proofErr w:type="gramStart"/>
      <w:r w:rsidRPr="008A79ED">
        <w:t>*.Grandfather</w:t>
      </w:r>
      <w:proofErr w:type="gramEnd"/>
      <w:r w:rsidRPr="008A79ED">
        <w:t xml:space="preserve"> has been retired for </w:t>
      </w:r>
      <w:r w:rsidRPr="008A79ED">
        <w:rPr>
          <w:u w:val="dotted"/>
        </w:rPr>
        <w:t>many</w:t>
      </w:r>
      <w:r w:rsidRPr="008A79ED">
        <w:t xml:space="preserve"> years now</w:t>
      </w:r>
    </w:p>
    <w:p w:rsidR="00DC6215" w:rsidRPr="008A79ED" w:rsidRDefault="00DC6215" w:rsidP="003D3DBC">
      <w:pPr>
        <w:tabs>
          <w:tab w:val="left" w:pos="-540"/>
          <w:tab w:val="left" w:pos="7380"/>
          <w:tab w:val="left" w:pos="7560"/>
        </w:tabs>
        <w:ind w:left="-720"/>
      </w:pPr>
      <w:proofErr w:type="gramStart"/>
      <w:r w:rsidRPr="008A79ED">
        <w:t>*.There</w:t>
      </w:r>
      <w:proofErr w:type="gramEnd"/>
      <w:r w:rsidRPr="008A79ED">
        <w:t xml:space="preserve"> are </w:t>
      </w:r>
      <w:r w:rsidRPr="008A79ED">
        <w:rPr>
          <w:u w:val="dotted"/>
        </w:rPr>
        <w:t>no</w:t>
      </w:r>
      <w:r w:rsidRPr="008A79ED">
        <w:t xml:space="preserve"> bananas in the fruit bowl.</w:t>
      </w:r>
    </w:p>
    <w:p w:rsidR="00DC6215" w:rsidRPr="008A79ED" w:rsidRDefault="00DC6215" w:rsidP="003D3DBC">
      <w:pPr>
        <w:tabs>
          <w:tab w:val="left" w:pos="-540"/>
          <w:tab w:val="left" w:pos="7380"/>
          <w:tab w:val="left" w:pos="7560"/>
        </w:tabs>
        <w:ind w:left="-720"/>
      </w:pPr>
      <w:proofErr w:type="gramStart"/>
      <w:r w:rsidRPr="008A79ED">
        <w:t>*.I</w:t>
      </w:r>
      <w:proofErr w:type="gramEnd"/>
      <w:r w:rsidRPr="008A79ED">
        <w:t xml:space="preserve"> usually read the first </w:t>
      </w:r>
      <w:r w:rsidRPr="008A79ED">
        <w:rPr>
          <w:u w:val="dotted"/>
        </w:rPr>
        <w:t>few</w:t>
      </w:r>
      <w:r w:rsidRPr="008A79ED">
        <w:t xml:space="preserve"> pages of a book before I buy it.</w:t>
      </w:r>
    </w:p>
    <w:p w:rsidR="00DC6215" w:rsidRPr="008A79ED" w:rsidRDefault="00DC6215" w:rsidP="003D3DBC">
      <w:pPr>
        <w:tabs>
          <w:tab w:val="left" w:pos="-540"/>
          <w:tab w:val="left" w:pos="7380"/>
          <w:tab w:val="left" w:pos="7560"/>
        </w:tabs>
        <w:ind w:left="-720"/>
      </w:pPr>
      <w:proofErr w:type="gramStart"/>
      <w:r w:rsidRPr="008A79ED">
        <w:t>*.We</w:t>
      </w:r>
      <w:proofErr w:type="gramEnd"/>
      <w:r w:rsidRPr="008A79ED">
        <w:t xml:space="preserve"> looked at </w:t>
      </w:r>
      <w:r w:rsidRPr="008A79ED">
        <w:rPr>
          <w:u w:val="dotted"/>
        </w:rPr>
        <w:t>several</w:t>
      </w:r>
      <w:r w:rsidRPr="008A79ED">
        <w:t xml:space="preserve"> cars before deciding on the best one for our family.</w:t>
      </w:r>
    </w:p>
    <w:p w:rsidR="00DC6215" w:rsidRPr="008A79ED" w:rsidRDefault="00DC6215" w:rsidP="003D3DBC">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Topic</w:t>
      </w:r>
      <w:r w:rsidRPr="008A79ED">
        <w:t>: Oral Literature</w:t>
      </w:r>
    </w:p>
    <w:p w:rsidR="00DC6215" w:rsidRPr="008A79ED" w:rsidRDefault="00DC6215">
      <w:pPr>
        <w:tabs>
          <w:tab w:val="left" w:pos="-540"/>
          <w:tab w:val="left" w:pos="7380"/>
          <w:tab w:val="left" w:pos="7560"/>
        </w:tabs>
        <w:ind w:left="-720"/>
      </w:pPr>
      <w:r w:rsidRPr="008A79ED">
        <w:rPr>
          <w:b/>
        </w:rPr>
        <w:t>The Nature and Kinds of Oral Literature</w:t>
      </w:r>
    </w:p>
    <w:p w:rsidR="00DC6215" w:rsidRPr="008A79ED" w:rsidRDefault="00DC6215">
      <w:pPr>
        <w:tabs>
          <w:tab w:val="left" w:pos="-540"/>
          <w:tab w:val="left" w:pos="7380"/>
          <w:tab w:val="left" w:pos="7560"/>
        </w:tabs>
        <w:ind w:left="-720"/>
      </w:pPr>
      <w:r w:rsidRPr="008A79ED">
        <w:t xml:space="preserve">        Epics, ballads, prose tales, ritual and lyric songs, as genres, existed orally before writing was invented. We do not have a special word to designate them before they were manifested in writing, so we are left with the paradox </w:t>
      </w:r>
      <w:proofErr w:type="spellStart"/>
      <w:r w:rsidRPr="008A79ED">
        <w:t>of"oral</w:t>
      </w:r>
      <w:proofErr w:type="spellEnd"/>
      <w:r w:rsidRPr="008A79ED">
        <w:t xml:space="preserve"> literature." But if literature can be defined as "carefully constructed verbal expression," carefully structured oral verbal expression can surely qualify as literature. This is common sense. People did not wait until there was writing before they told stories and sang songs. </w:t>
      </w:r>
    </w:p>
    <w:p w:rsidR="00DC6215" w:rsidRPr="008A79ED" w:rsidRDefault="00DC6215">
      <w:pPr>
        <w:tabs>
          <w:tab w:val="left" w:pos="-540"/>
          <w:tab w:val="left" w:pos="7380"/>
          <w:tab w:val="left" w:pos="7560"/>
        </w:tabs>
        <w:ind w:left="-720"/>
      </w:pPr>
      <w:r w:rsidRPr="008A79ED">
        <w:t xml:space="preserve">       Moreover, when these genres first appeared in writing, their metric base, their poetic and compositional devices, were already fully developed and none of them could have been invented by any one person at any one time. They are too complicated for that.</w:t>
      </w:r>
    </w:p>
    <w:p w:rsidR="00DC6215" w:rsidRPr="008A79ED" w:rsidRDefault="00DC6215">
      <w:pPr>
        <w:tabs>
          <w:tab w:val="left" w:pos="-540"/>
          <w:tab w:val="left" w:pos="7380"/>
          <w:tab w:val="left" w:pos="7560"/>
        </w:tabs>
        <w:ind w:left="-720"/>
      </w:pPr>
      <w:r w:rsidRPr="008A79ED">
        <w:t xml:space="preserve">      Oral literature, then, consists of </w:t>
      </w:r>
      <w:proofErr w:type="spellStart"/>
      <w:r w:rsidRPr="008A79ED">
        <w:t>thesongs</w:t>
      </w:r>
      <w:proofErr w:type="spellEnd"/>
      <w:r w:rsidRPr="008A79ED">
        <w:t xml:space="preserve"> and stories, and other sayings, that people have heard and listened to, sung and told, without any intervention of writing. The creator or transmitter did not write the song or the story but sang or told it; the receiver did not read the song or story but heard it. These stories and songs are, therefore, not only oral but also aural; they are not only told, they are also heard.</w:t>
      </w:r>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r w:rsidRPr="008A79ED">
        <w:rPr>
          <w:b/>
        </w:rPr>
        <w:t>Topic</w:t>
      </w:r>
      <w:r w:rsidRPr="008A79ED">
        <w:t>: Speech work: Vowel /I/</w:t>
      </w:r>
    </w:p>
    <w:p w:rsidR="00DC6215" w:rsidRPr="008A79ED" w:rsidRDefault="00DC6215">
      <w:pPr>
        <w:tabs>
          <w:tab w:val="left" w:pos="-540"/>
          <w:tab w:val="left" w:pos="108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t>Vowel contrast</w:t>
      </w:r>
    </w:p>
    <w:p w:rsidR="00DC6215" w:rsidRPr="008A79ED" w:rsidRDefault="00DC6215">
      <w:pPr>
        <w:tabs>
          <w:tab w:val="left" w:pos="-540"/>
          <w:tab w:val="left" w:pos="7380"/>
          <w:tab w:val="left" w:pos="7560"/>
        </w:tabs>
        <w:ind w:left="-720"/>
      </w:pPr>
      <w:r w:rsidRPr="008A79ED">
        <w:tab/>
        <w:t>/I/</w:t>
      </w:r>
    </w:p>
    <w:p w:rsidR="00DC6215" w:rsidRPr="008A79ED" w:rsidRDefault="00DC6215">
      <w:pPr>
        <w:tabs>
          <w:tab w:val="left" w:pos="-540"/>
          <w:tab w:val="left" w:pos="7380"/>
          <w:tab w:val="left" w:pos="7560"/>
        </w:tabs>
        <w:ind w:left="-720"/>
      </w:pPr>
      <w:r w:rsidRPr="008A79ED">
        <w:tab/>
        <w:t>S</w:t>
      </w:r>
      <w:r w:rsidRPr="008A79ED">
        <w:rPr>
          <w:u w:val="single"/>
        </w:rPr>
        <w:t>i</w:t>
      </w:r>
      <w:r w:rsidRPr="008A79ED">
        <w:t>t</w:t>
      </w:r>
    </w:p>
    <w:p w:rsidR="00DC6215" w:rsidRPr="008A79ED" w:rsidRDefault="00DC6215">
      <w:pPr>
        <w:tabs>
          <w:tab w:val="left" w:pos="-540"/>
          <w:tab w:val="left" w:pos="7380"/>
          <w:tab w:val="left" w:pos="7560"/>
        </w:tabs>
        <w:ind w:left="-720"/>
      </w:pPr>
      <w:r w:rsidRPr="008A79ED">
        <w:tab/>
        <w:t>did</w:t>
      </w:r>
    </w:p>
    <w:p w:rsidR="00DC6215" w:rsidRPr="008A79ED" w:rsidRDefault="00DC6215">
      <w:pPr>
        <w:tabs>
          <w:tab w:val="left" w:pos="-540"/>
          <w:tab w:val="left" w:pos="7380"/>
          <w:tab w:val="left" w:pos="7560"/>
        </w:tabs>
        <w:ind w:left="-720"/>
      </w:pPr>
      <w:r w:rsidRPr="008A79ED">
        <w:tab/>
        <w:t>hit</w:t>
      </w:r>
    </w:p>
    <w:p w:rsidR="00DC6215" w:rsidRPr="008A79ED" w:rsidRDefault="00DC6215">
      <w:pPr>
        <w:tabs>
          <w:tab w:val="left" w:pos="-540"/>
          <w:tab w:val="left" w:pos="7380"/>
          <w:tab w:val="left" w:pos="7560"/>
        </w:tabs>
        <w:ind w:left="-720"/>
      </w:pPr>
      <w:r w:rsidRPr="008A79ED">
        <w:tab/>
        <w:t>fit</w:t>
      </w:r>
    </w:p>
    <w:p w:rsidR="00DC6215" w:rsidRPr="008A79ED" w:rsidRDefault="00DC6215">
      <w:pPr>
        <w:tabs>
          <w:tab w:val="left" w:pos="-540"/>
          <w:tab w:val="left" w:pos="7380"/>
          <w:tab w:val="left" w:pos="7560"/>
        </w:tabs>
        <w:ind w:left="-720"/>
      </w:pPr>
      <w:r w:rsidRPr="008A79ED">
        <w:tab/>
        <w:t>rid</w:t>
      </w:r>
    </w:p>
    <w:p w:rsidR="00DC6215" w:rsidRPr="008A79ED" w:rsidRDefault="00DC6215">
      <w:pPr>
        <w:tabs>
          <w:tab w:val="left" w:pos="-540"/>
          <w:tab w:val="left" w:pos="7380"/>
          <w:tab w:val="left" w:pos="7560"/>
        </w:tabs>
        <w:ind w:left="-720"/>
      </w:pPr>
      <w:r w:rsidRPr="008A79ED">
        <w:tab/>
        <w:t>bead</w:t>
      </w:r>
    </w:p>
    <w:p w:rsidR="00DC6215" w:rsidRPr="008A79ED" w:rsidRDefault="00DC6215">
      <w:pPr>
        <w:tabs>
          <w:tab w:val="left" w:pos="-540"/>
          <w:tab w:val="left" w:pos="7380"/>
          <w:tab w:val="left" w:pos="7560"/>
        </w:tabs>
        <w:ind w:left="-720"/>
      </w:pPr>
      <w:r w:rsidRPr="008A79ED">
        <w:tab/>
        <w:t>deep</w:t>
      </w:r>
      <w:r w:rsidRPr="008A79ED">
        <w:tab/>
        <w:t>leap</w:t>
      </w:r>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r w:rsidRPr="008A79ED">
        <w:rPr>
          <w:b/>
        </w:rPr>
        <w:t>Evaluation</w:t>
      </w:r>
    </w:p>
    <w:p w:rsidR="00DC6215" w:rsidRPr="008A79ED" w:rsidRDefault="00DC6215">
      <w:pPr>
        <w:tabs>
          <w:tab w:val="left" w:pos="-540"/>
          <w:tab w:val="left" w:pos="1080"/>
        </w:tabs>
      </w:pPr>
      <w:r w:rsidRPr="008A79ED">
        <w:t>Make five minimal pairs of the sound /I/.</w:t>
      </w:r>
    </w:p>
    <w:p w:rsidR="00DC6215" w:rsidRPr="008A79ED" w:rsidRDefault="00DC6215" w:rsidP="003D3DBC">
      <w:pPr>
        <w:tabs>
          <w:tab w:val="left" w:pos="-540"/>
          <w:tab w:val="left" w:pos="7380"/>
          <w:tab w:val="left" w:pos="7560"/>
        </w:tabs>
        <w:ind w:left="-720"/>
        <w:rPr>
          <w:b/>
        </w:rPr>
      </w:pPr>
    </w:p>
    <w:p w:rsidR="00DC6215" w:rsidRPr="008A79ED" w:rsidRDefault="00DC6215" w:rsidP="003D3DBC">
      <w:pPr>
        <w:tabs>
          <w:tab w:val="left" w:pos="-540"/>
          <w:tab w:val="left" w:pos="7380"/>
          <w:tab w:val="left" w:pos="7560"/>
        </w:tabs>
        <w:ind w:left="-720"/>
        <w:rPr>
          <w:b/>
        </w:rPr>
      </w:pPr>
      <w:r w:rsidRPr="008A79ED">
        <w:rPr>
          <w:b/>
        </w:rPr>
        <w:t>General Evaluation</w:t>
      </w:r>
    </w:p>
    <w:p w:rsidR="00DC6215" w:rsidRPr="008A79ED" w:rsidRDefault="00DC6215" w:rsidP="003D3DBC">
      <w:pPr>
        <w:tabs>
          <w:tab w:val="left" w:pos="-540"/>
          <w:tab w:val="left" w:pos="7380"/>
          <w:tab w:val="left" w:pos="7560"/>
        </w:tabs>
        <w:ind w:left="-720"/>
      </w:pPr>
      <w:r w:rsidRPr="008A79ED">
        <w:t>1. What do you understand by the term "oral literature"?</w:t>
      </w:r>
    </w:p>
    <w:p w:rsidR="00DC6215" w:rsidRPr="008A79ED" w:rsidRDefault="00DC6215" w:rsidP="003D3DBC">
      <w:pPr>
        <w:tabs>
          <w:tab w:val="left" w:pos="-540"/>
          <w:tab w:val="left" w:pos="7380"/>
          <w:tab w:val="left" w:pos="7560"/>
        </w:tabs>
        <w:ind w:left="-720"/>
      </w:pPr>
      <w:r w:rsidRPr="008A79ED">
        <w:t>2. Write five examples of five different types of adjectives.</w:t>
      </w:r>
    </w:p>
    <w:p w:rsidR="00DC6215" w:rsidRPr="008A79ED" w:rsidRDefault="00DC6215" w:rsidP="003D3DBC">
      <w:pPr>
        <w:tabs>
          <w:tab w:val="left" w:pos="-540"/>
          <w:tab w:val="left" w:pos="7380"/>
          <w:tab w:val="left" w:pos="7560"/>
        </w:tabs>
        <w:ind w:left="-720"/>
        <w:rPr>
          <w:b/>
        </w:rPr>
      </w:pPr>
      <w:r w:rsidRPr="008A79ED">
        <w:t>3. Write a narrative on an experience you will never forget.</w:t>
      </w:r>
    </w:p>
    <w:p w:rsidR="00DC6215" w:rsidRPr="008A79ED" w:rsidRDefault="00DC6215" w:rsidP="003D3DBC">
      <w:pPr>
        <w:tabs>
          <w:tab w:val="left" w:pos="-540"/>
          <w:tab w:val="left" w:pos="7380"/>
          <w:tab w:val="left" w:pos="7560"/>
        </w:tabs>
        <w:ind w:left="-720"/>
        <w:rPr>
          <w:b/>
        </w:rPr>
      </w:pPr>
      <w:r w:rsidRPr="008A79ED">
        <w:rPr>
          <w:b/>
        </w:rPr>
        <w:t>Weekend Assignment</w:t>
      </w:r>
    </w:p>
    <w:p w:rsidR="00DC6215" w:rsidRPr="008A79ED" w:rsidRDefault="00DC6215" w:rsidP="003D3DBC">
      <w:pPr>
        <w:tabs>
          <w:tab w:val="left" w:pos="-540"/>
          <w:tab w:val="left" w:pos="7380"/>
          <w:tab w:val="left" w:pos="7560"/>
        </w:tabs>
        <w:ind w:left="-720"/>
      </w:pPr>
      <w:r w:rsidRPr="008A79ED">
        <w:t>A. Find the adjective or adjectives that fit in each of the blanks best.</w:t>
      </w:r>
    </w:p>
    <w:p w:rsidR="00DC6215" w:rsidRPr="008A79ED" w:rsidRDefault="00DC6215" w:rsidP="003D3DBC">
      <w:pPr>
        <w:tabs>
          <w:tab w:val="left" w:pos="-540"/>
          <w:tab w:val="left" w:pos="7380"/>
          <w:tab w:val="left" w:pos="7560"/>
        </w:tabs>
        <w:ind w:left="-720"/>
      </w:pPr>
      <w:r w:rsidRPr="008A79ED">
        <w:lastRenderedPageBreak/>
        <w:t xml:space="preserve">1. We visited the museum, where we saw ____________ </w:t>
      </w:r>
      <w:proofErr w:type="spellStart"/>
      <w:r w:rsidRPr="008A79ED">
        <w:t>artifacts.A</w:t>
      </w:r>
      <w:proofErr w:type="spellEnd"/>
      <w:r w:rsidRPr="008A79ED">
        <w:t>. A lot of B. Ancient C. John’s D. A room filled with</w:t>
      </w:r>
    </w:p>
    <w:p w:rsidR="00DC6215" w:rsidRPr="008A79ED" w:rsidRDefault="00DC6215" w:rsidP="003D3DBC">
      <w:pPr>
        <w:tabs>
          <w:tab w:val="left" w:pos="-540"/>
          <w:tab w:val="left" w:pos="7380"/>
          <w:tab w:val="left" w:pos="7560"/>
        </w:tabs>
        <w:ind w:left="-720"/>
      </w:pPr>
      <w:r w:rsidRPr="008A79ED">
        <w:t xml:space="preserve">2. I received ______________ awards at the ceremony today. </w:t>
      </w:r>
      <w:proofErr w:type="spellStart"/>
      <w:proofErr w:type="gramStart"/>
      <w:r w:rsidRPr="008A79ED">
        <w:t>A.The</w:t>
      </w:r>
      <w:proofErr w:type="spellEnd"/>
      <w:proofErr w:type="gramEnd"/>
      <w:r w:rsidRPr="008A79ED">
        <w:t xml:space="preserve"> manager’s </w:t>
      </w:r>
      <w:proofErr w:type="spellStart"/>
      <w:r w:rsidRPr="008A79ED">
        <w:t>B.Two</w:t>
      </w:r>
      <w:proofErr w:type="spellEnd"/>
      <w:r w:rsidRPr="008A79ED">
        <w:t xml:space="preserve"> C. Information about </w:t>
      </w:r>
      <w:proofErr w:type="spellStart"/>
      <w:r w:rsidRPr="008A79ED">
        <w:t>D.Motivation</w:t>
      </w:r>
      <w:proofErr w:type="spellEnd"/>
      <w:r w:rsidRPr="008A79ED">
        <w:t xml:space="preserve"> at the</w:t>
      </w:r>
    </w:p>
    <w:p w:rsidR="00DC6215" w:rsidRPr="008A79ED" w:rsidRDefault="00DC6215" w:rsidP="003D3DBC">
      <w:pPr>
        <w:tabs>
          <w:tab w:val="left" w:pos="-540"/>
          <w:tab w:val="left" w:pos="7380"/>
          <w:tab w:val="left" w:pos="7560"/>
        </w:tabs>
        <w:ind w:left="-720"/>
      </w:pPr>
      <w:r w:rsidRPr="008A79ED">
        <w:t xml:space="preserve">3. Please get me a bag of ____________ apples. A. Interesting </w:t>
      </w:r>
      <w:proofErr w:type="spellStart"/>
      <w:proofErr w:type="gramStart"/>
      <w:r w:rsidRPr="008A79ED">
        <w:t>B.Ripe</w:t>
      </w:r>
      <w:proofErr w:type="spellEnd"/>
      <w:proofErr w:type="gramEnd"/>
      <w:r w:rsidRPr="008A79ED">
        <w:t xml:space="preserve"> red </w:t>
      </w:r>
      <w:proofErr w:type="spellStart"/>
      <w:r w:rsidRPr="008A79ED">
        <w:t>C.Oranges</w:t>
      </w:r>
      <w:proofErr w:type="spellEnd"/>
      <w:r w:rsidRPr="008A79ED">
        <w:t xml:space="preserve"> and D. Real </w:t>
      </w:r>
    </w:p>
    <w:p w:rsidR="00DC6215" w:rsidRPr="008A79ED" w:rsidRDefault="00DC6215" w:rsidP="003D3DBC">
      <w:pPr>
        <w:tabs>
          <w:tab w:val="left" w:pos="-540"/>
          <w:tab w:val="left" w:pos="7380"/>
          <w:tab w:val="left" w:pos="7560"/>
        </w:tabs>
        <w:ind w:left="-720"/>
      </w:pPr>
      <w:r w:rsidRPr="008A79ED">
        <w:t xml:space="preserve">4. The president sat in a _______________ chair. A. Important B. Barber’s </w:t>
      </w:r>
      <w:proofErr w:type="spellStart"/>
      <w:proofErr w:type="gramStart"/>
      <w:r w:rsidRPr="008A79ED">
        <w:t>C.Funny</w:t>
      </w:r>
      <w:proofErr w:type="spellEnd"/>
      <w:proofErr w:type="gramEnd"/>
      <w:r w:rsidRPr="008A79ED">
        <w:t xml:space="preserve"> D. Leather </w:t>
      </w:r>
    </w:p>
    <w:p w:rsidR="00DC6215" w:rsidRPr="008A79ED" w:rsidRDefault="00DC6215" w:rsidP="003D3DBC">
      <w:pPr>
        <w:tabs>
          <w:tab w:val="left" w:pos="-540"/>
          <w:tab w:val="left" w:pos="7380"/>
          <w:tab w:val="left" w:pos="7560"/>
        </w:tabs>
        <w:ind w:left="-720"/>
      </w:pPr>
      <w:r w:rsidRPr="008A79ED">
        <w:t xml:space="preserve">5.________________ weather is the norm in San Francisco. A. Blue B. Big </w:t>
      </w:r>
      <w:proofErr w:type="spellStart"/>
      <w:proofErr w:type="gramStart"/>
      <w:r w:rsidRPr="008A79ED">
        <w:t>C.Foggy</w:t>
      </w:r>
      <w:proofErr w:type="spellEnd"/>
      <w:proofErr w:type="gramEnd"/>
      <w:r w:rsidRPr="008A79ED">
        <w:t xml:space="preserve"> </w:t>
      </w:r>
      <w:proofErr w:type="spellStart"/>
      <w:r w:rsidRPr="008A79ED">
        <w:t>D.The</w:t>
      </w:r>
      <w:proofErr w:type="spellEnd"/>
      <w:r w:rsidRPr="008A79ED">
        <w:t xml:space="preserve"> best</w:t>
      </w:r>
    </w:p>
    <w:p w:rsidR="00DC6215" w:rsidRPr="008A79ED" w:rsidRDefault="00DC6215" w:rsidP="003D3DBC">
      <w:pPr>
        <w:tabs>
          <w:tab w:val="left" w:pos="-540"/>
          <w:tab w:val="left" w:pos="7380"/>
          <w:tab w:val="left" w:pos="7560"/>
        </w:tabs>
        <w:ind w:left="-720"/>
      </w:pPr>
    </w:p>
    <w:p w:rsidR="00DC6215" w:rsidRPr="008A79ED" w:rsidRDefault="00DC6215" w:rsidP="003D3DBC">
      <w:pPr>
        <w:tabs>
          <w:tab w:val="left" w:pos="-540"/>
          <w:tab w:val="left" w:pos="7380"/>
          <w:tab w:val="left" w:pos="7560"/>
        </w:tabs>
        <w:ind w:left="-720"/>
      </w:pPr>
      <w:r w:rsidRPr="008A79ED">
        <w:t>B. Complete the following sentences using the appropriate form of the adjective given in the brackets.</w:t>
      </w:r>
    </w:p>
    <w:p w:rsidR="00DC6215" w:rsidRPr="008A79ED" w:rsidRDefault="00DC6215" w:rsidP="003D3DBC">
      <w:pPr>
        <w:tabs>
          <w:tab w:val="left" w:pos="-540"/>
          <w:tab w:val="left" w:pos="7380"/>
          <w:tab w:val="left" w:pos="7560"/>
        </w:tabs>
        <w:ind w:left="-720"/>
      </w:pPr>
      <w:r w:rsidRPr="008A79ED">
        <w:t>1. He is ………………… than his neighbors. (rich)</w:t>
      </w:r>
    </w:p>
    <w:p w:rsidR="00DC6215" w:rsidRPr="008A79ED" w:rsidRDefault="00DC6215" w:rsidP="003D3DBC">
      <w:pPr>
        <w:tabs>
          <w:tab w:val="left" w:pos="-540"/>
          <w:tab w:val="left" w:pos="7380"/>
          <w:tab w:val="left" w:pos="7560"/>
        </w:tabs>
        <w:ind w:left="-720"/>
      </w:pPr>
      <w:r w:rsidRPr="008A79ED">
        <w:t>2. The brides were much……………… than the grooms. (young)</w:t>
      </w:r>
    </w:p>
    <w:p w:rsidR="00DC6215" w:rsidRPr="008A79ED" w:rsidRDefault="00DC6215" w:rsidP="003D3DBC">
      <w:pPr>
        <w:tabs>
          <w:tab w:val="left" w:pos="-540"/>
          <w:tab w:val="left" w:pos="7380"/>
          <w:tab w:val="left" w:pos="7560"/>
        </w:tabs>
        <w:ind w:left="-720"/>
      </w:pPr>
      <w:r w:rsidRPr="008A79ED">
        <w:t>3. He is too …………………… to be taught. (intelligent)</w:t>
      </w:r>
    </w:p>
    <w:p w:rsidR="00DC6215" w:rsidRPr="008A79ED" w:rsidRDefault="00DC6215" w:rsidP="003D3DBC">
      <w:pPr>
        <w:tabs>
          <w:tab w:val="left" w:pos="-540"/>
          <w:tab w:val="left" w:pos="7380"/>
          <w:tab w:val="left" w:pos="7560"/>
        </w:tabs>
        <w:ind w:left="-720"/>
      </w:pPr>
      <w:r w:rsidRPr="008A79ED">
        <w:t>4. He is ………………… than I thought him to be. (clever)</w:t>
      </w:r>
    </w:p>
    <w:p w:rsidR="00DC6215" w:rsidRPr="008A79ED" w:rsidRDefault="00DC6215" w:rsidP="003D3DBC">
      <w:pPr>
        <w:tabs>
          <w:tab w:val="left" w:pos="-540"/>
          <w:tab w:val="left" w:pos="7380"/>
          <w:tab w:val="left" w:pos="7560"/>
        </w:tabs>
        <w:ind w:left="-720"/>
      </w:pPr>
      <w:r w:rsidRPr="008A79ED">
        <w:t xml:space="preserve">5. When the old woman became……………………, she began to </w:t>
      </w:r>
      <w:proofErr w:type="spellStart"/>
      <w:r w:rsidRPr="008A79ED">
        <w:t>moveabout</w:t>
      </w:r>
      <w:proofErr w:type="spellEnd"/>
      <w:r w:rsidRPr="008A79ED">
        <w:t>. (strong)</w:t>
      </w:r>
    </w:p>
    <w:p w:rsidR="00DC6215" w:rsidRPr="008A79ED" w:rsidRDefault="00DC6215" w:rsidP="003D3DBC">
      <w:pPr>
        <w:tabs>
          <w:tab w:val="left" w:pos="-540"/>
          <w:tab w:val="left" w:pos="7380"/>
          <w:tab w:val="left" w:pos="7560"/>
        </w:tabs>
        <w:ind w:left="-720"/>
      </w:pPr>
      <w:r w:rsidRPr="008A79ED">
        <w:t>6. He is much ………………… now. (good)</w:t>
      </w:r>
    </w:p>
    <w:p w:rsidR="00DC6215" w:rsidRPr="008A79ED" w:rsidRDefault="00DC6215" w:rsidP="003D3DBC">
      <w:pPr>
        <w:tabs>
          <w:tab w:val="left" w:pos="-540"/>
          <w:tab w:val="left" w:pos="7380"/>
          <w:tab w:val="left" w:pos="7560"/>
        </w:tabs>
        <w:ind w:left="-720"/>
      </w:pPr>
      <w:r w:rsidRPr="008A79ED">
        <w:t>7. The offer was too ………………… to be true. (good)</w:t>
      </w:r>
    </w:p>
    <w:p w:rsidR="00DC6215" w:rsidRPr="008A79ED" w:rsidRDefault="00DC6215" w:rsidP="003D3DBC">
      <w:pPr>
        <w:tabs>
          <w:tab w:val="left" w:pos="-540"/>
          <w:tab w:val="left" w:pos="7380"/>
          <w:tab w:val="left" w:pos="7560"/>
        </w:tabs>
        <w:ind w:left="-720"/>
      </w:pPr>
      <w:r w:rsidRPr="008A79ED">
        <w:t>8. He fishes with …………………… success than I do. (great)</w:t>
      </w:r>
    </w:p>
    <w:p w:rsidR="00DC6215" w:rsidRPr="008A79ED" w:rsidRDefault="00DC6215" w:rsidP="003D3DBC">
      <w:pPr>
        <w:tabs>
          <w:tab w:val="left" w:pos="-540"/>
          <w:tab w:val="left" w:pos="7380"/>
          <w:tab w:val="left" w:pos="7560"/>
        </w:tabs>
        <w:ind w:left="-720"/>
      </w:pPr>
      <w:r w:rsidRPr="008A79ED">
        <w:t>9. Shakespeare is the…………………… playwright in English. (great)</w:t>
      </w:r>
    </w:p>
    <w:p w:rsidR="00DC6215" w:rsidRPr="008A79ED" w:rsidRDefault="00DC6215" w:rsidP="003D3DBC">
      <w:pPr>
        <w:tabs>
          <w:tab w:val="left" w:pos="-540"/>
          <w:tab w:val="left" w:pos="7380"/>
          <w:tab w:val="left" w:pos="7560"/>
        </w:tabs>
        <w:ind w:left="-720"/>
      </w:pPr>
      <w:r w:rsidRPr="008A79ED">
        <w:t>10. The pain was …………………… than he could bear. (much)</w:t>
      </w:r>
    </w:p>
    <w:p w:rsidR="00DC6215" w:rsidRPr="008A79ED" w:rsidRDefault="00DC6215" w:rsidP="003D3DBC">
      <w:pPr>
        <w:tabs>
          <w:tab w:val="left" w:pos="-540"/>
          <w:tab w:val="left" w:pos="7380"/>
          <w:tab w:val="left" w:pos="7560"/>
        </w:tabs>
        <w:ind w:left="-720"/>
      </w:pPr>
      <w:r w:rsidRPr="008A79ED">
        <w:t>11. The ………………… thing of all was that his son was rude to him. (bad)</w:t>
      </w:r>
    </w:p>
    <w:p w:rsidR="00DC6215" w:rsidRPr="008A79ED" w:rsidRDefault="00DC6215" w:rsidP="003D3DBC">
      <w:pPr>
        <w:tabs>
          <w:tab w:val="left" w:pos="-540"/>
          <w:tab w:val="left" w:pos="7380"/>
          <w:tab w:val="left" w:pos="7560"/>
        </w:tabs>
        <w:ind w:left="-720"/>
      </w:pPr>
      <w:r w:rsidRPr="008A79ED">
        <w:t>12. Jane was the ………………… player of the two. (good)</w:t>
      </w:r>
    </w:p>
    <w:p w:rsidR="00DC6215" w:rsidRPr="008A79ED" w:rsidRDefault="00DC6215" w:rsidP="003D3DBC">
      <w:pPr>
        <w:tabs>
          <w:tab w:val="left" w:pos="-540"/>
          <w:tab w:val="left" w:pos="7380"/>
          <w:tab w:val="left" w:pos="7560"/>
        </w:tabs>
        <w:ind w:left="-720"/>
      </w:pPr>
    </w:p>
    <w:p w:rsidR="00DC6215" w:rsidRPr="008A79ED" w:rsidRDefault="00DC6215" w:rsidP="009155FC">
      <w:pPr>
        <w:tabs>
          <w:tab w:val="left" w:pos="-540"/>
          <w:tab w:val="left" w:pos="1080"/>
        </w:tabs>
        <w:ind w:left="-720"/>
        <w:jc w:val="center"/>
        <w:rPr>
          <w:b/>
          <w:bCs/>
        </w:rPr>
      </w:pPr>
    </w:p>
    <w:p w:rsidR="00DC6215" w:rsidRPr="008A79ED" w:rsidRDefault="00DC6215" w:rsidP="009155FC">
      <w:pPr>
        <w:tabs>
          <w:tab w:val="left" w:pos="-540"/>
          <w:tab w:val="left" w:pos="1080"/>
        </w:tabs>
        <w:ind w:left="-720"/>
        <w:jc w:val="center"/>
        <w:rPr>
          <w:b/>
          <w:bCs/>
        </w:rPr>
      </w:pPr>
    </w:p>
    <w:p w:rsidR="00DC6215" w:rsidRPr="008A79ED" w:rsidRDefault="00DC6215" w:rsidP="009155FC">
      <w:pPr>
        <w:tabs>
          <w:tab w:val="left" w:pos="-540"/>
          <w:tab w:val="left" w:pos="1080"/>
        </w:tabs>
        <w:ind w:left="-720"/>
        <w:jc w:val="center"/>
        <w:rPr>
          <w:b/>
          <w:bCs/>
        </w:rPr>
      </w:pPr>
    </w:p>
    <w:p w:rsidR="00DC6215" w:rsidRPr="008A79ED" w:rsidRDefault="00DC6215" w:rsidP="009155FC">
      <w:pPr>
        <w:tabs>
          <w:tab w:val="left" w:pos="-540"/>
          <w:tab w:val="left" w:pos="1080"/>
        </w:tabs>
        <w:ind w:left="-720"/>
        <w:jc w:val="center"/>
        <w:rPr>
          <w:b/>
          <w:bCs/>
        </w:rPr>
      </w:pPr>
    </w:p>
    <w:p w:rsidR="00DC6215" w:rsidRPr="008A79ED" w:rsidRDefault="00DC6215" w:rsidP="009155FC">
      <w:pPr>
        <w:tabs>
          <w:tab w:val="left" w:pos="-540"/>
          <w:tab w:val="left" w:pos="1080"/>
        </w:tabs>
        <w:ind w:left="-720"/>
        <w:jc w:val="center"/>
        <w:rPr>
          <w:b/>
          <w:bCs/>
        </w:rPr>
      </w:pPr>
    </w:p>
    <w:p w:rsidR="00DC6215" w:rsidRPr="008A79ED" w:rsidRDefault="00D820D6" w:rsidP="009155FC">
      <w:pPr>
        <w:tabs>
          <w:tab w:val="left" w:pos="-540"/>
          <w:tab w:val="left" w:pos="1080"/>
        </w:tabs>
        <w:ind w:left="-720"/>
        <w:jc w:val="center"/>
        <w:rPr>
          <w:b/>
          <w:bCs/>
        </w:rPr>
      </w:pPr>
      <w:r w:rsidRPr="008A79ED">
        <w:rPr>
          <w:b/>
          <w:bCs/>
        </w:rPr>
        <w:t>WEEK FIVE</w:t>
      </w:r>
    </w:p>
    <w:p w:rsidR="00DC6215" w:rsidRPr="008A79ED" w:rsidRDefault="00DC6215" w:rsidP="009155FC">
      <w:pPr>
        <w:tabs>
          <w:tab w:val="left" w:pos="-540"/>
          <w:tab w:val="left" w:pos="1080"/>
        </w:tabs>
        <w:ind w:left="-720"/>
        <w:jc w:val="center"/>
        <w:rPr>
          <w:b/>
          <w:bCs/>
        </w:rPr>
      </w:pPr>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r w:rsidRPr="008A79ED">
        <w:rPr>
          <w:b/>
        </w:rPr>
        <w:t>Topic</w:t>
      </w:r>
      <w:r w:rsidRPr="008A79ED">
        <w:t>: Speech work: Vowel /e/</w:t>
      </w:r>
    </w:p>
    <w:p w:rsidR="00DC6215" w:rsidRPr="008A79ED" w:rsidRDefault="00DC6215">
      <w:pPr>
        <w:tabs>
          <w:tab w:val="left" w:pos="-540"/>
          <w:tab w:val="left" w:pos="1080"/>
        </w:tabs>
        <w:ind w:left="-720"/>
      </w:pPr>
      <w:r w:rsidRPr="008A79ED">
        <w:rPr>
          <w:b/>
        </w:rPr>
        <w:t>Content</w:t>
      </w:r>
    </w:p>
    <w:p w:rsidR="00DC6215" w:rsidRPr="008A79ED" w:rsidRDefault="00DC6215">
      <w:pPr>
        <w:tabs>
          <w:tab w:val="left" w:pos="-540"/>
          <w:tab w:val="left" w:pos="1080"/>
        </w:tabs>
        <w:ind w:left="-720"/>
      </w:pPr>
      <w:r w:rsidRPr="008A79ED">
        <w:t>/e/</w:t>
      </w:r>
      <w:r w:rsidRPr="008A79ED">
        <w:tab/>
      </w:r>
      <w:r w:rsidRPr="008A79ED">
        <w:tab/>
      </w:r>
    </w:p>
    <w:p w:rsidR="00DC6215" w:rsidRPr="008A79ED" w:rsidRDefault="00DC6215">
      <w:pPr>
        <w:tabs>
          <w:tab w:val="left" w:pos="-540"/>
          <w:tab w:val="left" w:pos="1080"/>
        </w:tabs>
        <w:ind w:left="-720"/>
      </w:pPr>
      <w:r w:rsidRPr="008A79ED">
        <w:t>bet</w:t>
      </w:r>
      <w:r w:rsidRPr="008A79ED">
        <w:tab/>
      </w:r>
      <w:r w:rsidRPr="008A79ED">
        <w:tab/>
      </w:r>
    </w:p>
    <w:p w:rsidR="00DC6215" w:rsidRPr="008A79ED" w:rsidRDefault="00DC6215">
      <w:pPr>
        <w:tabs>
          <w:tab w:val="left" w:pos="-540"/>
          <w:tab w:val="left" w:pos="1080"/>
        </w:tabs>
        <w:ind w:left="-720"/>
      </w:pPr>
      <w:r w:rsidRPr="008A79ED">
        <w:t>then</w:t>
      </w:r>
      <w:r w:rsidRPr="008A79ED">
        <w:tab/>
      </w:r>
      <w:r w:rsidRPr="008A79ED">
        <w:tab/>
      </w:r>
    </w:p>
    <w:p w:rsidR="00DC6215" w:rsidRPr="008A79ED" w:rsidRDefault="00DC6215">
      <w:pPr>
        <w:tabs>
          <w:tab w:val="left" w:pos="-540"/>
          <w:tab w:val="left" w:pos="1080"/>
        </w:tabs>
        <w:ind w:left="-720"/>
      </w:pPr>
      <w:r w:rsidRPr="008A79ED">
        <w:t>fed</w:t>
      </w:r>
      <w:r w:rsidRPr="008A79ED">
        <w:tab/>
      </w:r>
      <w:r w:rsidRPr="008A79ED">
        <w:tab/>
      </w:r>
    </w:p>
    <w:p w:rsidR="00DC6215" w:rsidRPr="008A79ED" w:rsidRDefault="00DC6215">
      <w:pPr>
        <w:tabs>
          <w:tab w:val="left" w:pos="-540"/>
          <w:tab w:val="left" w:pos="1080"/>
        </w:tabs>
        <w:ind w:left="-720"/>
      </w:pPr>
      <w:r w:rsidRPr="008A79ED">
        <w:t>leg</w:t>
      </w:r>
      <w:r w:rsidRPr="008A79ED">
        <w:tab/>
      </w:r>
      <w:r w:rsidRPr="008A79ED">
        <w:tab/>
      </w:r>
    </w:p>
    <w:p w:rsidR="00DC6215" w:rsidRPr="008A79ED" w:rsidRDefault="00DC6215">
      <w:pPr>
        <w:tabs>
          <w:tab w:val="left" w:pos="-540"/>
          <w:tab w:val="left" w:pos="1080"/>
        </w:tabs>
        <w:ind w:left="-720"/>
      </w:pPr>
      <w:r w:rsidRPr="008A79ED">
        <w:t>shell</w:t>
      </w:r>
      <w:r w:rsidRPr="008A79ED">
        <w:tab/>
      </w:r>
      <w:r w:rsidRPr="008A79ED">
        <w:tab/>
      </w:r>
    </w:p>
    <w:p w:rsidR="00DC6215" w:rsidRPr="008A79ED" w:rsidRDefault="00DC6215">
      <w:pPr>
        <w:tabs>
          <w:tab w:val="left" w:pos="-540"/>
          <w:tab w:val="left" w:pos="1080"/>
        </w:tabs>
        <w:ind w:left="-720"/>
      </w:pPr>
      <w:r w:rsidRPr="008A79ED">
        <w:t>men</w:t>
      </w:r>
      <w:r w:rsidRPr="008A79ED">
        <w:tab/>
      </w:r>
      <w:r w:rsidRPr="008A79ED">
        <w:tab/>
      </w:r>
    </w:p>
    <w:p w:rsidR="00DC6215" w:rsidRPr="008A79ED" w:rsidRDefault="00DC6215">
      <w:pPr>
        <w:tabs>
          <w:tab w:val="left" w:pos="-540"/>
          <w:tab w:val="left" w:pos="1080"/>
        </w:tabs>
        <w:ind w:left="-720"/>
      </w:pPr>
      <w:r w:rsidRPr="008A79ED">
        <w:t>pen</w:t>
      </w:r>
      <w:r w:rsidRPr="008A79ED">
        <w:tab/>
      </w:r>
      <w:r w:rsidRPr="008A79ED">
        <w:tab/>
      </w:r>
    </w:p>
    <w:p w:rsidR="00DC6215" w:rsidRPr="008A79ED" w:rsidRDefault="00DC6215">
      <w:pPr>
        <w:tabs>
          <w:tab w:val="left" w:pos="-540"/>
          <w:tab w:val="left" w:pos="1080"/>
        </w:tabs>
        <w:ind w:left="-720"/>
      </w:pPr>
      <w:r w:rsidRPr="008A79ED">
        <w:t>pet</w:t>
      </w:r>
      <w:r w:rsidRPr="008A79ED">
        <w:tab/>
      </w:r>
      <w:r w:rsidRPr="008A79ED">
        <w:tab/>
      </w:r>
    </w:p>
    <w:p w:rsidR="00D820D6" w:rsidRPr="008A79ED" w:rsidRDefault="00D820D6" w:rsidP="009155FC">
      <w:pPr>
        <w:tabs>
          <w:tab w:val="left" w:pos="-540"/>
          <w:tab w:val="left" w:pos="1080"/>
        </w:tabs>
        <w:ind w:left="-720"/>
        <w:jc w:val="center"/>
        <w:rPr>
          <w:b/>
          <w:bCs/>
        </w:rPr>
      </w:pPr>
    </w:p>
    <w:p w:rsidR="00D820D6" w:rsidRPr="008A79ED" w:rsidRDefault="00D820D6" w:rsidP="00D820D6">
      <w:pPr>
        <w:tabs>
          <w:tab w:val="left" w:pos="-540"/>
          <w:tab w:val="left" w:pos="1080"/>
        </w:tabs>
        <w:ind w:left="-720"/>
      </w:pPr>
      <w:r w:rsidRPr="008A79ED">
        <w:rPr>
          <w:b/>
          <w:bCs/>
        </w:rPr>
        <w:t>Topic</w:t>
      </w:r>
      <w:r w:rsidRPr="008A79ED">
        <w:t>: Comprehension/Vocabulary</w:t>
      </w:r>
    </w:p>
    <w:p w:rsidR="00D820D6" w:rsidRPr="008A79ED" w:rsidRDefault="00D820D6" w:rsidP="00D820D6">
      <w:pPr>
        <w:tabs>
          <w:tab w:val="left" w:pos="-540"/>
          <w:tab w:val="left" w:pos="1080"/>
        </w:tabs>
        <w:ind w:left="-720"/>
        <w:rPr>
          <w:b/>
          <w:bCs/>
        </w:rPr>
      </w:pPr>
      <w:r w:rsidRPr="008A79ED">
        <w:rPr>
          <w:b/>
          <w:bCs/>
        </w:rPr>
        <w:t>Content</w:t>
      </w:r>
      <w:r w:rsidR="009155FC" w:rsidRPr="008A79ED">
        <w:rPr>
          <w:b/>
          <w:bCs/>
        </w:rPr>
        <w:t>:</w:t>
      </w:r>
    </w:p>
    <w:p w:rsidR="00B83138" w:rsidRPr="008A79ED" w:rsidRDefault="00D820D6" w:rsidP="0044033B">
      <w:pPr>
        <w:tabs>
          <w:tab w:val="left" w:pos="-540"/>
          <w:tab w:val="left" w:pos="1080"/>
        </w:tabs>
        <w:ind w:left="-720"/>
      </w:pPr>
      <w:r w:rsidRPr="008A79ED">
        <w:t>The writer describes</w:t>
      </w:r>
      <w:r w:rsidR="00EB0092" w:rsidRPr="008A79ED">
        <w:t xml:space="preserve"> his aunt who is </w:t>
      </w:r>
      <w:proofErr w:type="spellStart"/>
      <w:r w:rsidR="00EB0092" w:rsidRPr="008A79ED">
        <w:t>Mrs</w:t>
      </w:r>
      <w:proofErr w:type="spellEnd"/>
      <w:r w:rsidR="00EB0092" w:rsidRPr="008A79ED">
        <w:t xml:space="preserve"> Catherine </w:t>
      </w:r>
      <w:proofErr w:type="spellStart"/>
      <w:r w:rsidR="00EB0092" w:rsidRPr="008A79ED">
        <w:t>O</w:t>
      </w:r>
      <w:r w:rsidRPr="008A79ED">
        <w:t>dinachi</w:t>
      </w:r>
      <w:proofErr w:type="spellEnd"/>
      <w:r w:rsidRPr="008A79ED">
        <w:t xml:space="preserve"> </w:t>
      </w:r>
      <w:proofErr w:type="spellStart"/>
      <w:r w:rsidRPr="008A79ED">
        <w:t>Ezeru</w:t>
      </w:r>
      <w:proofErr w:type="spellEnd"/>
      <w:r w:rsidRPr="008A79ED">
        <w:t xml:space="preserve"> by name. She lives in a village called </w:t>
      </w:r>
      <w:proofErr w:type="spellStart"/>
      <w:r w:rsidRPr="008A79ED">
        <w:t>Ifite</w:t>
      </w:r>
      <w:proofErr w:type="spellEnd"/>
      <w:r w:rsidRPr="008A79ED">
        <w:t xml:space="preserve"> </w:t>
      </w:r>
      <w:proofErr w:type="spellStart"/>
      <w:r w:rsidRPr="008A79ED">
        <w:t>Ukpo</w:t>
      </w:r>
      <w:proofErr w:type="spellEnd"/>
      <w:r w:rsidRPr="008A79ED">
        <w:t xml:space="preserve">, which is near the Onitsha – Enugu road in Anambra State. She </w:t>
      </w:r>
      <w:r w:rsidR="00B83138" w:rsidRPr="008A79ED">
        <w:t xml:space="preserve">is a very kind person. She is beautiful, short and quite fat. </w:t>
      </w:r>
      <w:proofErr w:type="spellStart"/>
      <w:r w:rsidR="00B83138" w:rsidRPr="008A79ED">
        <w:t>Mrs</w:t>
      </w:r>
      <w:proofErr w:type="spellEnd"/>
      <w:r w:rsidR="00B83138" w:rsidRPr="008A79ED">
        <w:t xml:space="preserve"> Catherine is never alone in her house. She is a mother to the children of other women. They go to her house because she is good and kind to them.</w:t>
      </w:r>
    </w:p>
    <w:p w:rsidR="00DC6215" w:rsidRPr="008A79ED" w:rsidRDefault="00DC6215" w:rsidP="00D820D6">
      <w:pPr>
        <w:tabs>
          <w:tab w:val="left" w:pos="-540"/>
          <w:tab w:val="left" w:pos="1080"/>
        </w:tabs>
        <w:ind w:left="-720"/>
        <w:rPr>
          <w:b/>
        </w:rPr>
      </w:pPr>
    </w:p>
    <w:p w:rsidR="00B83138" w:rsidRPr="008A79ED" w:rsidRDefault="00B83138" w:rsidP="00D820D6">
      <w:pPr>
        <w:tabs>
          <w:tab w:val="left" w:pos="-540"/>
          <w:tab w:val="left" w:pos="1080"/>
        </w:tabs>
        <w:ind w:left="-720"/>
      </w:pPr>
      <w:r w:rsidRPr="008A79ED">
        <w:rPr>
          <w:b/>
        </w:rPr>
        <w:t>Vocabulary</w:t>
      </w:r>
      <w:r w:rsidRPr="008A79ED">
        <w:t xml:space="preserve"> (Adjectives)</w:t>
      </w:r>
    </w:p>
    <w:p w:rsidR="00B83138" w:rsidRPr="008A79ED" w:rsidRDefault="00EB0092" w:rsidP="0044033B">
      <w:pPr>
        <w:tabs>
          <w:tab w:val="left" w:pos="-540"/>
          <w:tab w:val="left" w:pos="1080"/>
        </w:tabs>
        <w:ind w:left="-720"/>
      </w:pPr>
      <w:r w:rsidRPr="008A79ED">
        <w:lastRenderedPageBreak/>
        <w:t>shiny</w:t>
      </w:r>
      <w:r w:rsidR="00B83138" w:rsidRPr="008A79ED">
        <w:t>/</w:t>
      </w:r>
      <w:proofErr w:type="spellStart"/>
      <w:r w:rsidR="00B83138" w:rsidRPr="008A79ED">
        <w:t>saimi</w:t>
      </w:r>
      <w:proofErr w:type="spellEnd"/>
      <w:r w:rsidR="00B83138" w:rsidRPr="008A79ED">
        <w:t>/ - smooth and bright.</w:t>
      </w:r>
    </w:p>
    <w:p w:rsidR="003C6539" w:rsidRPr="008A79ED" w:rsidRDefault="003C6539" w:rsidP="00D820D6">
      <w:pPr>
        <w:tabs>
          <w:tab w:val="left" w:pos="-540"/>
          <w:tab w:val="left" w:pos="1080"/>
        </w:tabs>
        <w:ind w:left="-720"/>
      </w:pPr>
      <w:r w:rsidRPr="008A79ED">
        <w:t>Pale /</w:t>
      </w:r>
      <w:proofErr w:type="spellStart"/>
      <w:r w:rsidRPr="008A79ED">
        <w:t>peil</w:t>
      </w:r>
      <w:proofErr w:type="spellEnd"/>
      <w:r w:rsidRPr="008A79ED">
        <w:t>/ - having skin that is almost white</w:t>
      </w:r>
    </w:p>
    <w:p w:rsidR="003C6539" w:rsidRPr="008A79ED" w:rsidRDefault="003C6539" w:rsidP="00D820D6">
      <w:pPr>
        <w:tabs>
          <w:tab w:val="left" w:pos="-540"/>
          <w:tab w:val="left" w:pos="1080"/>
        </w:tabs>
        <w:ind w:left="-720"/>
      </w:pPr>
      <w:r w:rsidRPr="008A79ED">
        <w:t>Cheerful/</w:t>
      </w:r>
      <w:proofErr w:type="spellStart"/>
      <w:r w:rsidRPr="008A79ED">
        <w:t>tςiəf</w:t>
      </w:r>
      <w:r w:rsidR="0044033B" w:rsidRPr="008A79ED">
        <w:t>l</w:t>
      </w:r>
      <w:proofErr w:type="spellEnd"/>
      <w:r w:rsidR="0044033B" w:rsidRPr="008A79ED">
        <w:t xml:space="preserve">/ - happy and showing it by the </w:t>
      </w:r>
      <w:r w:rsidRPr="008A79ED">
        <w:t>way that you behave.</w:t>
      </w:r>
    </w:p>
    <w:p w:rsidR="003C6539" w:rsidRPr="008A79ED" w:rsidRDefault="003C6539" w:rsidP="00D820D6">
      <w:pPr>
        <w:tabs>
          <w:tab w:val="left" w:pos="-540"/>
          <w:tab w:val="left" w:pos="1080"/>
        </w:tabs>
        <w:ind w:left="-720"/>
      </w:pPr>
      <w:r w:rsidRPr="008A79ED">
        <w:t>Welcoming/</w:t>
      </w:r>
      <w:proofErr w:type="spellStart"/>
      <w:r w:rsidRPr="008A79ED">
        <w:t>welkəmuŋ</w:t>
      </w:r>
      <w:proofErr w:type="spellEnd"/>
      <w:r w:rsidRPr="008A79ED">
        <w:t>/ - a person or place that is welcoming makes you feel happy and relaxed when you meet them or arrive there</w:t>
      </w:r>
      <w:r w:rsidR="0044033B" w:rsidRPr="008A79ED">
        <w:t>.</w:t>
      </w:r>
      <w:r w:rsidRPr="008A79ED">
        <w:t xml:space="preserve"> calm/</w:t>
      </w:r>
      <w:proofErr w:type="spellStart"/>
      <w:r w:rsidRPr="008A79ED">
        <w:t>kaim</w:t>
      </w:r>
      <w:proofErr w:type="spellEnd"/>
      <w:r w:rsidRPr="008A79ED">
        <w:t xml:space="preserve">/ - quiet and without excitement, </w:t>
      </w:r>
      <w:proofErr w:type="gramStart"/>
      <w:r w:rsidRPr="008A79ED">
        <w:t>nervous  activity</w:t>
      </w:r>
      <w:proofErr w:type="gramEnd"/>
      <w:r w:rsidRPr="008A79ED">
        <w:t>, or strong feeling.</w:t>
      </w:r>
    </w:p>
    <w:p w:rsidR="003C6539" w:rsidRPr="008A79ED" w:rsidRDefault="003C6539" w:rsidP="00D820D6">
      <w:pPr>
        <w:tabs>
          <w:tab w:val="left" w:pos="-540"/>
          <w:tab w:val="left" w:pos="1080"/>
        </w:tabs>
        <w:ind w:left="-720"/>
      </w:pPr>
    </w:p>
    <w:p w:rsidR="003C6539" w:rsidRPr="008A79ED" w:rsidRDefault="003C6539" w:rsidP="00D820D6">
      <w:pPr>
        <w:tabs>
          <w:tab w:val="left" w:pos="-540"/>
          <w:tab w:val="left" w:pos="1080"/>
        </w:tabs>
        <w:ind w:left="-720"/>
        <w:rPr>
          <w:b/>
          <w:bCs/>
        </w:rPr>
      </w:pPr>
      <w:r w:rsidRPr="008A79ED">
        <w:rPr>
          <w:b/>
          <w:bCs/>
        </w:rPr>
        <w:t>Evaluation</w:t>
      </w:r>
    </w:p>
    <w:p w:rsidR="003C6539" w:rsidRPr="008A79ED" w:rsidRDefault="003C6539" w:rsidP="003C6539">
      <w:pPr>
        <w:numPr>
          <w:ilvl w:val="0"/>
          <w:numId w:val="27"/>
        </w:numPr>
        <w:tabs>
          <w:tab w:val="left" w:pos="-540"/>
          <w:tab w:val="left" w:pos="1080"/>
        </w:tabs>
      </w:pPr>
      <w:r w:rsidRPr="008A79ED">
        <w:t>Practice 3 page 69</w:t>
      </w:r>
    </w:p>
    <w:p w:rsidR="003C6539" w:rsidRPr="008A79ED" w:rsidRDefault="003C6539" w:rsidP="003C6539">
      <w:pPr>
        <w:numPr>
          <w:ilvl w:val="0"/>
          <w:numId w:val="27"/>
        </w:numPr>
        <w:tabs>
          <w:tab w:val="left" w:pos="-540"/>
          <w:tab w:val="left" w:pos="1080"/>
        </w:tabs>
      </w:pPr>
      <w:r w:rsidRPr="008A79ED">
        <w:t>practice 4</w:t>
      </w:r>
    </w:p>
    <w:p w:rsidR="003C6539" w:rsidRPr="008A79ED" w:rsidRDefault="003C6539" w:rsidP="003C6539">
      <w:pPr>
        <w:tabs>
          <w:tab w:val="left" w:pos="-540"/>
          <w:tab w:val="left" w:pos="1080"/>
        </w:tabs>
        <w:ind w:left="-720"/>
      </w:pP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rPr>
          <w:b/>
        </w:rPr>
      </w:pPr>
      <w:r w:rsidRPr="008A79ED">
        <w:rPr>
          <w:b/>
        </w:rPr>
        <w:t>Topic: Comparison of Adjectives</w:t>
      </w:r>
    </w:p>
    <w:p w:rsidR="00DC6215" w:rsidRPr="008A79ED" w:rsidRDefault="00DC6215" w:rsidP="003C6539">
      <w:pPr>
        <w:tabs>
          <w:tab w:val="left" w:pos="-540"/>
          <w:tab w:val="left" w:pos="1080"/>
        </w:tabs>
        <w:ind w:left="-720"/>
      </w:pPr>
      <w:r w:rsidRPr="008A79ED">
        <w:rPr>
          <w:b/>
        </w:rPr>
        <w:t>Content</w:t>
      </w:r>
      <w:r w:rsidRPr="008A79ED">
        <w:t>:</w:t>
      </w:r>
    </w:p>
    <w:p w:rsidR="00DC6215" w:rsidRPr="008A79ED" w:rsidRDefault="00DC6215" w:rsidP="003C6539">
      <w:pPr>
        <w:tabs>
          <w:tab w:val="left" w:pos="-540"/>
          <w:tab w:val="left" w:pos="1080"/>
        </w:tabs>
        <w:ind w:left="-720"/>
      </w:pPr>
      <w:r w:rsidRPr="008A79ED">
        <w:t>There are three forms of comparison:</w:t>
      </w:r>
    </w:p>
    <w:p w:rsidR="00DC6215" w:rsidRPr="008A79ED" w:rsidRDefault="00DC6215" w:rsidP="003C6539">
      <w:pPr>
        <w:tabs>
          <w:tab w:val="left" w:pos="-540"/>
          <w:tab w:val="left" w:pos="1080"/>
        </w:tabs>
        <w:ind w:left="-720"/>
      </w:pPr>
      <w:proofErr w:type="gramStart"/>
      <w:r w:rsidRPr="008A79ED">
        <w:t>*.positive</w:t>
      </w:r>
      <w:proofErr w:type="gramEnd"/>
    </w:p>
    <w:p w:rsidR="00DC6215" w:rsidRPr="008A79ED" w:rsidRDefault="00DC6215" w:rsidP="003C6539">
      <w:pPr>
        <w:tabs>
          <w:tab w:val="left" w:pos="-540"/>
          <w:tab w:val="left" w:pos="1080"/>
        </w:tabs>
        <w:ind w:left="-720"/>
      </w:pPr>
      <w:proofErr w:type="gramStart"/>
      <w:r w:rsidRPr="008A79ED">
        <w:t>*.comparative</w:t>
      </w:r>
      <w:proofErr w:type="gramEnd"/>
    </w:p>
    <w:p w:rsidR="00DC6215" w:rsidRPr="008A79ED" w:rsidRDefault="00DC6215" w:rsidP="003C6539">
      <w:pPr>
        <w:tabs>
          <w:tab w:val="left" w:pos="-540"/>
          <w:tab w:val="left" w:pos="1080"/>
        </w:tabs>
        <w:ind w:left="-720"/>
      </w:pPr>
      <w:proofErr w:type="gramStart"/>
      <w:r w:rsidRPr="008A79ED">
        <w:t>*.superlative</w:t>
      </w:r>
      <w:proofErr w:type="gramEnd"/>
    </w:p>
    <w:p w:rsidR="00DC6215" w:rsidRPr="008A79ED" w:rsidRDefault="00DC6215" w:rsidP="003C6539">
      <w:pPr>
        <w:tabs>
          <w:tab w:val="left" w:pos="-540"/>
          <w:tab w:val="left" w:pos="1080"/>
        </w:tabs>
        <w:ind w:left="-720"/>
        <w:rPr>
          <w:b/>
        </w:rPr>
      </w:pPr>
      <w:r w:rsidRPr="008A79ED">
        <w:t>1. Comparison with -</w:t>
      </w:r>
      <w:proofErr w:type="spellStart"/>
      <w:r w:rsidRPr="008A79ED">
        <w:rPr>
          <w:b/>
        </w:rPr>
        <w:t>er</w:t>
      </w:r>
      <w:proofErr w:type="spellEnd"/>
      <w:r w:rsidRPr="008A79ED">
        <w:rPr>
          <w:b/>
        </w:rPr>
        <w:t>/-</w:t>
      </w:r>
      <w:proofErr w:type="spellStart"/>
      <w:r w:rsidRPr="008A79ED">
        <w:rPr>
          <w:b/>
        </w:rPr>
        <w:t>est</w:t>
      </w:r>
      <w:proofErr w:type="spellEnd"/>
    </w:p>
    <w:p w:rsidR="00DC6215" w:rsidRPr="008A79ED" w:rsidRDefault="00DC6215" w:rsidP="003C6539">
      <w:pPr>
        <w:tabs>
          <w:tab w:val="left" w:pos="-540"/>
          <w:tab w:val="left" w:pos="1080"/>
        </w:tabs>
        <w:ind w:left="-720"/>
      </w:pPr>
      <w:r w:rsidRPr="008A79ED">
        <w:t>clean → cleaner→ (the) cleanest</w:t>
      </w:r>
    </w:p>
    <w:p w:rsidR="00DC6215" w:rsidRPr="008A79ED" w:rsidRDefault="00DC6215" w:rsidP="003C6539">
      <w:pPr>
        <w:tabs>
          <w:tab w:val="left" w:pos="-540"/>
          <w:tab w:val="left" w:pos="1080"/>
        </w:tabs>
        <w:ind w:left="-720"/>
      </w:pPr>
      <w:r w:rsidRPr="008A79ED">
        <w:t>We use -</w:t>
      </w:r>
      <w:proofErr w:type="spellStart"/>
      <w:r w:rsidRPr="008A79ED">
        <w:t>er</w:t>
      </w:r>
      <w:proofErr w:type="spellEnd"/>
      <w:r w:rsidRPr="008A79ED">
        <w:t>/-</w:t>
      </w:r>
      <w:proofErr w:type="spellStart"/>
      <w:r w:rsidRPr="008A79ED">
        <w:t>est</w:t>
      </w:r>
      <w:proofErr w:type="spellEnd"/>
      <w:r w:rsidRPr="008A79ED">
        <w:t xml:space="preserve"> with the following adjectives:</w:t>
      </w: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pPr>
      <w:r w:rsidRPr="008A79ED">
        <w:t xml:space="preserve">1.1. Adjectives with one syllable </w:t>
      </w:r>
    </w:p>
    <w:p w:rsidR="00DC6215" w:rsidRPr="008A79ED" w:rsidRDefault="00DC6215" w:rsidP="003C6539">
      <w:pPr>
        <w:tabs>
          <w:tab w:val="left" w:pos="-540"/>
          <w:tab w:val="left" w:pos="1080"/>
        </w:tabs>
        <w:ind w:left="-720"/>
        <w:rPr>
          <w:b/>
          <w:u w:val="double"/>
        </w:rPr>
      </w:pPr>
      <w:r w:rsidRPr="008A79ED">
        <w:rPr>
          <w:b/>
          <w:u w:val="double"/>
        </w:rPr>
        <w:t>positive                  comparative                   superlative</w:t>
      </w:r>
    </w:p>
    <w:p w:rsidR="00DC6215" w:rsidRPr="008A79ED" w:rsidRDefault="00DC6215" w:rsidP="003C6539">
      <w:pPr>
        <w:tabs>
          <w:tab w:val="left" w:pos="-540"/>
          <w:tab w:val="left" w:pos="1080"/>
        </w:tabs>
        <w:ind w:left="-720"/>
      </w:pPr>
      <w:r w:rsidRPr="008A79ED">
        <w:t xml:space="preserve"> clean                           cleaner                          cleanest</w:t>
      </w:r>
    </w:p>
    <w:p w:rsidR="00DC6215" w:rsidRPr="008A79ED" w:rsidRDefault="00DC6215" w:rsidP="003C6539">
      <w:pPr>
        <w:tabs>
          <w:tab w:val="left" w:pos="-540"/>
          <w:tab w:val="left" w:pos="1080"/>
        </w:tabs>
        <w:ind w:left="-720"/>
      </w:pPr>
      <w:r w:rsidRPr="008A79ED">
        <w:t xml:space="preserve"> new                              newer                            newest</w:t>
      </w:r>
    </w:p>
    <w:p w:rsidR="00DC6215" w:rsidRPr="008A79ED" w:rsidRDefault="00DC6215" w:rsidP="003C6539">
      <w:pPr>
        <w:tabs>
          <w:tab w:val="left" w:pos="-540"/>
          <w:tab w:val="left" w:pos="1080"/>
        </w:tabs>
        <w:ind w:left="-720"/>
      </w:pPr>
      <w:r w:rsidRPr="008A79ED">
        <w:t xml:space="preserve"> cheap                          cheaper                        cheapest</w:t>
      </w: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pPr>
      <w:r w:rsidRPr="008A79ED">
        <w:t>1.2.     Adjectives with two syllables and the following endings:</w:t>
      </w:r>
    </w:p>
    <w:p w:rsidR="00DC6215" w:rsidRPr="008A79ED" w:rsidRDefault="00DC6215" w:rsidP="003C6539">
      <w:pPr>
        <w:tabs>
          <w:tab w:val="left" w:pos="-540"/>
          <w:tab w:val="left" w:pos="1080"/>
        </w:tabs>
        <w:ind w:left="-720"/>
        <w:rPr>
          <w:b/>
        </w:rPr>
      </w:pPr>
      <w:r w:rsidRPr="008A79ED">
        <w:t xml:space="preserve">1.2.1.  Adjectives with two syllables, ending in </w:t>
      </w:r>
      <w:r w:rsidRPr="008A79ED">
        <w:rPr>
          <w:b/>
        </w:rPr>
        <w:t xml:space="preserve">-y </w:t>
      </w:r>
    </w:p>
    <w:p w:rsidR="00DC6215" w:rsidRPr="008A79ED" w:rsidRDefault="00DC6215">
      <w:pPr>
        <w:tabs>
          <w:tab w:val="left" w:pos="-540"/>
          <w:tab w:val="left" w:pos="1080"/>
        </w:tabs>
        <w:ind w:left="-720"/>
        <w:rPr>
          <w:b/>
          <w:u w:val="double"/>
        </w:rPr>
      </w:pPr>
    </w:p>
    <w:p w:rsidR="00DC6215" w:rsidRPr="008A79ED" w:rsidRDefault="00DC6215">
      <w:pPr>
        <w:tabs>
          <w:tab w:val="left" w:pos="-540"/>
          <w:tab w:val="left" w:pos="1080"/>
        </w:tabs>
        <w:ind w:left="-720"/>
      </w:pPr>
      <w:r w:rsidRPr="008A79ED">
        <w:rPr>
          <w:b/>
          <w:u w:val="double"/>
        </w:rPr>
        <w:t>positive                  comparative                   superlative</w:t>
      </w:r>
    </w:p>
    <w:p w:rsidR="00DC6215" w:rsidRPr="008A79ED" w:rsidRDefault="00DC6215" w:rsidP="003C6539">
      <w:pPr>
        <w:tabs>
          <w:tab w:val="left" w:pos="-540"/>
          <w:tab w:val="left" w:pos="1080"/>
        </w:tabs>
        <w:ind w:left="-720"/>
      </w:pPr>
      <w:r w:rsidRPr="008A79ED">
        <w:t>dirty                             dirtier                              dirtiest</w:t>
      </w:r>
    </w:p>
    <w:p w:rsidR="00DC6215" w:rsidRPr="008A79ED" w:rsidRDefault="00DC6215" w:rsidP="003C6539">
      <w:pPr>
        <w:tabs>
          <w:tab w:val="left" w:pos="-540"/>
          <w:tab w:val="left" w:pos="1080"/>
        </w:tabs>
        <w:ind w:left="-720"/>
      </w:pPr>
      <w:r w:rsidRPr="008A79ED">
        <w:t>easy                            easier                               easiest</w:t>
      </w:r>
    </w:p>
    <w:p w:rsidR="00DC6215" w:rsidRPr="008A79ED" w:rsidRDefault="00DC6215" w:rsidP="003C6539">
      <w:pPr>
        <w:tabs>
          <w:tab w:val="left" w:pos="-540"/>
          <w:tab w:val="left" w:pos="1080"/>
        </w:tabs>
        <w:ind w:left="-720"/>
      </w:pPr>
      <w:r w:rsidRPr="008A79ED">
        <w:t>happy.                        happier                           happiest</w:t>
      </w:r>
    </w:p>
    <w:p w:rsidR="00DC6215" w:rsidRPr="008A79ED" w:rsidRDefault="00DC6215" w:rsidP="003C6539">
      <w:pPr>
        <w:tabs>
          <w:tab w:val="left" w:pos="-540"/>
          <w:tab w:val="left" w:pos="1080"/>
        </w:tabs>
        <w:ind w:left="-720"/>
      </w:pPr>
      <w:r w:rsidRPr="008A79ED">
        <w:t>pretty                          prettier                           prettiest</w:t>
      </w: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pPr>
      <w:r w:rsidRPr="008A79ED">
        <w:t>1.2.2. Adjectives with two syllables, ending in -</w:t>
      </w:r>
      <w:proofErr w:type="spellStart"/>
      <w:r w:rsidRPr="008A79ED">
        <w:t>er</w:t>
      </w:r>
      <w:proofErr w:type="spellEnd"/>
    </w:p>
    <w:p w:rsidR="00DC6215" w:rsidRPr="008A79ED" w:rsidRDefault="00DC6215" w:rsidP="003C6539">
      <w:pPr>
        <w:tabs>
          <w:tab w:val="left" w:pos="-540"/>
          <w:tab w:val="left" w:pos="1080"/>
        </w:tabs>
        <w:ind w:left="-720"/>
      </w:pPr>
    </w:p>
    <w:p w:rsidR="00DC6215" w:rsidRPr="008A79ED" w:rsidRDefault="00DC6215">
      <w:pPr>
        <w:tabs>
          <w:tab w:val="left" w:pos="-540"/>
          <w:tab w:val="left" w:pos="1080"/>
        </w:tabs>
        <w:ind w:left="-720"/>
      </w:pPr>
      <w:r w:rsidRPr="008A79ED">
        <w:rPr>
          <w:b/>
          <w:u w:val="double"/>
        </w:rPr>
        <w:t>positive                  comparative                   superlative</w:t>
      </w:r>
    </w:p>
    <w:p w:rsidR="00DC6215" w:rsidRPr="008A79ED" w:rsidRDefault="00DC6215" w:rsidP="003C6539">
      <w:pPr>
        <w:tabs>
          <w:tab w:val="left" w:pos="-540"/>
          <w:tab w:val="left" w:pos="1080"/>
        </w:tabs>
        <w:ind w:left="-720"/>
      </w:pPr>
      <w:r w:rsidRPr="008A79ED">
        <w:t>clever                     cleverer                              cleverest</w:t>
      </w: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rPr>
          <w:b/>
        </w:rPr>
      </w:pPr>
      <w:r w:rsidRPr="008A79ED">
        <w:t xml:space="preserve">1.2.3. Adjectives with two syllables, ending in </w:t>
      </w:r>
      <w:r w:rsidRPr="008A79ED">
        <w:rPr>
          <w:b/>
        </w:rPr>
        <w:t>-le</w:t>
      </w:r>
    </w:p>
    <w:p w:rsidR="00DC6215" w:rsidRPr="008A79ED" w:rsidRDefault="00DC6215">
      <w:pPr>
        <w:tabs>
          <w:tab w:val="left" w:pos="-540"/>
          <w:tab w:val="left" w:pos="1080"/>
        </w:tabs>
        <w:ind w:left="-720"/>
      </w:pPr>
      <w:r w:rsidRPr="008A79ED">
        <w:rPr>
          <w:b/>
          <w:u w:val="double"/>
        </w:rPr>
        <w:t>positive                  comparative                   superlative</w:t>
      </w:r>
    </w:p>
    <w:p w:rsidR="00DC6215" w:rsidRPr="008A79ED" w:rsidRDefault="00DC6215" w:rsidP="003C6539">
      <w:pPr>
        <w:tabs>
          <w:tab w:val="left" w:pos="-540"/>
          <w:tab w:val="left" w:pos="1080"/>
        </w:tabs>
        <w:ind w:left="-720"/>
      </w:pPr>
      <w:r w:rsidRPr="008A79ED">
        <w:t>simple                         simpler                          simplest</w:t>
      </w:r>
    </w:p>
    <w:p w:rsidR="00DC6215" w:rsidRPr="008A79ED" w:rsidRDefault="00DC6215" w:rsidP="003C6539">
      <w:pPr>
        <w:tabs>
          <w:tab w:val="left" w:pos="-540"/>
          <w:tab w:val="left" w:pos="1080"/>
        </w:tabs>
        <w:ind w:left="-720"/>
        <w:rPr>
          <w:b/>
        </w:rPr>
      </w:pPr>
    </w:p>
    <w:p w:rsidR="00DC6215" w:rsidRPr="008A79ED" w:rsidRDefault="00DC6215" w:rsidP="003C6539">
      <w:pPr>
        <w:tabs>
          <w:tab w:val="left" w:pos="-540"/>
          <w:tab w:val="left" w:pos="1080"/>
        </w:tabs>
        <w:ind w:left="-720"/>
      </w:pPr>
      <w:r w:rsidRPr="008A79ED">
        <w:rPr>
          <w:b/>
        </w:rPr>
        <w:t xml:space="preserve">Special Adjectives: </w:t>
      </w:r>
      <w:r w:rsidRPr="008A79ED">
        <w:t>Some adjectives have two possible forms of comparison (-</w:t>
      </w:r>
      <w:proofErr w:type="spellStart"/>
      <w:r w:rsidRPr="008A79ED">
        <w:t>er</w:t>
      </w:r>
      <w:proofErr w:type="spellEnd"/>
      <w:r w:rsidRPr="008A79ED">
        <w:t>/</w:t>
      </w:r>
      <w:proofErr w:type="spellStart"/>
      <w:r w:rsidRPr="008A79ED">
        <w:t>est</w:t>
      </w:r>
      <w:proofErr w:type="spellEnd"/>
      <w:r w:rsidRPr="008A79ED">
        <w:t xml:space="preserve"> and more/most).</w:t>
      </w:r>
    </w:p>
    <w:p w:rsidR="00DC6215" w:rsidRPr="008A79ED" w:rsidRDefault="00DC6215">
      <w:pPr>
        <w:tabs>
          <w:tab w:val="left" w:pos="-540"/>
          <w:tab w:val="left" w:pos="1080"/>
        </w:tabs>
        <w:ind w:left="-720"/>
      </w:pPr>
      <w:r w:rsidRPr="008A79ED">
        <w:rPr>
          <w:b/>
          <w:u w:val="double"/>
        </w:rPr>
        <w:t>positive                  comparative                   superlative</w:t>
      </w:r>
    </w:p>
    <w:p w:rsidR="00DC6215" w:rsidRPr="008A79ED" w:rsidRDefault="00DC6215" w:rsidP="003C6539">
      <w:pPr>
        <w:tabs>
          <w:tab w:val="left" w:pos="-540"/>
          <w:tab w:val="left" w:pos="1080"/>
        </w:tabs>
        <w:ind w:left="-720"/>
      </w:pPr>
      <w:r w:rsidRPr="008A79ED">
        <w:t xml:space="preserve">clever               cleverer / </w:t>
      </w:r>
      <w:proofErr w:type="gramStart"/>
      <w:r w:rsidRPr="008A79ED">
        <w:t>more clever</w:t>
      </w:r>
      <w:proofErr w:type="gramEnd"/>
      <w:r w:rsidRPr="008A79ED">
        <w:t xml:space="preserve">                  cleverest / most clever</w:t>
      </w:r>
    </w:p>
    <w:p w:rsidR="00DC6215" w:rsidRPr="008A79ED" w:rsidRDefault="00DC6215" w:rsidP="003C6539">
      <w:pPr>
        <w:tabs>
          <w:tab w:val="left" w:pos="-540"/>
          <w:tab w:val="left" w:pos="1080"/>
        </w:tabs>
        <w:ind w:left="-720"/>
      </w:pPr>
      <w:r w:rsidRPr="008A79ED">
        <w:t>common          commoner / more common       commonest / most common</w:t>
      </w:r>
    </w:p>
    <w:p w:rsidR="00DC6215" w:rsidRPr="008A79ED" w:rsidRDefault="00DC6215" w:rsidP="003C6539">
      <w:pPr>
        <w:tabs>
          <w:tab w:val="left" w:pos="-540"/>
          <w:tab w:val="left" w:pos="1080"/>
        </w:tabs>
        <w:ind w:left="-720"/>
      </w:pPr>
      <w:r w:rsidRPr="008A79ED">
        <w:lastRenderedPageBreak/>
        <w:t>likely               likelier / more likely                        likeliest / most likely</w:t>
      </w:r>
    </w:p>
    <w:p w:rsidR="00DC6215" w:rsidRPr="008A79ED" w:rsidRDefault="00DC6215" w:rsidP="003C6539">
      <w:pPr>
        <w:tabs>
          <w:tab w:val="left" w:pos="-540"/>
          <w:tab w:val="left" w:pos="1080"/>
        </w:tabs>
        <w:ind w:left="-720"/>
      </w:pPr>
      <w:r w:rsidRPr="008A79ED">
        <w:t>pleasant         pleasanter / more pleasant          pleasantest / most pleasant</w:t>
      </w:r>
    </w:p>
    <w:p w:rsidR="00DC6215" w:rsidRPr="008A79ED" w:rsidRDefault="00DC6215" w:rsidP="003C6539">
      <w:pPr>
        <w:tabs>
          <w:tab w:val="left" w:pos="-540"/>
          <w:tab w:val="left" w:pos="1080"/>
        </w:tabs>
        <w:ind w:left="-720"/>
      </w:pPr>
      <w:r w:rsidRPr="008A79ED">
        <w:t>polite              politer / more polite                      politest / most polite</w:t>
      </w:r>
    </w:p>
    <w:p w:rsidR="00DC6215" w:rsidRPr="008A79ED" w:rsidRDefault="00DC6215" w:rsidP="003C6539">
      <w:pPr>
        <w:tabs>
          <w:tab w:val="left" w:pos="-540"/>
          <w:tab w:val="left" w:pos="1080"/>
        </w:tabs>
        <w:ind w:left="-720"/>
      </w:pPr>
      <w:r w:rsidRPr="008A79ED">
        <w:t xml:space="preserve">quiet               quieter / </w:t>
      </w:r>
      <w:proofErr w:type="gramStart"/>
      <w:r w:rsidRPr="008A79ED">
        <w:t>more quiet</w:t>
      </w:r>
      <w:proofErr w:type="gramEnd"/>
      <w:r w:rsidRPr="008A79ED">
        <w:t xml:space="preserve">                      quietest / most quiet simple</w:t>
      </w:r>
    </w:p>
    <w:p w:rsidR="00DC6215" w:rsidRPr="008A79ED" w:rsidRDefault="00DC6215" w:rsidP="003C6539">
      <w:pPr>
        <w:tabs>
          <w:tab w:val="left" w:pos="-540"/>
          <w:tab w:val="left" w:pos="1080"/>
        </w:tabs>
        <w:ind w:left="-720"/>
      </w:pPr>
      <w:r w:rsidRPr="008A79ED">
        <w:t xml:space="preserve">simple            simpler / </w:t>
      </w:r>
      <w:proofErr w:type="gramStart"/>
      <w:r w:rsidRPr="008A79ED">
        <w:t>more simple</w:t>
      </w:r>
      <w:proofErr w:type="gramEnd"/>
      <w:r w:rsidRPr="008A79ED">
        <w:t xml:space="preserve">                 simplest / most simple</w:t>
      </w:r>
    </w:p>
    <w:p w:rsidR="00DC6215" w:rsidRPr="008A79ED" w:rsidRDefault="00DC6215" w:rsidP="003C6539">
      <w:pPr>
        <w:tabs>
          <w:tab w:val="left" w:pos="-540"/>
          <w:tab w:val="left" w:pos="1080"/>
        </w:tabs>
        <w:ind w:left="-720"/>
      </w:pPr>
      <w:r w:rsidRPr="008A79ED">
        <w:t xml:space="preserve"> stupid             stupider / more stupid               stupidest / most stupid</w:t>
      </w:r>
    </w:p>
    <w:p w:rsidR="00DC6215" w:rsidRPr="008A79ED" w:rsidRDefault="00DC6215" w:rsidP="003C6539">
      <w:pPr>
        <w:tabs>
          <w:tab w:val="left" w:pos="-540"/>
          <w:tab w:val="left" w:pos="1080"/>
        </w:tabs>
        <w:ind w:left="-720"/>
        <w:rPr>
          <w:b/>
        </w:rPr>
      </w:pPr>
      <w:r w:rsidRPr="008A79ED">
        <w:rPr>
          <w:b/>
        </w:rPr>
        <w:t xml:space="preserve">Topic: </w:t>
      </w:r>
      <w:proofErr w:type="spellStart"/>
      <w:r w:rsidRPr="008A79ED">
        <w:rPr>
          <w:b/>
        </w:rPr>
        <w:t>Arrangment</w:t>
      </w:r>
      <w:proofErr w:type="spellEnd"/>
      <w:r w:rsidRPr="008A79ED">
        <w:rPr>
          <w:b/>
        </w:rPr>
        <w:t xml:space="preserve"> of Ideas in Logical Sequence</w:t>
      </w:r>
    </w:p>
    <w:p w:rsidR="00DC6215" w:rsidRPr="008A79ED" w:rsidRDefault="00DC6215" w:rsidP="003C6539">
      <w:pPr>
        <w:tabs>
          <w:tab w:val="left" w:pos="-540"/>
          <w:tab w:val="left" w:pos="1080"/>
        </w:tabs>
        <w:ind w:left="-720"/>
        <w:rPr>
          <w:b/>
        </w:rPr>
      </w:pPr>
      <w:r w:rsidRPr="008A79ED">
        <w:rPr>
          <w:b/>
        </w:rPr>
        <w:t>Content:</w:t>
      </w:r>
    </w:p>
    <w:p w:rsidR="00DC6215" w:rsidRPr="008A79ED" w:rsidRDefault="00DC6215" w:rsidP="003C6539">
      <w:pPr>
        <w:tabs>
          <w:tab w:val="left" w:pos="-540"/>
          <w:tab w:val="left" w:pos="1080"/>
        </w:tabs>
        <w:ind w:left="-720"/>
        <w:rPr>
          <w:b/>
          <w:u w:val="double"/>
        </w:rPr>
      </w:pPr>
      <w:r w:rsidRPr="008A79ED">
        <w:rPr>
          <w:b/>
          <w:u w:val="double"/>
        </w:rPr>
        <w:t>Beginnings: hooking your reader</w:t>
      </w:r>
    </w:p>
    <w:p w:rsidR="00DC6215" w:rsidRPr="008A79ED" w:rsidRDefault="00DC6215" w:rsidP="003C6539">
      <w:pPr>
        <w:tabs>
          <w:tab w:val="left" w:pos="-540"/>
          <w:tab w:val="left" w:pos="1080"/>
        </w:tabs>
        <w:ind w:left="-720"/>
      </w:pPr>
      <w:r w:rsidRPr="008A79ED">
        <w:rPr>
          <w:b/>
          <w:u w:val="double"/>
        </w:rPr>
        <w:t xml:space="preserve">    </w:t>
      </w:r>
      <w:r w:rsidRPr="008A79ED">
        <w:t xml:space="preserve">Where to </w:t>
      </w:r>
      <w:proofErr w:type="spellStart"/>
      <w:r w:rsidRPr="008A79ED">
        <w:t>beginis</w:t>
      </w:r>
      <w:proofErr w:type="spellEnd"/>
      <w:r w:rsidRPr="008A79ED">
        <w:t xml:space="preserve"> a crucial decision for a writer. Just as a good beginning can draw a reader into a piece of writing, a mediocre beginning can discourage a reader from reading further. The beginning, also called the lead or the hook, orients the reader to the purpose of the writing by introducing characters or setting (for narrative) or the topic, thesis, or argument (for expository writing).  </w:t>
      </w:r>
    </w:p>
    <w:p w:rsidR="00DC6215" w:rsidRPr="008A79ED" w:rsidRDefault="00DC6215" w:rsidP="003C6539">
      <w:pPr>
        <w:tabs>
          <w:tab w:val="left" w:pos="-540"/>
          <w:tab w:val="left" w:pos="1080"/>
        </w:tabs>
        <w:ind w:left="-720"/>
      </w:pPr>
      <w:r w:rsidRPr="008A79ED">
        <w:t xml:space="preserve">       A good beginning also sets up expectations for the purpose, style, and mood of the piece.</w:t>
      </w:r>
      <w:r w:rsidRPr="008A79ED">
        <w:rPr>
          <w:u w:val="dotted"/>
        </w:rPr>
        <w:t xml:space="preserve"> Good writers know how to hook their readers in the opening sentences and paragraphs by using techniques such as dialogue, flashback, description, inner thoughts, and jumping right into the actio</w:t>
      </w:r>
      <w:r w:rsidRPr="008A79ED">
        <w:t>n.</w:t>
      </w: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rPr>
          <w:b/>
        </w:rPr>
      </w:pPr>
      <w:r w:rsidRPr="008A79ED">
        <w:rPr>
          <w:b/>
        </w:rPr>
        <w:t>What’s in the middle?</w:t>
      </w:r>
    </w:p>
    <w:p w:rsidR="00DC6215" w:rsidRPr="008A79ED" w:rsidRDefault="00DC6215" w:rsidP="003C6539">
      <w:pPr>
        <w:tabs>
          <w:tab w:val="left" w:pos="-540"/>
          <w:tab w:val="left" w:pos="1080"/>
        </w:tabs>
        <w:ind w:left="-720"/>
      </w:pPr>
      <w:r w:rsidRPr="008A79ED">
        <w:rPr>
          <w:b/>
        </w:rPr>
        <w:t xml:space="preserve">        </w:t>
      </w:r>
      <w:r w:rsidRPr="008A79ED">
        <w:t>The organization of the middle of a piece of writing depends on the genre. Researchers have identified five basic organizational structures: sequence, description, cause and effect, compare and contrast, and problem and solution.</w:t>
      </w:r>
    </w:p>
    <w:p w:rsidR="00DC6215" w:rsidRPr="008A79ED" w:rsidRDefault="00DC6215" w:rsidP="003C6539">
      <w:pPr>
        <w:tabs>
          <w:tab w:val="left" w:pos="-540"/>
          <w:tab w:val="left" w:pos="1080"/>
        </w:tabs>
        <w:ind w:left="-720"/>
      </w:pPr>
      <w:r w:rsidRPr="008A79ED">
        <w:rPr>
          <w:b/>
          <w:u w:val="single"/>
        </w:rPr>
        <w:t>Sequence</w:t>
      </w:r>
      <w:r w:rsidRPr="008A79ED">
        <w:t xml:space="preserve"> uses time, numerical, or spatial order as the organizing structure. Some narrative genres that use a chronological sequence structure are personal narrative genres (memoir, autobiographical incident, autobiography), imaginative story genres (fairytales, folktales, fantasy, science fiction), and realistic fiction genres. </w:t>
      </w:r>
    </w:p>
    <w:p w:rsidR="00DC6215" w:rsidRPr="008A79ED" w:rsidRDefault="00DC6215" w:rsidP="003C6539">
      <w:pPr>
        <w:tabs>
          <w:tab w:val="left" w:pos="-540"/>
          <w:tab w:val="left" w:pos="1080"/>
        </w:tabs>
        <w:ind w:left="-720"/>
      </w:pPr>
      <w:r w:rsidRPr="008A79ED">
        <w:rPr>
          <w:b/>
          <w:u w:val="single"/>
        </w:rPr>
        <w:t>Cause and Effect</w:t>
      </w:r>
      <w:r w:rsidRPr="008A79ED">
        <w:t xml:space="preserve"> structure is used to show causal relationships between events. Cause and effect structures organize more sophisticated narratives as </w:t>
      </w:r>
      <w:proofErr w:type="spellStart"/>
      <w:r w:rsidRPr="008A79ED">
        <w:t>childen</w:t>
      </w:r>
      <w:proofErr w:type="spellEnd"/>
      <w:r w:rsidRPr="008A79ED">
        <w:t xml:space="preserve"> become more adept at showing the relationship between events. Young children also can begin to extend opinion essays by giving reasons to support their opinions using the word 'because'. Signal words for cause and effect structures also include: if…</w:t>
      </w:r>
      <w:proofErr w:type="spellStart"/>
      <w:proofErr w:type="gramStart"/>
      <w:r w:rsidRPr="008A79ED">
        <w:t>then,as</w:t>
      </w:r>
      <w:proofErr w:type="spellEnd"/>
      <w:proofErr w:type="gramEnd"/>
      <w:r w:rsidRPr="008A79ED">
        <w:t xml:space="preserve"> a result, and therefore.</w:t>
      </w:r>
    </w:p>
    <w:p w:rsidR="00DC6215" w:rsidRPr="008A79ED" w:rsidRDefault="00DC6215" w:rsidP="003C6539">
      <w:pPr>
        <w:tabs>
          <w:tab w:val="left" w:pos="-540"/>
          <w:tab w:val="left" w:pos="1080"/>
        </w:tabs>
        <w:ind w:left="-720"/>
      </w:pPr>
      <w:r w:rsidRPr="008A79ED">
        <w:rPr>
          <w:b/>
          <w:u w:val="single"/>
        </w:rPr>
        <w:t>Comparison and Contrast structure</w:t>
      </w:r>
      <w:r w:rsidRPr="008A79ED">
        <w:t xml:space="preserve"> is used to explain how two or more objects, events, or positions in an argument are similar or different. Graphic organizers such as </w:t>
      </w:r>
      <w:proofErr w:type="spellStart"/>
      <w:r w:rsidRPr="008A79ED">
        <w:t>venn</w:t>
      </w:r>
      <w:proofErr w:type="spellEnd"/>
      <w:r w:rsidRPr="008A79ED">
        <w:t xml:space="preserve"> diagrams, compare/contrast organizers, and data matrices can be used to compare features across different categories. Primary grade children can begin to use words such as same and </w:t>
      </w:r>
      <w:proofErr w:type="spellStart"/>
      <w:r w:rsidRPr="008A79ED">
        <w:t>differentto</w:t>
      </w:r>
      <w:proofErr w:type="spellEnd"/>
      <w:r w:rsidRPr="008A79ED">
        <w:t xml:space="preserve"> compare things. Other words used to signal comparison and contrast organizational structures </w:t>
      </w:r>
      <w:proofErr w:type="spellStart"/>
      <w:proofErr w:type="gramStart"/>
      <w:r w:rsidRPr="008A79ED">
        <w:t>includealike,in</w:t>
      </w:r>
      <w:proofErr w:type="spellEnd"/>
      <w:proofErr w:type="gramEnd"/>
      <w:r w:rsidRPr="008A79ED">
        <w:t xml:space="preserve"> </w:t>
      </w:r>
      <w:proofErr w:type="spellStart"/>
      <w:r w:rsidRPr="008A79ED">
        <w:t>contrast,similarities,differences</w:t>
      </w:r>
      <w:proofErr w:type="spellEnd"/>
      <w:r w:rsidRPr="008A79ED">
        <w:t xml:space="preserve">, </w:t>
      </w:r>
      <w:proofErr w:type="spellStart"/>
      <w:r w:rsidRPr="008A79ED">
        <w:t>andon</w:t>
      </w:r>
      <w:proofErr w:type="spellEnd"/>
      <w:r w:rsidRPr="008A79ED">
        <w:t xml:space="preserve"> the other hand.</w:t>
      </w:r>
    </w:p>
    <w:p w:rsidR="00DC6215" w:rsidRPr="008A79ED" w:rsidRDefault="00DC6215" w:rsidP="003C6539">
      <w:pPr>
        <w:tabs>
          <w:tab w:val="left" w:pos="-540"/>
          <w:tab w:val="left" w:pos="1080"/>
        </w:tabs>
        <w:ind w:left="-720"/>
      </w:pPr>
      <w:r w:rsidRPr="008A79ED">
        <w:rPr>
          <w:b/>
          <w:u w:val="single"/>
        </w:rPr>
        <w:t>Problem and Solution</w:t>
      </w:r>
      <w:r w:rsidRPr="008A79ED">
        <w:t xml:space="preserve"> requires writers to state a problem and come up with a solution. Although problem/solution structures are typically found in informational writing, realistic fiction also often uses a problem/solution structure that children can learn to identify.</w:t>
      </w:r>
    </w:p>
    <w:p w:rsidR="00DC6215" w:rsidRPr="008A79ED" w:rsidRDefault="00DC6215" w:rsidP="003C6539">
      <w:pPr>
        <w:tabs>
          <w:tab w:val="left" w:pos="-540"/>
          <w:tab w:val="left" w:pos="1080"/>
        </w:tabs>
        <w:ind w:left="-720"/>
      </w:pPr>
      <w:r w:rsidRPr="008A79ED">
        <w:rPr>
          <w:b/>
          <w:u w:val="double"/>
        </w:rPr>
        <w:t>Endings</w:t>
      </w:r>
      <w:r w:rsidRPr="008A79ED">
        <w:t xml:space="preserve">: beyond “happily ever after” Anyone who has watched a great movie for ninety minutes only to have it limp to the finish with weak ending knows that strong endings are just as critical to effective writing as strong beginnings. And anyone who has watched the director’s cut of a movie with all the alternate endings knows that even great directors have trouble coming up with satisfying endings for their movies. Just like directors, writers have to decide how to wrap up the action in their stories, resolving the conflict and tying up loose ends in a way that will leave their audience satisfied. Student writers struggle with writing strong endings, often relying on the weak “I had a lot of fun” summation or the classic “It was just a dream” ending to rescue them from their </w:t>
      </w:r>
      <w:proofErr w:type="spellStart"/>
      <w:proofErr w:type="gramStart"/>
      <w:r w:rsidRPr="008A79ED">
        <w:t>stories.The</w:t>
      </w:r>
      <w:proofErr w:type="spellEnd"/>
      <w:proofErr w:type="gramEnd"/>
      <w:r w:rsidRPr="008A79ED">
        <w:t xml:space="preserve"> type of ending an author chooses depends on his or her purpose.  </w:t>
      </w:r>
    </w:p>
    <w:p w:rsidR="00DC6215" w:rsidRPr="008A79ED" w:rsidRDefault="00DC6215" w:rsidP="003C6539">
      <w:pPr>
        <w:tabs>
          <w:tab w:val="left" w:pos="-540"/>
          <w:tab w:val="left" w:pos="1080"/>
        </w:tabs>
        <w:ind w:left="-720"/>
      </w:pPr>
      <w:r w:rsidRPr="008A79ED">
        <w:t xml:space="preserve">      When the purpose is to entertain, endings may be happy or tragic, or a surprise ending may provide a twist. Endings can be circular, looping back to the beginning so readers end where they began, or they can leave the reader hanging, wishing for more. Endings can be deliberately ambiguous </w:t>
      </w:r>
      <w:proofErr w:type="spellStart"/>
      <w:r w:rsidRPr="008A79ED">
        <w:t>orironic</w:t>
      </w:r>
      <w:proofErr w:type="spellEnd"/>
      <w:r w:rsidRPr="008A79ED">
        <w:t xml:space="preserve">, designed to make the reader think, or they can explicitly state the moral of the story, telling the reader what to think. </w:t>
      </w:r>
      <w:r w:rsidRPr="008A79ED">
        <w:lastRenderedPageBreak/>
        <w:t xml:space="preserve">Strong endings for expository texts can summarize the highlights, restate the main points, or end with a final zinger statement to drive home the main point </w:t>
      </w:r>
      <w:proofErr w:type="spellStart"/>
      <w:r w:rsidRPr="008A79ED">
        <w:t>tothe</w:t>
      </w:r>
      <w:proofErr w:type="spellEnd"/>
      <w:r w:rsidRPr="008A79ED">
        <w:t xml:space="preserve"> audience. </w:t>
      </w: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pPr>
      <w:r w:rsidRPr="008A79ED">
        <w:rPr>
          <w:b/>
        </w:rPr>
        <w:t>Evaluation</w:t>
      </w:r>
      <w:r w:rsidRPr="008A79ED">
        <w:t>: Write a short note on how to logically arrange ideas in essays.</w:t>
      </w: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pPr>
      <w:r w:rsidRPr="008A79ED">
        <w:rPr>
          <w:b/>
        </w:rPr>
        <w:t>Topic</w:t>
      </w:r>
      <w:r w:rsidRPr="008A79ED">
        <w:t>: Introduction to Drama, Types and Elements.</w:t>
      </w:r>
    </w:p>
    <w:p w:rsidR="00DC6215" w:rsidRPr="008A79ED" w:rsidRDefault="00DC6215" w:rsidP="003C6539">
      <w:pPr>
        <w:tabs>
          <w:tab w:val="left" w:pos="-540"/>
          <w:tab w:val="left" w:pos="1080"/>
        </w:tabs>
        <w:ind w:left="-720"/>
      </w:pPr>
      <w:r w:rsidRPr="008A79ED">
        <w:rPr>
          <w:b/>
        </w:rPr>
        <w:t>Content</w:t>
      </w:r>
      <w:r w:rsidRPr="008A79ED">
        <w:t>:</w:t>
      </w:r>
    </w:p>
    <w:p w:rsidR="00DC6215" w:rsidRPr="008A79ED" w:rsidRDefault="00DC6215" w:rsidP="003C6539">
      <w:pPr>
        <w:tabs>
          <w:tab w:val="left" w:pos="-540"/>
          <w:tab w:val="left" w:pos="1080"/>
        </w:tabs>
        <w:ind w:left="-720"/>
        <w:rPr>
          <w:u w:val="dotted"/>
        </w:rPr>
      </w:pPr>
      <w:r w:rsidRPr="008A79ED">
        <w:rPr>
          <w:u w:val="dotted"/>
        </w:rPr>
        <w:t>Definition of Drama</w:t>
      </w:r>
    </w:p>
    <w:p w:rsidR="00DC6215" w:rsidRPr="008A79ED" w:rsidRDefault="00DC6215" w:rsidP="003C6539">
      <w:pPr>
        <w:tabs>
          <w:tab w:val="left" w:pos="-540"/>
          <w:tab w:val="left" w:pos="1080"/>
        </w:tabs>
        <w:ind w:left="-720"/>
      </w:pPr>
      <w:r w:rsidRPr="008A79ED">
        <w:t xml:space="preserve">Drama is intended to replicate human behavior and action in the midst of tragedy and everyday life. A number of genres exist within drama, each with their own storytelling methods, character types and dramatic approach. </w:t>
      </w:r>
    </w:p>
    <w:p w:rsidR="00DC6215" w:rsidRPr="008A79ED" w:rsidRDefault="00DC6215" w:rsidP="003C6539">
      <w:pPr>
        <w:tabs>
          <w:tab w:val="left" w:pos="-540"/>
          <w:tab w:val="left" w:pos="1080"/>
        </w:tabs>
        <w:ind w:left="-720"/>
        <w:rPr>
          <w:u w:val="single"/>
        </w:rPr>
      </w:pPr>
      <w:r w:rsidRPr="008A79ED">
        <w:rPr>
          <w:u w:val="single"/>
        </w:rPr>
        <w:t>There are four main genres/ types of drama:</w:t>
      </w:r>
    </w:p>
    <w:p w:rsidR="00DC6215" w:rsidRPr="008A79ED" w:rsidRDefault="00DC6215" w:rsidP="003C6539">
      <w:pPr>
        <w:tabs>
          <w:tab w:val="left" w:pos="-540"/>
          <w:tab w:val="left" w:pos="1080"/>
        </w:tabs>
        <w:ind w:left="-720"/>
      </w:pPr>
      <w:r w:rsidRPr="008A79ED">
        <w:t xml:space="preserve"> *</w:t>
      </w:r>
      <w:proofErr w:type="gramStart"/>
      <w:r w:rsidRPr="008A79ED">
        <w:t>*  Tragedy</w:t>
      </w:r>
      <w:proofErr w:type="gramEnd"/>
      <w:r w:rsidRPr="008A79ED">
        <w:t xml:space="preserve"> </w:t>
      </w:r>
    </w:p>
    <w:p w:rsidR="00DC6215" w:rsidRPr="008A79ED" w:rsidRDefault="00DC6215" w:rsidP="003C6539">
      <w:pPr>
        <w:tabs>
          <w:tab w:val="left" w:pos="-540"/>
          <w:tab w:val="left" w:pos="1080"/>
        </w:tabs>
        <w:ind w:left="-720"/>
      </w:pPr>
      <w:r w:rsidRPr="008A79ED">
        <w:t>**   Comedy</w:t>
      </w:r>
    </w:p>
    <w:p w:rsidR="00DC6215" w:rsidRPr="008A79ED" w:rsidRDefault="00DC6215" w:rsidP="003C6539">
      <w:pPr>
        <w:tabs>
          <w:tab w:val="left" w:pos="-540"/>
          <w:tab w:val="left" w:pos="1080"/>
        </w:tabs>
        <w:ind w:left="-720"/>
      </w:pPr>
      <w:r w:rsidRPr="008A79ED">
        <w:t xml:space="preserve">**   Melodrama </w:t>
      </w:r>
    </w:p>
    <w:p w:rsidR="00DC6215" w:rsidRPr="008A79ED" w:rsidRDefault="00DC6215" w:rsidP="003C6539">
      <w:pPr>
        <w:tabs>
          <w:tab w:val="left" w:pos="-540"/>
          <w:tab w:val="left" w:pos="1080"/>
        </w:tabs>
        <w:ind w:left="-720"/>
      </w:pPr>
      <w:r w:rsidRPr="008A79ED">
        <w:t>**    Tragicomedy.</w:t>
      </w:r>
    </w:p>
    <w:p w:rsidR="00DC6215" w:rsidRPr="008A79ED" w:rsidRDefault="00DC6215" w:rsidP="003C6539">
      <w:pPr>
        <w:tabs>
          <w:tab w:val="left" w:pos="-540"/>
          <w:tab w:val="left" w:pos="1080"/>
        </w:tabs>
        <w:ind w:left="-720"/>
      </w:pPr>
      <w:r w:rsidRPr="008A79ED">
        <w:t xml:space="preserve">Understanding the characteristics of these genres generates a basic understanding of the influences and types of theater being created </w:t>
      </w:r>
      <w:proofErr w:type="spellStart"/>
      <w:proofErr w:type="gramStart"/>
      <w:r w:rsidRPr="008A79ED">
        <w:t>today.Drama</w:t>
      </w:r>
      <w:proofErr w:type="spellEnd"/>
      <w:proofErr w:type="gramEnd"/>
      <w:r w:rsidRPr="008A79ED">
        <w:t xml:space="preserve"> is a distinctive fictitious form because they are intended to be performed out on a stage before an audience.          The word ‘drama’ comes from the Greek word ‘</w:t>
      </w:r>
      <w:proofErr w:type="spellStart"/>
      <w:r w:rsidRPr="008A79ED">
        <w:t>dran</w:t>
      </w:r>
      <w:proofErr w:type="spellEnd"/>
      <w:r w:rsidRPr="008A79ED">
        <w:t>’ meaning to act or to do. Drama brings a story to life before our eyes, the story of a play or drama is told through dialogue and action and is combined with the setting that the audience perceives essentially from scenery and props. Knowing about these elements can help you increase in value and converse plays that is seen and read.</w:t>
      </w:r>
    </w:p>
    <w:p w:rsidR="00DC6215" w:rsidRPr="008A79ED" w:rsidRDefault="00DC6215" w:rsidP="003C6539">
      <w:pPr>
        <w:tabs>
          <w:tab w:val="left" w:pos="-540"/>
          <w:tab w:val="left" w:pos="1080"/>
        </w:tabs>
        <w:ind w:left="-720"/>
      </w:pPr>
      <w:r w:rsidRPr="008A79ED">
        <w:rPr>
          <w:u w:val="single"/>
        </w:rPr>
        <w:t>The five characteristics of drama</w:t>
      </w:r>
      <w:r w:rsidRPr="008A79ED">
        <w:t xml:space="preserve"> are:</w:t>
      </w:r>
    </w:p>
    <w:p w:rsidR="00DC6215" w:rsidRPr="008A79ED" w:rsidRDefault="00DC6215" w:rsidP="003C6539">
      <w:pPr>
        <w:tabs>
          <w:tab w:val="left" w:pos="-540"/>
          <w:tab w:val="left" w:pos="1080"/>
        </w:tabs>
        <w:ind w:left="-720"/>
      </w:pPr>
      <w:proofErr w:type="gramStart"/>
      <w:r w:rsidRPr="008A79ED">
        <w:t>*.Idea</w:t>
      </w:r>
      <w:proofErr w:type="gramEnd"/>
      <w:r w:rsidRPr="008A79ED">
        <w:t>/Plot</w:t>
      </w:r>
    </w:p>
    <w:p w:rsidR="00DC6215" w:rsidRPr="008A79ED" w:rsidRDefault="00DC6215" w:rsidP="003C6539">
      <w:pPr>
        <w:tabs>
          <w:tab w:val="left" w:pos="-540"/>
          <w:tab w:val="left" w:pos="1080"/>
        </w:tabs>
        <w:ind w:left="-720"/>
      </w:pPr>
      <w:proofErr w:type="gramStart"/>
      <w:r w:rsidRPr="008A79ED">
        <w:t>*.Characters</w:t>
      </w:r>
      <w:proofErr w:type="gramEnd"/>
    </w:p>
    <w:p w:rsidR="00DC6215" w:rsidRPr="008A79ED" w:rsidRDefault="00DC6215" w:rsidP="003C6539">
      <w:pPr>
        <w:tabs>
          <w:tab w:val="left" w:pos="-540"/>
          <w:tab w:val="left" w:pos="1080"/>
        </w:tabs>
        <w:ind w:left="-720"/>
      </w:pPr>
      <w:proofErr w:type="gramStart"/>
      <w:r w:rsidRPr="008A79ED">
        <w:t>*.Language</w:t>
      </w:r>
      <w:proofErr w:type="gramEnd"/>
    </w:p>
    <w:p w:rsidR="00DC6215" w:rsidRPr="008A79ED" w:rsidRDefault="00DC6215" w:rsidP="003C6539">
      <w:pPr>
        <w:tabs>
          <w:tab w:val="left" w:pos="-540"/>
          <w:tab w:val="left" w:pos="1080"/>
        </w:tabs>
        <w:ind w:left="-720"/>
      </w:pPr>
      <w:proofErr w:type="gramStart"/>
      <w:r w:rsidRPr="008A79ED">
        <w:t>*.Music</w:t>
      </w:r>
      <w:proofErr w:type="gramEnd"/>
    </w:p>
    <w:p w:rsidR="00DC6215" w:rsidRPr="008A79ED" w:rsidRDefault="00DC6215" w:rsidP="003C6539">
      <w:pPr>
        <w:tabs>
          <w:tab w:val="left" w:pos="-540"/>
          <w:tab w:val="left" w:pos="1080"/>
        </w:tabs>
        <w:ind w:left="-720"/>
      </w:pPr>
      <w:proofErr w:type="gramStart"/>
      <w:r w:rsidRPr="008A79ED">
        <w:t>*.Performance</w:t>
      </w:r>
      <w:proofErr w:type="gramEnd"/>
    </w:p>
    <w:p w:rsidR="00DC6215" w:rsidRPr="008A79ED" w:rsidRDefault="00DC6215" w:rsidP="003C6539">
      <w:pPr>
        <w:tabs>
          <w:tab w:val="left" w:pos="-540"/>
          <w:tab w:val="left" w:pos="1080"/>
        </w:tabs>
        <w:ind w:left="-720"/>
        <w:rPr>
          <w:b/>
        </w:rPr>
      </w:pPr>
    </w:p>
    <w:p w:rsidR="00DC6215" w:rsidRPr="008A79ED" w:rsidRDefault="00DC6215" w:rsidP="003C6539">
      <w:pPr>
        <w:tabs>
          <w:tab w:val="left" w:pos="-540"/>
          <w:tab w:val="left" w:pos="1080"/>
        </w:tabs>
        <w:ind w:left="-720"/>
      </w:pPr>
      <w:r w:rsidRPr="008A79ED">
        <w:rPr>
          <w:b/>
        </w:rPr>
        <w:t>General Evaluation</w:t>
      </w:r>
      <w:r w:rsidRPr="008A79ED">
        <w:t>:</w:t>
      </w:r>
    </w:p>
    <w:p w:rsidR="00DC6215" w:rsidRPr="008A79ED" w:rsidRDefault="00DC6215" w:rsidP="003C6539">
      <w:pPr>
        <w:tabs>
          <w:tab w:val="left" w:pos="-540"/>
          <w:tab w:val="left" w:pos="1080"/>
        </w:tabs>
        <w:ind w:left="-720"/>
      </w:pPr>
      <w:r w:rsidRPr="008A79ED">
        <w:t>Write the comparative and superlative forms of the adjectives:</w:t>
      </w:r>
    </w:p>
    <w:p w:rsidR="00DC6215" w:rsidRPr="008A79ED" w:rsidRDefault="00DC6215" w:rsidP="003C6539">
      <w:pPr>
        <w:tabs>
          <w:tab w:val="left" w:pos="-540"/>
          <w:tab w:val="left" w:pos="1080"/>
        </w:tabs>
        <w:ind w:left="-720"/>
      </w:pPr>
      <w:r w:rsidRPr="008A79ED">
        <w:t>1. fast ____________</w:t>
      </w:r>
    </w:p>
    <w:p w:rsidR="00DC6215" w:rsidRPr="008A79ED" w:rsidRDefault="00DC6215" w:rsidP="003C6539">
      <w:pPr>
        <w:tabs>
          <w:tab w:val="left" w:pos="-540"/>
          <w:tab w:val="left" w:pos="1080"/>
        </w:tabs>
        <w:ind w:left="-720"/>
      </w:pPr>
      <w:r w:rsidRPr="008A79ED">
        <w:t>2. heavy ____________</w:t>
      </w:r>
    </w:p>
    <w:p w:rsidR="00DC6215" w:rsidRPr="008A79ED" w:rsidRDefault="00DC6215" w:rsidP="003C6539">
      <w:pPr>
        <w:tabs>
          <w:tab w:val="left" w:pos="-540"/>
          <w:tab w:val="left" w:pos="1080"/>
        </w:tabs>
        <w:ind w:left="-720"/>
      </w:pPr>
      <w:r w:rsidRPr="008A79ED">
        <w:t>3. dangerous ____________</w:t>
      </w:r>
    </w:p>
    <w:p w:rsidR="00DC6215" w:rsidRPr="008A79ED" w:rsidRDefault="00DC6215" w:rsidP="003C6539">
      <w:pPr>
        <w:tabs>
          <w:tab w:val="left" w:pos="-540"/>
          <w:tab w:val="left" w:pos="1080"/>
        </w:tabs>
        <w:ind w:left="-720"/>
      </w:pPr>
      <w:r w:rsidRPr="008A79ED">
        <w:t>4. small ____________</w:t>
      </w:r>
    </w:p>
    <w:p w:rsidR="00DC6215" w:rsidRPr="008A79ED" w:rsidRDefault="00DC6215" w:rsidP="003C6539">
      <w:pPr>
        <w:tabs>
          <w:tab w:val="left" w:pos="-540"/>
          <w:tab w:val="left" w:pos="1080"/>
        </w:tabs>
        <w:ind w:left="-720"/>
      </w:pPr>
      <w:r w:rsidRPr="008A79ED">
        <w:t>5. large ____________</w:t>
      </w:r>
    </w:p>
    <w:p w:rsidR="00DC6215" w:rsidRPr="008A79ED" w:rsidRDefault="00DC6215" w:rsidP="003C6539">
      <w:pPr>
        <w:tabs>
          <w:tab w:val="left" w:pos="-540"/>
          <w:tab w:val="left" w:pos="1080"/>
        </w:tabs>
        <w:ind w:left="-720"/>
      </w:pPr>
      <w:r w:rsidRPr="008A79ED">
        <w:t>6. light ____________</w:t>
      </w:r>
    </w:p>
    <w:p w:rsidR="00DC6215" w:rsidRPr="008A79ED" w:rsidRDefault="00DC6215" w:rsidP="003C6539">
      <w:pPr>
        <w:tabs>
          <w:tab w:val="left" w:pos="-540"/>
          <w:tab w:val="left" w:pos="1080"/>
        </w:tabs>
        <w:ind w:left="-720"/>
      </w:pPr>
      <w:r w:rsidRPr="008A79ED">
        <w:t>7. rare ____________</w:t>
      </w:r>
    </w:p>
    <w:p w:rsidR="00DC6215" w:rsidRPr="008A79ED" w:rsidRDefault="00DC6215" w:rsidP="003C6539">
      <w:pPr>
        <w:tabs>
          <w:tab w:val="left" w:pos="-540"/>
          <w:tab w:val="left" w:pos="1080"/>
        </w:tabs>
        <w:ind w:left="-720"/>
      </w:pPr>
      <w:r w:rsidRPr="008A79ED">
        <w:t>8. common __________</w:t>
      </w:r>
    </w:p>
    <w:p w:rsidR="00DC6215" w:rsidRPr="008A79ED" w:rsidRDefault="00DC6215" w:rsidP="003C6539">
      <w:pPr>
        <w:tabs>
          <w:tab w:val="left" w:pos="-540"/>
          <w:tab w:val="left" w:pos="1080"/>
        </w:tabs>
        <w:ind w:left="-720"/>
      </w:pPr>
      <w:r w:rsidRPr="008A79ED">
        <w:t>9. beautiful_________</w:t>
      </w:r>
    </w:p>
    <w:p w:rsidR="00DC6215" w:rsidRPr="008A79ED" w:rsidRDefault="00DC6215" w:rsidP="003C6539">
      <w:pPr>
        <w:tabs>
          <w:tab w:val="left" w:pos="-540"/>
          <w:tab w:val="left" w:pos="1080"/>
        </w:tabs>
        <w:ind w:left="-720"/>
      </w:pPr>
      <w:r w:rsidRPr="008A79ED">
        <w:t>10. swift__________</w:t>
      </w:r>
    </w:p>
    <w:p w:rsidR="00DC6215" w:rsidRPr="008A79ED" w:rsidRDefault="00DC6215" w:rsidP="003C6539">
      <w:pPr>
        <w:tabs>
          <w:tab w:val="left" w:pos="-540"/>
          <w:tab w:val="left" w:pos="1080"/>
        </w:tabs>
        <w:ind w:left="-720"/>
      </w:pPr>
      <w:r w:rsidRPr="008A79ED">
        <w:t>1B. Explain what you understand by the word "drama".</w:t>
      </w:r>
    </w:p>
    <w:p w:rsidR="00DC6215" w:rsidRPr="008A79ED" w:rsidRDefault="00DC6215" w:rsidP="003C6539">
      <w:pPr>
        <w:tabs>
          <w:tab w:val="left" w:pos="-540"/>
          <w:tab w:val="left" w:pos="1080"/>
        </w:tabs>
        <w:ind w:left="-720"/>
        <w:rPr>
          <w:b/>
        </w:rPr>
      </w:pPr>
    </w:p>
    <w:p w:rsidR="00DC6215" w:rsidRPr="008A79ED" w:rsidRDefault="00DC6215" w:rsidP="003C6539">
      <w:pPr>
        <w:tabs>
          <w:tab w:val="left" w:pos="-540"/>
          <w:tab w:val="left" w:pos="1080"/>
        </w:tabs>
        <w:ind w:left="-720"/>
        <w:rPr>
          <w:b/>
        </w:rPr>
      </w:pPr>
      <w:r w:rsidRPr="008A79ED">
        <w:rPr>
          <w:b/>
        </w:rPr>
        <w:t>Weekend Assignment:</w:t>
      </w:r>
    </w:p>
    <w:p w:rsidR="00DC6215" w:rsidRPr="008A79ED" w:rsidRDefault="00DC6215" w:rsidP="003C6539">
      <w:pPr>
        <w:tabs>
          <w:tab w:val="left" w:pos="-540"/>
          <w:tab w:val="left" w:pos="1080"/>
        </w:tabs>
        <w:ind w:left="-720"/>
      </w:pPr>
      <w:r w:rsidRPr="008A79ED">
        <w:t>Put the adjectives between brackets in the correct form</w:t>
      </w:r>
    </w:p>
    <w:p w:rsidR="00DC6215" w:rsidRPr="008A79ED" w:rsidRDefault="00ED5061" w:rsidP="003C6539">
      <w:pPr>
        <w:tabs>
          <w:tab w:val="left" w:pos="-540"/>
          <w:tab w:val="left" w:pos="1080"/>
        </w:tabs>
        <w:ind w:left="-720"/>
      </w:pPr>
      <w:r w:rsidRPr="008A79ED">
        <w:t>1. My</w:t>
      </w:r>
      <w:r w:rsidR="00DC6215" w:rsidRPr="008A79ED">
        <w:t xml:space="preserve"> brother has a (tidy)room than me.</w:t>
      </w:r>
    </w:p>
    <w:p w:rsidR="00DC6215" w:rsidRPr="008A79ED" w:rsidRDefault="00ED5061" w:rsidP="003C6539">
      <w:pPr>
        <w:tabs>
          <w:tab w:val="left" w:pos="-540"/>
          <w:tab w:val="left" w:pos="1080"/>
        </w:tabs>
        <w:ind w:left="-720"/>
      </w:pPr>
      <w:r w:rsidRPr="008A79ED">
        <w:t>2. Australia</w:t>
      </w:r>
      <w:r w:rsidR="00DC6215" w:rsidRPr="008A79ED">
        <w:t xml:space="preserve"> is (big)than England.</w:t>
      </w:r>
    </w:p>
    <w:p w:rsidR="00DC6215" w:rsidRPr="008A79ED" w:rsidRDefault="00ED5061" w:rsidP="003C6539">
      <w:pPr>
        <w:tabs>
          <w:tab w:val="left" w:pos="-540"/>
          <w:tab w:val="left" w:pos="1080"/>
        </w:tabs>
        <w:ind w:left="-720"/>
      </w:pPr>
      <w:r w:rsidRPr="008A79ED">
        <w:t>3. I’m</w:t>
      </w:r>
      <w:r w:rsidR="00DC6215" w:rsidRPr="008A79ED">
        <w:t xml:space="preserve"> (good)now than yesterday.</w:t>
      </w:r>
    </w:p>
    <w:p w:rsidR="00DC6215" w:rsidRPr="008A79ED" w:rsidRDefault="00ED5061" w:rsidP="003C6539">
      <w:pPr>
        <w:tabs>
          <w:tab w:val="left" w:pos="-540"/>
          <w:tab w:val="left" w:pos="1080"/>
        </w:tabs>
        <w:ind w:left="-720"/>
      </w:pPr>
      <w:r w:rsidRPr="008A79ED">
        <w:t>4. She’s</w:t>
      </w:r>
      <w:r w:rsidR="00DC6215" w:rsidRPr="008A79ED">
        <w:t xml:space="preserve"> got (little</w:t>
      </w:r>
      <w:r w:rsidRPr="008A79ED">
        <w:t>) money</w:t>
      </w:r>
      <w:r w:rsidR="00DC6215" w:rsidRPr="008A79ED">
        <w:t xml:space="preserve"> than you, but she doesn't care.</w:t>
      </w:r>
    </w:p>
    <w:p w:rsidR="00DC6215" w:rsidRPr="008A79ED" w:rsidRDefault="00ED5061" w:rsidP="003C6539">
      <w:pPr>
        <w:tabs>
          <w:tab w:val="left" w:pos="-540"/>
          <w:tab w:val="left" w:pos="1080"/>
        </w:tabs>
        <w:ind w:left="-720"/>
      </w:pPr>
      <w:r w:rsidRPr="008A79ED">
        <w:lastRenderedPageBreak/>
        <w:t>5. He</w:t>
      </w:r>
      <w:r w:rsidR="00DC6215" w:rsidRPr="008A79ED">
        <w:t xml:space="preserve"> thinks Chinese is (difficult) language in the world</w:t>
      </w:r>
    </w:p>
    <w:p w:rsidR="00DC6215" w:rsidRPr="008A79ED" w:rsidRDefault="00ED5061" w:rsidP="003C6539">
      <w:pPr>
        <w:tabs>
          <w:tab w:val="left" w:pos="-540"/>
          <w:tab w:val="left" w:pos="1080"/>
        </w:tabs>
        <w:ind w:left="-720"/>
      </w:pPr>
      <w:r w:rsidRPr="008A79ED">
        <w:t>6. Valencia</w:t>
      </w:r>
      <w:r w:rsidR="00DC6215" w:rsidRPr="008A79ED">
        <w:t xml:space="preserve"> played (bad) than Real Madrid yesterday</w:t>
      </w:r>
    </w:p>
    <w:p w:rsidR="00DC6215" w:rsidRPr="008A79ED" w:rsidRDefault="00ED5061" w:rsidP="003C6539">
      <w:pPr>
        <w:tabs>
          <w:tab w:val="left" w:pos="-540"/>
          <w:tab w:val="left" w:pos="1080"/>
        </w:tabs>
        <w:ind w:left="-720"/>
      </w:pPr>
      <w:r w:rsidRPr="008A79ED">
        <w:t>7. Cats</w:t>
      </w:r>
      <w:r w:rsidR="00DC6215" w:rsidRPr="008A79ED">
        <w:t xml:space="preserve"> are not (intelligent) as dogs.</w:t>
      </w:r>
    </w:p>
    <w:p w:rsidR="00DC6215" w:rsidRPr="008A79ED" w:rsidRDefault="00ED5061" w:rsidP="003C6539">
      <w:pPr>
        <w:tabs>
          <w:tab w:val="left" w:pos="-540"/>
          <w:tab w:val="left" w:pos="1080"/>
        </w:tabs>
        <w:ind w:left="-720"/>
      </w:pPr>
      <w:r w:rsidRPr="008A79ED">
        <w:t>8. Show</w:t>
      </w:r>
      <w:r w:rsidR="00DC6215" w:rsidRPr="008A79ED">
        <w:t xml:space="preserve"> me (good) restaurant down town.</w:t>
      </w:r>
    </w:p>
    <w:p w:rsidR="00DC6215" w:rsidRPr="008A79ED" w:rsidRDefault="00ED5061" w:rsidP="003C6539">
      <w:pPr>
        <w:tabs>
          <w:tab w:val="left" w:pos="-540"/>
          <w:tab w:val="left" w:pos="1080"/>
        </w:tabs>
        <w:ind w:left="-720"/>
      </w:pPr>
      <w:r w:rsidRPr="008A79ED">
        <w:t>9. (</w:t>
      </w:r>
      <w:r w:rsidR="00DC6215" w:rsidRPr="008A79ED">
        <w:t>hot)desert of all is the Sahara and it's in Africa.</w:t>
      </w:r>
    </w:p>
    <w:p w:rsidR="00DC6215" w:rsidRPr="008A79ED" w:rsidRDefault="00DC6215" w:rsidP="003C6539">
      <w:pPr>
        <w:tabs>
          <w:tab w:val="left" w:pos="-540"/>
          <w:tab w:val="left" w:pos="1080"/>
        </w:tabs>
        <w:ind w:left="-720"/>
      </w:pPr>
      <w:r w:rsidRPr="008A79ED">
        <w:t>10</w:t>
      </w:r>
      <w:r w:rsidR="00ED5061" w:rsidRPr="008A79ED">
        <w:t>. Who</w:t>
      </w:r>
      <w:r w:rsidRPr="008A79ED">
        <w:t xml:space="preserve"> is (talkative) person in your family?</w:t>
      </w:r>
    </w:p>
    <w:p w:rsidR="00DC6215" w:rsidRPr="008A79ED" w:rsidRDefault="00DC6215" w:rsidP="003C6539">
      <w:pPr>
        <w:tabs>
          <w:tab w:val="left" w:pos="-540"/>
          <w:tab w:val="left" w:pos="1080"/>
        </w:tabs>
        <w:ind w:left="-720"/>
      </w:pPr>
    </w:p>
    <w:p w:rsidR="00DC6215" w:rsidRDefault="00DC6215" w:rsidP="003C6539">
      <w:pPr>
        <w:tabs>
          <w:tab w:val="left" w:pos="-540"/>
          <w:tab w:val="left" w:pos="1080"/>
        </w:tabs>
        <w:ind w:left="-720"/>
        <w:jc w:val="center"/>
        <w:rPr>
          <w:b/>
        </w:rPr>
      </w:pPr>
    </w:p>
    <w:p w:rsidR="00DD1A8E" w:rsidRDefault="00DD1A8E" w:rsidP="003C6539">
      <w:pPr>
        <w:tabs>
          <w:tab w:val="left" w:pos="-540"/>
          <w:tab w:val="left" w:pos="1080"/>
        </w:tabs>
        <w:ind w:left="-720"/>
        <w:jc w:val="center"/>
        <w:rPr>
          <w:b/>
        </w:rPr>
      </w:pPr>
    </w:p>
    <w:p w:rsidR="00DD1A8E" w:rsidRDefault="00DD1A8E" w:rsidP="003C6539">
      <w:pPr>
        <w:tabs>
          <w:tab w:val="left" w:pos="-540"/>
          <w:tab w:val="left" w:pos="1080"/>
        </w:tabs>
        <w:ind w:left="-720"/>
        <w:jc w:val="center"/>
        <w:rPr>
          <w:b/>
        </w:rPr>
      </w:pPr>
    </w:p>
    <w:p w:rsidR="00DD1A8E" w:rsidRPr="008A79ED" w:rsidRDefault="00DD1A8E" w:rsidP="003C6539">
      <w:pPr>
        <w:tabs>
          <w:tab w:val="left" w:pos="-540"/>
          <w:tab w:val="left" w:pos="1080"/>
        </w:tabs>
        <w:ind w:left="-720"/>
        <w:jc w:val="center"/>
        <w:rPr>
          <w:b/>
        </w:rPr>
      </w:pPr>
    </w:p>
    <w:p w:rsidR="00FD2470" w:rsidRPr="008A79ED" w:rsidRDefault="00DC6215" w:rsidP="003C6539">
      <w:pPr>
        <w:tabs>
          <w:tab w:val="left" w:pos="-540"/>
          <w:tab w:val="left" w:pos="1080"/>
        </w:tabs>
        <w:ind w:left="-720"/>
        <w:jc w:val="center"/>
        <w:rPr>
          <w:b/>
        </w:rPr>
      </w:pPr>
      <w:r w:rsidRPr="008A79ED">
        <w:rPr>
          <w:b/>
        </w:rPr>
        <w:t>WEEK SIX</w:t>
      </w:r>
    </w:p>
    <w:p w:rsidR="00FD2470" w:rsidRPr="008A79ED" w:rsidRDefault="00FD2470" w:rsidP="003C6539">
      <w:pPr>
        <w:tabs>
          <w:tab w:val="left" w:pos="-540"/>
          <w:tab w:val="left" w:pos="1080"/>
        </w:tabs>
        <w:ind w:left="-720"/>
      </w:pPr>
      <w:r w:rsidRPr="008A79ED">
        <w:rPr>
          <w:b/>
          <w:bCs/>
        </w:rPr>
        <w:t>Topic</w:t>
      </w:r>
      <w:r w:rsidRPr="008A79ED">
        <w:t>: Adverbs</w:t>
      </w:r>
      <w:r w:rsidR="00DC6215" w:rsidRPr="008A79ED">
        <w:t>: Definition, Identification and Types</w:t>
      </w:r>
    </w:p>
    <w:p w:rsidR="00DC6215" w:rsidRPr="008A79ED" w:rsidRDefault="00FD2470" w:rsidP="003C6539">
      <w:pPr>
        <w:tabs>
          <w:tab w:val="left" w:pos="-540"/>
          <w:tab w:val="left" w:pos="1080"/>
        </w:tabs>
        <w:ind w:left="-720"/>
        <w:rPr>
          <w:b/>
          <w:bCs/>
        </w:rPr>
      </w:pPr>
      <w:r w:rsidRPr="008A79ED">
        <w:rPr>
          <w:b/>
          <w:bCs/>
        </w:rPr>
        <w:t>Content</w:t>
      </w:r>
      <w:r w:rsidR="00DC6215" w:rsidRPr="008A79ED">
        <w:rPr>
          <w:b/>
          <w:bCs/>
        </w:rPr>
        <w:t>:</w:t>
      </w:r>
    </w:p>
    <w:p w:rsidR="00DC6215" w:rsidRPr="008A79ED" w:rsidRDefault="00DC6215">
      <w:pPr>
        <w:tabs>
          <w:tab w:val="left" w:pos="-540"/>
          <w:tab w:val="left" w:pos="7380"/>
          <w:tab w:val="left" w:pos="7560"/>
        </w:tabs>
        <w:ind w:left="-720"/>
      </w:pPr>
      <w:r w:rsidRPr="008A79ED">
        <w:t>An adverb is a word, which tells us more about an action. It is the word, which tells us: where, when, why, how often, to what degree, an action is performed.</w:t>
      </w:r>
    </w:p>
    <w:p w:rsidR="00DC6215" w:rsidRPr="008A79ED" w:rsidRDefault="00DC6215">
      <w:pPr>
        <w:tabs>
          <w:tab w:val="left" w:pos="-540"/>
          <w:tab w:val="left" w:pos="7380"/>
          <w:tab w:val="left" w:pos="7560"/>
        </w:tabs>
        <w:ind w:left="-720"/>
      </w:pPr>
      <w:r w:rsidRPr="008A79ED">
        <w:t>In other words, we can have the adverbs of manner (how) frequency (how often), reason (why), time (when) degree (to what degree), please (where).</w:t>
      </w:r>
    </w:p>
    <w:p w:rsidR="00DC6215" w:rsidRPr="008A79ED" w:rsidRDefault="00DC6215">
      <w:pPr>
        <w:tabs>
          <w:tab w:val="left" w:pos="-540"/>
          <w:tab w:val="left" w:pos="7380"/>
          <w:tab w:val="left" w:pos="7560"/>
        </w:tabs>
        <w:ind w:left="-720"/>
      </w:pPr>
      <w:r w:rsidRPr="008A79ED">
        <w:t>We shall look at just adverbs of manner and frequency in this lesson.</w:t>
      </w:r>
    </w:p>
    <w:p w:rsidR="00DC6215" w:rsidRPr="008A79ED" w:rsidRDefault="00DC6215" w:rsidP="003C6539">
      <w:pPr>
        <w:tabs>
          <w:tab w:val="left" w:pos="-540"/>
          <w:tab w:val="left" w:pos="1080"/>
        </w:tabs>
        <w:ind w:left="-720"/>
        <w:rPr>
          <w:b/>
          <w:bCs/>
        </w:rPr>
      </w:pPr>
    </w:p>
    <w:p w:rsidR="00FD2470" w:rsidRPr="008A79ED" w:rsidRDefault="00DC6215" w:rsidP="003C6539">
      <w:pPr>
        <w:tabs>
          <w:tab w:val="left" w:pos="-540"/>
          <w:tab w:val="left" w:pos="1080"/>
        </w:tabs>
        <w:ind w:left="-720"/>
        <w:rPr>
          <w:b/>
          <w:bCs/>
        </w:rPr>
      </w:pPr>
      <w:r w:rsidRPr="008A79ED">
        <w:rPr>
          <w:b/>
          <w:bCs/>
        </w:rPr>
        <w:t>Types of Adverbs</w:t>
      </w:r>
    </w:p>
    <w:p w:rsidR="00FD2470" w:rsidRPr="008A79ED" w:rsidRDefault="00DC6215" w:rsidP="003C6539">
      <w:pPr>
        <w:tabs>
          <w:tab w:val="left" w:pos="-540"/>
          <w:tab w:val="left" w:pos="1080"/>
        </w:tabs>
        <w:ind w:left="-720"/>
        <w:rPr>
          <w:u w:val="single"/>
        </w:rPr>
      </w:pPr>
      <w:r w:rsidRPr="008A79ED">
        <w:rPr>
          <w:u w:val="single"/>
        </w:rPr>
        <w:t xml:space="preserve">1. </w:t>
      </w:r>
      <w:r w:rsidR="00FD2470" w:rsidRPr="008A79ED">
        <w:rPr>
          <w:u w:val="single"/>
        </w:rPr>
        <w:t>Adverbs of Time</w:t>
      </w:r>
    </w:p>
    <w:p w:rsidR="00FD2470" w:rsidRPr="008A79ED" w:rsidRDefault="00FD2470" w:rsidP="003C6539">
      <w:pPr>
        <w:tabs>
          <w:tab w:val="left" w:pos="-540"/>
          <w:tab w:val="left" w:pos="1080"/>
        </w:tabs>
        <w:ind w:left="-720"/>
      </w:pPr>
      <w:r w:rsidRPr="008A79ED">
        <w:t>They tell us when a thing is done or when a thing happens.</w:t>
      </w:r>
    </w:p>
    <w:p w:rsidR="009155FC" w:rsidRPr="008A79ED" w:rsidRDefault="00DC6215" w:rsidP="003C6539">
      <w:pPr>
        <w:tabs>
          <w:tab w:val="left" w:pos="-540"/>
          <w:tab w:val="left" w:pos="1080"/>
        </w:tabs>
        <w:ind w:left="-720"/>
        <w:rPr>
          <w:b/>
          <w:bCs/>
        </w:rPr>
      </w:pPr>
      <w:r w:rsidRPr="008A79ED">
        <w:rPr>
          <w:b/>
          <w:bCs/>
        </w:rPr>
        <w:t xml:space="preserve">Examples:  </w:t>
      </w:r>
      <w:r w:rsidRPr="008A79ED">
        <w:rPr>
          <w:bCs/>
        </w:rPr>
        <w:t>suddenly, immediately, since, before, after when etc.</w:t>
      </w:r>
    </w:p>
    <w:p w:rsidR="009155FC" w:rsidRPr="008A79ED" w:rsidRDefault="00FD2470" w:rsidP="003C6539">
      <w:pPr>
        <w:tabs>
          <w:tab w:val="left" w:pos="-540"/>
          <w:tab w:val="left" w:pos="1080"/>
        </w:tabs>
        <w:ind w:left="-720"/>
        <w:rPr>
          <w:b/>
          <w:bCs/>
        </w:rPr>
      </w:pPr>
      <w:r w:rsidRPr="008A79ED">
        <w:rPr>
          <w:b/>
          <w:bCs/>
        </w:rPr>
        <w:t>Suddenly</w:t>
      </w:r>
      <w:r w:rsidRPr="008A79ED">
        <w:t>: A thing happens suddenly when it happens without warning. No one expects it.</w:t>
      </w:r>
    </w:p>
    <w:p w:rsidR="00FD2470" w:rsidRPr="008A79ED" w:rsidRDefault="00FD2470" w:rsidP="0044033B">
      <w:pPr>
        <w:tabs>
          <w:tab w:val="left" w:pos="-540"/>
          <w:tab w:val="left" w:pos="1080"/>
        </w:tabs>
        <w:ind w:left="-720"/>
        <w:rPr>
          <w:u w:val="single"/>
        </w:rPr>
      </w:pPr>
      <w:r w:rsidRPr="008A79ED">
        <w:rPr>
          <w:b/>
          <w:bCs/>
        </w:rPr>
        <w:t>Immediately</w:t>
      </w:r>
      <w:r w:rsidR="0044033B" w:rsidRPr="008A79ED">
        <w:t>: This means</w:t>
      </w:r>
      <w:r w:rsidRPr="008A79ED">
        <w:t xml:space="preserve"> that something happens without any delay. It </w:t>
      </w:r>
      <w:r w:rsidR="0044033B" w:rsidRPr="008A79ED">
        <w:t>happens</w:t>
      </w:r>
      <w:r w:rsidR="0044033B" w:rsidRPr="008A79ED">
        <w:rPr>
          <w:u w:val="single"/>
        </w:rPr>
        <w:t xml:space="preserve"> </w:t>
      </w:r>
      <w:r w:rsidRPr="008A79ED">
        <w:t>at once</w:t>
      </w:r>
      <w:r w:rsidR="0044033B" w:rsidRPr="008A79ED">
        <w:t xml:space="preserve">, </w:t>
      </w:r>
      <w:r w:rsidRPr="008A79ED">
        <w:t>straight away.</w:t>
      </w:r>
    </w:p>
    <w:p w:rsidR="00FD2470" w:rsidRPr="008A79ED" w:rsidRDefault="00FD2470" w:rsidP="003C6539">
      <w:pPr>
        <w:tabs>
          <w:tab w:val="left" w:pos="-540"/>
          <w:tab w:val="left" w:pos="1080"/>
        </w:tabs>
        <w:ind w:left="-720"/>
      </w:pPr>
      <w:r w:rsidRPr="008A79ED">
        <w:rPr>
          <w:b/>
          <w:bCs/>
        </w:rPr>
        <w:t>Soon</w:t>
      </w:r>
      <w:r w:rsidRPr="008A79ED">
        <w:t>: A thing happens after only a short time.</w:t>
      </w:r>
    </w:p>
    <w:p w:rsidR="00DC6215" w:rsidRPr="008A79ED" w:rsidRDefault="00DD1A8E" w:rsidP="003C6539">
      <w:pPr>
        <w:tabs>
          <w:tab w:val="left" w:pos="-540"/>
          <w:tab w:val="left" w:pos="1080"/>
        </w:tabs>
        <w:ind w:left="-720"/>
      </w:pPr>
      <w:r w:rsidRPr="008A79ED">
        <w:rPr>
          <w:noProof/>
        </w:rPr>
        <mc:AlternateContent>
          <mc:Choice Requires="wps">
            <w:drawing>
              <wp:anchor distT="0" distB="0" distL="114300" distR="114300" simplePos="0" relativeHeight="251641344" behindDoc="0" locked="0" layoutInCell="1" allowOverlap="1">
                <wp:simplePos x="0" y="0"/>
                <wp:positionH relativeFrom="column">
                  <wp:posOffset>457200</wp:posOffset>
                </wp:positionH>
                <wp:positionV relativeFrom="paragraph">
                  <wp:posOffset>50165</wp:posOffset>
                </wp:positionV>
                <wp:extent cx="114300" cy="347980"/>
                <wp:effectExtent l="9525" t="8255" r="9525" b="5715"/>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14300" cy="347980"/>
                        </a:xfrm>
                        <a:prstGeom prst="leftBracket">
                          <a:avLst>
                            <a:gd name="adj" fmla="val 411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657D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9" o:spid="_x0000_s1026" type="#_x0000_t85" style="position:absolute;margin-left:36pt;margin-top:3.95pt;width:9pt;height:27.4pt;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" adj="2916"/>
            </w:pict>
          </mc:Fallback>
        </mc:AlternateContent>
      </w:r>
      <w:r w:rsidR="00FD2470" w:rsidRPr="008A79ED">
        <w:t xml:space="preserve">After a time: </w:t>
      </w:r>
      <w:r w:rsidR="00FD2470" w:rsidRPr="008A79ED">
        <w:tab/>
        <w:t>These means ‘later on’ we do not know how much time passes after a while</w:t>
      </w:r>
      <w:r w:rsidR="00FD2470" w:rsidRPr="008A79ED">
        <w:tab/>
        <w:t>before the thing happens</w:t>
      </w:r>
    </w:p>
    <w:p w:rsidR="00DC6215" w:rsidRPr="008A79ED" w:rsidRDefault="00DC6215" w:rsidP="003C6539">
      <w:pPr>
        <w:tabs>
          <w:tab w:val="left" w:pos="-540"/>
          <w:tab w:val="left" w:pos="1080"/>
        </w:tabs>
        <w:ind w:left="-720"/>
      </w:pPr>
    </w:p>
    <w:p w:rsidR="00DC6215" w:rsidRPr="008A79ED" w:rsidRDefault="00DC6215" w:rsidP="003C6539">
      <w:pPr>
        <w:tabs>
          <w:tab w:val="left" w:pos="-540"/>
          <w:tab w:val="left" w:pos="1080"/>
        </w:tabs>
        <w:ind w:left="-720"/>
      </w:pPr>
      <w:r w:rsidRPr="008A79ED">
        <w:t xml:space="preserve">2. </w:t>
      </w:r>
      <w:r w:rsidRPr="008A79ED">
        <w:rPr>
          <w:u w:val="single"/>
        </w:rPr>
        <w:t>Adverbs of frequency</w:t>
      </w:r>
      <w:r w:rsidRPr="008A79ED">
        <w:t xml:space="preserve">: They tell us how often a thing is done. They usually come before the verb in a sentence. But if the verb is a word like ‘am’, ‘is’, ‘are’, ‘was’, ‘were’, ‘have’, ‘has’ the adverb of frequency comes after it. E.g. The weather is </w:t>
      </w:r>
      <w:r w:rsidRPr="008A79ED">
        <w:rPr>
          <w:u w:val="single"/>
        </w:rPr>
        <w:t>usually</w:t>
      </w:r>
      <w:r w:rsidRPr="008A79ED">
        <w:t xml:space="preserve"> hot in March. Other adverbs </w:t>
      </w:r>
      <w:proofErr w:type="gramStart"/>
      <w:r w:rsidRPr="008A79ED">
        <w:t>of  frequency</w:t>
      </w:r>
      <w:proofErr w:type="gramEnd"/>
      <w:r w:rsidRPr="008A79ED">
        <w:t xml:space="preserve"> are.</w:t>
      </w:r>
    </w:p>
    <w:p w:rsidR="00DC6215" w:rsidRPr="008A79ED" w:rsidRDefault="00DC6215">
      <w:pPr>
        <w:tabs>
          <w:tab w:val="left" w:pos="-540"/>
          <w:tab w:val="left" w:pos="7380"/>
          <w:tab w:val="left" w:pos="7560"/>
        </w:tabs>
      </w:pPr>
      <w:r w:rsidRPr="008A79ED">
        <w:t xml:space="preserve">I </w:t>
      </w:r>
      <w:r w:rsidRPr="008A79ED">
        <w:rPr>
          <w:u w:val="single"/>
        </w:rPr>
        <w:t>never</w:t>
      </w:r>
      <w:r w:rsidRPr="008A79ED">
        <w:t xml:space="preserve"> arrive late for class.</w:t>
      </w:r>
    </w:p>
    <w:p w:rsidR="00DC6215" w:rsidRPr="008A79ED" w:rsidRDefault="00DC6215">
      <w:pPr>
        <w:tabs>
          <w:tab w:val="left" w:pos="-540"/>
          <w:tab w:val="left" w:pos="7380"/>
          <w:tab w:val="left" w:pos="7560"/>
        </w:tabs>
      </w:pPr>
      <w:r w:rsidRPr="008A79ED">
        <w:t xml:space="preserve">I </w:t>
      </w:r>
      <w:r w:rsidRPr="008A79ED">
        <w:rPr>
          <w:u w:val="single"/>
        </w:rPr>
        <w:t>seldom</w:t>
      </w:r>
      <w:r w:rsidRPr="008A79ED">
        <w:t xml:space="preserve"> arrive late for class.</w:t>
      </w:r>
    </w:p>
    <w:p w:rsidR="00DC6215" w:rsidRPr="008A79ED" w:rsidRDefault="00DC6215">
      <w:pPr>
        <w:tabs>
          <w:tab w:val="left" w:pos="-540"/>
          <w:tab w:val="left" w:pos="7380"/>
          <w:tab w:val="left" w:pos="7560"/>
        </w:tabs>
      </w:pPr>
      <w:r w:rsidRPr="008A79ED">
        <w:t xml:space="preserve"> It </w:t>
      </w:r>
      <w:r w:rsidRPr="008A79ED">
        <w:rPr>
          <w:u w:val="single"/>
        </w:rPr>
        <w:t xml:space="preserve">sometimes </w:t>
      </w:r>
      <w:r w:rsidRPr="008A79ED">
        <w:t>rains in January.</w:t>
      </w:r>
    </w:p>
    <w:p w:rsidR="00DC6215" w:rsidRPr="008A79ED" w:rsidRDefault="00DC6215">
      <w:pPr>
        <w:tabs>
          <w:tab w:val="left" w:pos="-540"/>
          <w:tab w:val="left" w:pos="7380"/>
          <w:tab w:val="left" w:pos="7560"/>
        </w:tabs>
      </w:pPr>
      <w:r w:rsidRPr="008A79ED">
        <w:t xml:space="preserve">I </w:t>
      </w:r>
      <w:r w:rsidRPr="008A79ED">
        <w:rPr>
          <w:u w:val="single"/>
        </w:rPr>
        <w:t>usually</w:t>
      </w:r>
      <w:r w:rsidRPr="008A79ED">
        <w:t xml:space="preserve"> get up at half past six</w:t>
      </w:r>
    </w:p>
    <w:p w:rsidR="00DC6215" w:rsidRPr="008A79ED" w:rsidRDefault="00DC6215">
      <w:pPr>
        <w:tabs>
          <w:tab w:val="left" w:pos="-540"/>
          <w:tab w:val="left" w:pos="7380"/>
          <w:tab w:val="left" w:pos="7560"/>
        </w:tabs>
      </w:pPr>
      <w:r w:rsidRPr="008A79ED">
        <w:t xml:space="preserve"> I </w:t>
      </w:r>
      <w:r w:rsidRPr="008A79ED">
        <w:rPr>
          <w:u w:val="single"/>
        </w:rPr>
        <w:t>often</w:t>
      </w:r>
      <w:r w:rsidRPr="008A79ED">
        <w:t xml:space="preserve"> get high marks for my work.</w:t>
      </w:r>
    </w:p>
    <w:p w:rsidR="00DC6215" w:rsidRPr="008A79ED" w:rsidRDefault="00DC6215">
      <w:pPr>
        <w:tabs>
          <w:tab w:val="left" w:pos="-540"/>
          <w:tab w:val="left" w:pos="7380"/>
          <w:tab w:val="left" w:pos="7560"/>
        </w:tabs>
      </w:pPr>
      <w:r w:rsidRPr="008A79ED">
        <w:t xml:space="preserve">I </w:t>
      </w:r>
      <w:r w:rsidRPr="008A79ED">
        <w:rPr>
          <w:u w:val="single"/>
        </w:rPr>
        <w:t>frequently</w:t>
      </w:r>
      <w:r w:rsidRPr="008A79ED">
        <w:t xml:space="preserve"> ask questions in class.</w:t>
      </w:r>
    </w:p>
    <w:p w:rsidR="00DC6215" w:rsidRPr="008A79ED" w:rsidRDefault="00DC6215">
      <w:pPr>
        <w:tabs>
          <w:tab w:val="left" w:pos="-540"/>
          <w:tab w:val="left" w:pos="7380"/>
          <w:tab w:val="left" w:pos="7560"/>
        </w:tabs>
      </w:pPr>
      <w:r w:rsidRPr="008A79ED">
        <w:t xml:space="preserve">I </w:t>
      </w:r>
      <w:proofErr w:type="gramStart"/>
      <w:r w:rsidRPr="008A79ED">
        <w:rPr>
          <w:u w:val="single"/>
        </w:rPr>
        <w:t xml:space="preserve">always </w:t>
      </w:r>
      <w:r w:rsidRPr="008A79ED">
        <w:t xml:space="preserve"> go</w:t>
      </w:r>
      <w:proofErr w:type="gramEnd"/>
      <w:r w:rsidRPr="008A79ED">
        <w:t xml:space="preserve"> to house</w:t>
      </w:r>
    </w:p>
    <w:p w:rsidR="00DC6215" w:rsidRPr="008A79ED" w:rsidRDefault="00DC6215">
      <w:pPr>
        <w:tabs>
          <w:tab w:val="left" w:pos="-540"/>
          <w:tab w:val="left" w:pos="7380"/>
          <w:tab w:val="left" w:pos="7560"/>
        </w:tabs>
      </w:pPr>
      <w:r w:rsidRPr="008A79ED">
        <w:t xml:space="preserve">She </w:t>
      </w:r>
      <w:r w:rsidRPr="008A79ED">
        <w:rPr>
          <w:u w:val="single"/>
        </w:rPr>
        <w:t xml:space="preserve">occasionally </w:t>
      </w:r>
      <w:r w:rsidRPr="008A79ED">
        <w:t>visits her pastor.</w:t>
      </w:r>
    </w:p>
    <w:p w:rsidR="00DC6215" w:rsidRPr="008A79ED" w:rsidRDefault="00DC6215">
      <w:pPr>
        <w:tabs>
          <w:tab w:val="left" w:pos="-540"/>
          <w:tab w:val="left" w:pos="7380"/>
          <w:tab w:val="left" w:pos="7560"/>
        </w:tabs>
      </w:pPr>
      <w:r w:rsidRPr="008A79ED">
        <w:t xml:space="preserve">We </w:t>
      </w:r>
      <w:r w:rsidRPr="008A79ED">
        <w:rPr>
          <w:u w:val="single"/>
        </w:rPr>
        <w:t xml:space="preserve">normally </w:t>
      </w:r>
      <w:r w:rsidRPr="008A79ED">
        <w:t>play musical instruments.</w:t>
      </w:r>
    </w:p>
    <w:p w:rsidR="00DC6215" w:rsidRPr="008A79ED" w:rsidRDefault="00DC6215">
      <w:pPr>
        <w:tabs>
          <w:tab w:val="left" w:pos="-540"/>
          <w:tab w:val="left" w:pos="7380"/>
          <w:tab w:val="left" w:pos="7560"/>
        </w:tabs>
      </w:pPr>
      <w:r w:rsidRPr="008A79ED">
        <w:t xml:space="preserve">The </w:t>
      </w:r>
      <w:r w:rsidRPr="008A79ED">
        <w:rPr>
          <w:u w:val="single"/>
        </w:rPr>
        <w:t>rarely</w:t>
      </w:r>
      <w:r w:rsidRPr="008A79ED">
        <w:t xml:space="preserve"> goes to church.</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t xml:space="preserve">3. </w:t>
      </w:r>
      <w:r w:rsidRPr="008A79ED">
        <w:rPr>
          <w:u w:val="single"/>
        </w:rPr>
        <w:t>Adverbs of manner:</w:t>
      </w:r>
      <w:r w:rsidRPr="008A79ED">
        <w:t xml:space="preserve"> They tell us how a thing is done. They usually come after the verb in a sentence.</w:t>
      </w:r>
    </w:p>
    <w:p w:rsidR="00DC6215" w:rsidRPr="008A79ED" w:rsidRDefault="00DC6215">
      <w:pPr>
        <w:tabs>
          <w:tab w:val="left" w:pos="-540"/>
          <w:tab w:val="left" w:pos="7380"/>
          <w:tab w:val="left" w:pos="7560"/>
        </w:tabs>
        <w:ind w:left="-720"/>
      </w:pPr>
      <w:r w:rsidRPr="008A79ED">
        <w:t>Examples</w:t>
      </w:r>
    </w:p>
    <w:p w:rsidR="00DC6215" w:rsidRPr="008A79ED" w:rsidRDefault="00DC6215">
      <w:pPr>
        <w:tabs>
          <w:tab w:val="left" w:pos="-540"/>
          <w:tab w:val="left" w:pos="7380"/>
          <w:tab w:val="left" w:pos="7560"/>
        </w:tabs>
      </w:pPr>
      <w:r w:rsidRPr="008A79ED">
        <w:t xml:space="preserve">He ran </w:t>
      </w:r>
      <w:r w:rsidRPr="008A79ED">
        <w:rPr>
          <w:u w:val="single"/>
        </w:rPr>
        <w:t>quickly</w:t>
      </w:r>
    </w:p>
    <w:p w:rsidR="00DC6215" w:rsidRPr="008A79ED" w:rsidRDefault="00DC6215">
      <w:pPr>
        <w:tabs>
          <w:tab w:val="left" w:pos="-540"/>
          <w:tab w:val="left" w:pos="7380"/>
          <w:tab w:val="left" w:pos="7560"/>
        </w:tabs>
      </w:pPr>
      <w:r w:rsidRPr="008A79ED">
        <w:t xml:space="preserve">She walked </w:t>
      </w:r>
      <w:r w:rsidRPr="008A79ED">
        <w:rPr>
          <w:u w:val="single"/>
        </w:rPr>
        <w:t>slowly</w:t>
      </w:r>
    </w:p>
    <w:p w:rsidR="00DC6215" w:rsidRPr="008A79ED" w:rsidRDefault="00DC6215">
      <w:pPr>
        <w:tabs>
          <w:tab w:val="left" w:pos="-540"/>
          <w:tab w:val="left" w:pos="7380"/>
          <w:tab w:val="left" w:pos="7560"/>
        </w:tabs>
      </w:pPr>
      <w:r w:rsidRPr="008A79ED">
        <w:t xml:space="preserve">She runs </w:t>
      </w:r>
      <w:r w:rsidRPr="008A79ED">
        <w:rPr>
          <w:u w:val="single"/>
        </w:rPr>
        <w:t>fast</w:t>
      </w:r>
    </w:p>
    <w:p w:rsidR="00DC6215" w:rsidRPr="008A79ED" w:rsidRDefault="00DC6215">
      <w:pPr>
        <w:tabs>
          <w:tab w:val="left" w:pos="-540"/>
          <w:tab w:val="left" w:pos="7380"/>
          <w:tab w:val="left" w:pos="7560"/>
        </w:tabs>
      </w:pPr>
      <w:r w:rsidRPr="008A79ED">
        <w:t xml:space="preserve">She ate her food </w:t>
      </w:r>
      <w:r w:rsidRPr="008A79ED">
        <w:rPr>
          <w:u w:val="single"/>
        </w:rPr>
        <w:t>hurriedly</w:t>
      </w:r>
    </w:p>
    <w:p w:rsidR="00DC6215" w:rsidRPr="008A79ED" w:rsidRDefault="00DC6215">
      <w:pPr>
        <w:tabs>
          <w:tab w:val="left" w:pos="-540"/>
          <w:tab w:val="left" w:pos="7380"/>
          <w:tab w:val="left" w:pos="7560"/>
        </w:tabs>
      </w:pPr>
      <w:r w:rsidRPr="008A79ED">
        <w:lastRenderedPageBreak/>
        <w:t xml:space="preserve">They sang </w:t>
      </w:r>
      <w:r w:rsidRPr="008A79ED">
        <w:rPr>
          <w:u w:val="single"/>
        </w:rPr>
        <w:t>loudly.</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u w:val="single"/>
        </w:rPr>
        <w:t>Evaluation</w:t>
      </w:r>
    </w:p>
    <w:p w:rsidR="00DC6215" w:rsidRPr="008A79ED" w:rsidRDefault="00DC6215">
      <w:pPr>
        <w:tabs>
          <w:tab w:val="left" w:pos="-540"/>
          <w:tab w:val="left" w:pos="7380"/>
          <w:tab w:val="left" w:pos="7560"/>
        </w:tabs>
      </w:pPr>
      <w:r w:rsidRPr="008A79ED">
        <w:t>Make a sentence with each of the following adverbs.</w:t>
      </w:r>
    </w:p>
    <w:p w:rsidR="00DC6215" w:rsidRPr="008A79ED" w:rsidRDefault="00DC6215">
      <w:pPr>
        <w:tabs>
          <w:tab w:val="left" w:pos="-540"/>
          <w:tab w:val="left" w:pos="7380"/>
          <w:tab w:val="left" w:pos="7560"/>
        </w:tabs>
        <w:ind w:left="-720"/>
      </w:pPr>
      <w:r w:rsidRPr="008A79ED">
        <w:t>Usually</w:t>
      </w:r>
    </w:p>
    <w:p w:rsidR="00DC6215" w:rsidRPr="008A79ED" w:rsidRDefault="00DC6215">
      <w:pPr>
        <w:tabs>
          <w:tab w:val="left" w:pos="-540"/>
          <w:tab w:val="left" w:pos="7380"/>
          <w:tab w:val="left" w:pos="7560"/>
        </w:tabs>
        <w:ind w:left="-720"/>
      </w:pPr>
      <w:r w:rsidRPr="008A79ED">
        <w:t>Often</w:t>
      </w:r>
    </w:p>
    <w:p w:rsidR="00DC6215" w:rsidRPr="008A79ED" w:rsidRDefault="00DC6215">
      <w:pPr>
        <w:tabs>
          <w:tab w:val="left" w:pos="-540"/>
          <w:tab w:val="left" w:pos="7380"/>
          <w:tab w:val="left" w:pos="7560"/>
        </w:tabs>
        <w:ind w:left="-720"/>
      </w:pPr>
      <w:r w:rsidRPr="008A79ED">
        <w:t>Scarcely</w:t>
      </w:r>
    </w:p>
    <w:p w:rsidR="00DC6215" w:rsidRPr="008A79ED" w:rsidRDefault="00DC6215">
      <w:pPr>
        <w:tabs>
          <w:tab w:val="left" w:pos="-540"/>
          <w:tab w:val="left" w:pos="7380"/>
          <w:tab w:val="left" w:pos="7560"/>
        </w:tabs>
        <w:ind w:left="-720"/>
      </w:pPr>
      <w:r w:rsidRPr="008A79ED">
        <w:t>Bodily</w:t>
      </w:r>
    </w:p>
    <w:p w:rsidR="00DC6215" w:rsidRPr="008A79ED" w:rsidRDefault="00DC6215">
      <w:pPr>
        <w:tabs>
          <w:tab w:val="left" w:pos="-540"/>
          <w:tab w:val="left" w:pos="7380"/>
          <w:tab w:val="left" w:pos="7560"/>
        </w:tabs>
        <w:ind w:left="-720"/>
      </w:pPr>
      <w:r w:rsidRPr="008A79ED">
        <w:t>Silently</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proofErr w:type="gramStart"/>
      <w:r w:rsidRPr="008A79ED">
        <w:rPr>
          <w:b/>
        </w:rPr>
        <w:t>Topic</w:t>
      </w:r>
      <w:r w:rsidRPr="008A79ED">
        <w:t xml:space="preserve"> :</w:t>
      </w:r>
      <w:proofErr w:type="gramEnd"/>
      <w:r w:rsidRPr="008A79ED">
        <w:t xml:space="preserve"> Comprehension: Oduduwa</w:t>
      </w:r>
    </w:p>
    <w:p w:rsidR="00DC6215" w:rsidRPr="008A79ED" w:rsidRDefault="00DC6215">
      <w:pPr>
        <w:tabs>
          <w:tab w:val="left" w:pos="-540"/>
          <w:tab w:val="left" w:pos="7380"/>
          <w:tab w:val="left" w:pos="7560"/>
        </w:tabs>
        <w:ind w:left="-720"/>
      </w:pPr>
      <w:r w:rsidRPr="008A79ED">
        <w:rPr>
          <w:b/>
        </w:rPr>
        <w:t>Content</w:t>
      </w:r>
      <w:r w:rsidRPr="008A79ED">
        <w:t>: Unit 7a Page 91</w:t>
      </w:r>
    </w:p>
    <w:p w:rsidR="00DC6215" w:rsidRPr="008A79ED" w:rsidRDefault="00DC6215">
      <w:pPr>
        <w:tabs>
          <w:tab w:val="left" w:pos="-540"/>
          <w:tab w:val="left" w:pos="7380"/>
          <w:tab w:val="left" w:pos="7560"/>
        </w:tabs>
        <w:ind w:left="-720"/>
      </w:pPr>
      <w:r w:rsidRPr="008A79ED">
        <w:rPr>
          <w:b/>
        </w:rPr>
        <w:t>Evaluation</w:t>
      </w:r>
      <w:r w:rsidRPr="008A79ED">
        <w:t>: Practice 2/3</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Topic</w:t>
      </w:r>
      <w:r w:rsidRPr="008A79ED">
        <w:t xml:space="preserve">: Descriptive </w:t>
      </w:r>
      <w:proofErr w:type="gramStart"/>
      <w:r w:rsidRPr="008A79ED">
        <w:t>Essay :</w:t>
      </w:r>
      <w:proofErr w:type="gramEnd"/>
      <w:r w:rsidRPr="008A79ED">
        <w:t xml:space="preserve"> A Market Place</w:t>
      </w:r>
    </w:p>
    <w:p w:rsidR="00DC6215" w:rsidRPr="008A79ED" w:rsidRDefault="00DC6215">
      <w:pPr>
        <w:tabs>
          <w:tab w:val="left" w:pos="-540"/>
          <w:tab w:val="left" w:pos="7380"/>
          <w:tab w:val="left" w:pos="7560"/>
        </w:tabs>
        <w:ind w:left="-720"/>
      </w:pPr>
      <w:r w:rsidRPr="008A79ED">
        <w:t>Content: Sample Essay</w:t>
      </w:r>
    </w:p>
    <w:p w:rsidR="00DC6215" w:rsidRPr="008A79ED" w:rsidRDefault="00DC6215">
      <w:pPr>
        <w:tabs>
          <w:tab w:val="left" w:pos="-540"/>
          <w:tab w:val="left" w:pos="7380"/>
          <w:tab w:val="left" w:pos="7560"/>
        </w:tabs>
        <w:ind w:left="-720"/>
        <w:jc w:val="center"/>
        <w:rPr>
          <w:b/>
        </w:rPr>
      </w:pPr>
    </w:p>
    <w:p w:rsidR="00DC6215" w:rsidRPr="008A79ED" w:rsidRDefault="00DC6215">
      <w:pPr>
        <w:tabs>
          <w:tab w:val="left" w:pos="-540"/>
          <w:tab w:val="left" w:pos="7380"/>
          <w:tab w:val="left" w:pos="7560"/>
        </w:tabs>
        <w:ind w:left="-720"/>
        <w:jc w:val="center"/>
        <w:rPr>
          <w:b/>
        </w:rPr>
      </w:pPr>
      <w:r w:rsidRPr="008A79ED">
        <w:rPr>
          <w:b/>
        </w:rPr>
        <w:t>Descriptive Writing: A Busy Market</w:t>
      </w:r>
    </w:p>
    <w:p w:rsidR="00DC6215" w:rsidRPr="008A79ED" w:rsidRDefault="00DC6215">
      <w:pPr>
        <w:tabs>
          <w:tab w:val="left" w:pos="-540"/>
          <w:tab w:val="left" w:pos="7380"/>
          <w:tab w:val="left" w:pos="7560"/>
        </w:tabs>
        <w:ind w:left="-720"/>
      </w:pPr>
      <w:r w:rsidRPr="008A79ED">
        <w:t xml:space="preserve">        The market roared with rage for it now was awake from its peaceful slumber. The shops were stuffed and street vendors made the street extremely narrow forcing people to walk in a straight file like soldiers going to battle. Shops of all different species stood on either side of the street obediently. None of them had doors for the shopkeepers knew very well that the doors would not last long against the might, impatience, and violence of the customers. Herds of people climbed on top of each other at the counter of each shop yelling wildly like mindless monkeys brawling for a banana.</w:t>
      </w:r>
    </w:p>
    <w:p w:rsidR="00DC6215" w:rsidRPr="008A79ED" w:rsidRDefault="00DC6215">
      <w:pPr>
        <w:tabs>
          <w:tab w:val="left" w:pos="-540"/>
          <w:tab w:val="left" w:pos="7380"/>
          <w:tab w:val="left" w:pos="7560"/>
        </w:tabs>
        <w:ind w:left="-720"/>
      </w:pPr>
      <w:r w:rsidRPr="008A79ED">
        <w:t xml:space="preserve">      Large tattered wagons decorated with a collage of vegetable were parked beside the street and their owners stood beside them screaming prices like auctioneers, but instead of a hammer, they had a carrot which they would use to wade of the flies pointlessly dancing around the vegetables. Sweaty buyers </w:t>
      </w:r>
      <w:proofErr w:type="spellStart"/>
      <w:r w:rsidRPr="008A79ED">
        <w:t>skilfully</w:t>
      </w:r>
      <w:proofErr w:type="spellEnd"/>
      <w:r w:rsidRPr="008A79ED">
        <w:t xml:space="preserve"> wove their way by locating minute gaps between people and squeezing through. Pickpockets felt like rabbits in a carrot field, and munched purses out of many pockets of innocent buyers too busy bargaining. Experienced visitors wore tight pants for the same reason. </w:t>
      </w:r>
    </w:p>
    <w:p w:rsidR="00DC6215" w:rsidRPr="008A79ED" w:rsidRDefault="00DC6215">
      <w:pPr>
        <w:tabs>
          <w:tab w:val="left" w:pos="-540"/>
          <w:tab w:val="left" w:pos="7380"/>
          <w:tab w:val="left" w:pos="7560"/>
        </w:tabs>
        <w:ind w:left="-720"/>
      </w:pPr>
      <w:r w:rsidRPr="008A79ED">
        <w:t xml:space="preserve">        A helpless woman fumbled through the scores of bags she carried and tried to </w:t>
      </w:r>
      <w:proofErr w:type="spellStart"/>
      <w:r w:rsidRPr="008A79ED">
        <w:t>tickon</w:t>
      </w:r>
      <w:proofErr w:type="spellEnd"/>
      <w:r w:rsidRPr="008A79ED">
        <w:t xml:space="preserve"> a list with a pen clenched between her </w:t>
      </w:r>
      <w:proofErr w:type="spellStart"/>
      <w:r w:rsidRPr="008A79ED">
        <w:t>teeth.The</w:t>
      </w:r>
      <w:proofErr w:type="spellEnd"/>
      <w:r w:rsidRPr="008A79ED">
        <w:t xml:space="preserve"> sun warmed up the stuffy, stinking air which smelled of sweat and rotting </w:t>
      </w:r>
      <w:proofErr w:type="spellStart"/>
      <w:r w:rsidRPr="008A79ED">
        <w:t>fish.No</w:t>
      </w:r>
      <w:proofErr w:type="spellEnd"/>
      <w:r w:rsidRPr="008A79ED">
        <w:t xml:space="preserve"> air freshener could have defeated this sour, rancid stink which ruled over the cramped air </w:t>
      </w:r>
      <w:proofErr w:type="spellStart"/>
      <w:r w:rsidRPr="008A79ED">
        <w:t>here.The</w:t>
      </w:r>
      <w:proofErr w:type="spellEnd"/>
      <w:r w:rsidRPr="008A79ED">
        <w:t xml:space="preserve"> afternoon flamed the market an exhaustion and breathlessness silently approached the first time visitors, but he everyday buyers proudly held on against the torture of the market and kept </w:t>
      </w:r>
      <w:proofErr w:type="spellStart"/>
      <w:r w:rsidRPr="008A79ED">
        <w:t>shopping.The</w:t>
      </w:r>
      <w:proofErr w:type="spellEnd"/>
      <w:r w:rsidRPr="008A79ED">
        <w:t xml:space="preserve"> deafening chaos in the market made ears split as if you were standing under a giant speaker.</w:t>
      </w:r>
    </w:p>
    <w:p w:rsidR="00DC6215" w:rsidRPr="008A79ED" w:rsidRDefault="00DC6215">
      <w:pPr>
        <w:tabs>
          <w:tab w:val="left" w:pos="-540"/>
          <w:tab w:val="left" w:pos="7380"/>
          <w:tab w:val="left" w:pos="7560"/>
        </w:tabs>
        <w:ind w:left="-720"/>
      </w:pPr>
      <w:r w:rsidRPr="008A79ED">
        <w:t xml:space="preserve">       Vendors yelled prices and frustrated housewives angrily argued with the annoyed shopkeepers. A nincompoop was trying to get his car across the market and carelessly honked to the river of people ahead completely ignoring him. It seemed as if all the sounds in the world had come to a reunion.</w:t>
      </w:r>
    </w:p>
    <w:p w:rsidR="00DC6215" w:rsidRPr="008A79ED" w:rsidRDefault="00DC6215">
      <w:pPr>
        <w:tabs>
          <w:tab w:val="left" w:pos="-540"/>
          <w:tab w:val="left" w:pos="7380"/>
          <w:tab w:val="left" w:pos="7560"/>
        </w:tabs>
        <w:ind w:left="-720"/>
      </w:pPr>
      <w:r w:rsidRPr="008A79ED">
        <w:t xml:space="preserve">       The market was furious but seldom had anyone seen it while it slept. When a calm breeze swept over it and the crumpled paper lying below swept along. When the street was lifeless and silent as a graveyard. When the moonlight would faintly escape through the huddle of clouds draping the moon. When the market would lie there sleeping lightly ready to explode at the first sign of light. Seldom had people noticed this market's true beauty and enchantment. Older than the people in it was this market, and it lived like this </w:t>
      </w:r>
      <w:proofErr w:type="spellStart"/>
      <w:r w:rsidRPr="008A79ED">
        <w:t>everyday</w:t>
      </w:r>
      <w:proofErr w:type="spellEnd"/>
      <w:r w:rsidRPr="008A79ED">
        <w:t>. With long forgotten secrets lying deeply buried in its roots and vast knowledge in its stem, it kept on living.</w:t>
      </w:r>
    </w:p>
    <w:p w:rsidR="00DC6215" w:rsidRPr="008A79ED" w:rsidRDefault="00DC6215">
      <w:pPr>
        <w:tabs>
          <w:tab w:val="left" w:pos="-540"/>
          <w:tab w:val="left" w:pos="7380"/>
          <w:tab w:val="left" w:pos="7560"/>
        </w:tabs>
        <w:ind w:left="-720"/>
        <w:rPr>
          <w:b/>
        </w:rPr>
      </w:pPr>
    </w:p>
    <w:p w:rsidR="00DC6215" w:rsidRPr="008A79ED" w:rsidRDefault="00DC6215">
      <w:pPr>
        <w:tabs>
          <w:tab w:val="left" w:pos="-540"/>
          <w:tab w:val="left" w:pos="7380"/>
          <w:tab w:val="left" w:pos="7560"/>
        </w:tabs>
        <w:ind w:left="-720"/>
      </w:pPr>
      <w:r w:rsidRPr="008A79ED">
        <w:rPr>
          <w:b/>
        </w:rPr>
        <w:t>Evaluation</w:t>
      </w:r>
      <w:r w:rsidRPr="008A79ED">
        <w:t>: Write your own version of a market place you know.</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r w:rsidRPr="008A79ED">
        <w:rPr>
          <w:b/>
        </w:rPr>
        <w:t>Topic</w:t>
      </w:r>
      <w:r w:rsidRPr="008A79ED">
        <w:t>: Literature</w:t>
      </w:r>
    </w:p>
    <w:p w:rsidR="00DC6215" w:rsidRPr="008A79ED" w:rsidRDefault="00DC6215">
      <w:pPr>
        <w:tabs>
          <w:tab w:val="left" w:pos="-540"/>
          <w:tab w:val="left" w:pos="7380"/>
          <w:tab w:val="left" w:pos="7560"/>
        </w:tabs>
        <w:ind w:left="-720"/>
      </w:pPr>
      <w:r w:rsidRPr="008A79ED">
        <w:rPr>
          <w:b/>
        </w:rPr>
        <w:t>Content</w:t>
      </w:r>
      <w:r w:rsidRPr="008A79ED">
        <w:t xml:space="preserve">: Use Recommended </w:t>
      </w:r>
      <w:proofErr w:type="gramStart"/>
      <w:r w:rsidRPr="008A79ED">
        <w:t>Text( Prose</w:t>
      </w:r>
      <w:proofErr w:type="gramEnd"/>
      <w:r w:rsidRPr="008A79ED">
        <w:t>)</w:t>
      </w:r>
    </w:p>
    <w:p w:rsidR="00DC6215" w:rsidRPr="008A79ED" w:rsidRDefault="00DC6215">
      <w:pPr>
        <w:tabs>
          <w:tab w:val="left" w:pos="-540"/>
          <w:tab w:val="left" w:pos="7380"/>
          <w:tab w:val="left" w:pos="7560"/>
        </w:tabs>
        <w:ind w:left="-720"/>
        <w:rPr>
          <w:b/>
        </w:rPr>
      </w:pPr>
    </w:p>
    <w:p w:rsidR="00DC6215" w:rsidRPr="008A79ED" w:rsidRDefault="00DC6215">
      <w:pPr>
        <w:tabs>
          <w:tab w:val="left" w:pos="-540"/>
          <w:tab w:val="left" w:pos="7380"/>
          <w:tab w:val="left" w:pos="7560"/>
        </w:tabs>
        <w:ind w:left="-720"/>
        <w:rPr>
          <w:b/>
        </w:rPr>
      </w:pPr>
      <w:r w:rsidRPr="008A79ED">
        <w:rPr>
          <w:b/>
        </w:rPr>
        <w:t>General Evaluation</w:t>
      </w:r>
    </w:p>
    <w:p w:rsidR="00DC6215" w:rsidRPr="008A79ED" w:rsidRDefault="00DC6215">
      <w:pPr>
        <w:tabs>
          <w:tab w:val="left" w:pos="-540"/>
          <w:tab w:val="left" w:pos="7380"/>
          <w:tab w:val="left" w:pos="7560"/>
        </w:tabs>
        <w:ind w:left="-720"/>
      </w:pPr>
      <w:r w:rsidRPr="008A79ED">
        <w:t>Write on any of these descriptive essay topics:</w:t>
      </w:r>
    </w:p>
    <w:p w:rsidR="00DC6215" w:rsidRPr="008A79ED" w:rsidRDefault="00DC6215">
      <w:pPr>
        <w:tabs>
          <w:tab w:val="left" w:pos="-540"/>
          <w:tab w:val="left" w:pos="7380"/>
          <w:tab w:val="left" w:pos="7560"/>
        </w:tabs>
        <w:ind w:left="-720"/>
      </w:pPr>
      <w:r w:rsidRPr="008A79ED">
        <w:t>1.Describe your favorite place.</w:t>
      </w:r>
    </w:p>
    <w:p w:rsidR="00DC6215" w:rsidRPr="008A79ED" w:rsidRDefault="00DC6215">
      <w:pPr>
        <w:tabs>
          <w:tab w:val="left" w:pos="-540"/>
          <w:tab w:val="left" w:pos="7380"/>
          <w:tab w:val="left" w:pos="7560"/>
        </w:tabs>
        <w:ind w:left="-720"/>
      </w:pPr>
      <w:r w:rsidRPr="008A79ED">
        <w:t>2.Describe your ideal bedroom.</w:t>
      </w:r>
    </w:p>
    <w:p w:rsidR="00DC6215" w:rsidRPr="008A79ED" w:rsidRDefault="00DC6215">
      <w:pPr>
        <w:tabs>
          <w:tab w:val="left" w:pos="-540"/>
          <w:tab w:val="left" w:pos="7380"/>
          <w:tab w:val="left" w:pos="7560"/>
        </w:tabs>
        <w:ind w:left="-720"/>
      </w:pPr>
      <w:r w:rsidRPr="008A79ED">
        <w:t>3.Describe the house in which you grew up.</w:t>
      </w:r>
    </w:p>
    <w:p w:rsidR="00DC6215" w:rsidRPr="008A79ED" w:rsidRDefault="00DC6215">
      <w:pPr>
        <w:tabs>
          <w:tab w:val="left" w:pos="-540"/>
          <w:tab w:val="left" w:pos="7380"/>
          <w:tab w:val="left" w:pos="7560"/>
        </w:tabs>
        <w:ind w:left="-720"/>
      </w:pPr>
      <w:r w:rsidRPr="008A79ED">
        <w:t>4.Describe what the first house on the moon would look like.</w:t>
      </w:r>
    </w:p>
    <w:p w:rsidR="00DC6215" w:rsidRPr="008A79ED" w:rsidRDefault="00DC6215">
      <w:pPr>
        <w:tabs>
          <w:tab w:val="left" w:pos="-540"/>
          <w:tab w:val="left" w:pos="7380"/>
          <w:tab w:val="left" w:pos="7560"/>
        </w:tabs>
        <w:ind w:left="-720"/>
      </w:pPr>
      <w:r w:rsidRPr="008A79ED">
        <w:t>5.Describe some of your favorite places in your hometown.</w:t>
      </w:r>
    </w:p>
    <w:p w:rsidR="00DC6215" w:rsidRPr="008A79ED" w:rsidRDefault="00DC6215">
      <w:pPr>
        <w:tabs>
          <w:tab w:val="left" w:pos="-540"/>
          <w:tab w:val="left" w:pos="7380"/>
          <w:tab w:val="left" w:pos="7560"/>
        </w:tabs>
        <w:ind w:left="-720"/>
      </w:pPr>
      <w:r w:rsidRPr="008A79ED">
        <w:t>B. Discover more types of adverbs with examples</w:t>
      </w:r>
    </w:p>
    <w:p w:rsidR="00DC6215" w:rsidRPr="008A79ED" w:rsidRDefault="00DC6215">
      <w:pPr>
        <w:tabs>
          <w:tab w:val="left" w:pos="-540"/>
          <w:tab w:val="left" w:pos="7380"/>
          <w:tab w:val="left" w:pos="7560"/>
        </w:tabs>
        <w:ind w:left="-720"/>
        <w:rPr>
          <w:b/>
        </w:rPr>
      </w:pPr>
    </w:p>
    <w:p w:rsidR="00DC6215" w:rsidRPr="008A79ED" w:rsidRDefault="00DC6215">
      <w:pPr>
        <w:tabs>
          <w:tab w:val="left" w:pos="-540"/>
          <w:tab w:val="left" w:pos="7380"/>
          <w:tab w:val="left" w:pos="7560"/>
        </w:tabs>
        <w:ind w:left="-720"/>
      </w:pPr>
      <w:r w:rsidRPr="008A79ED">
        <w:rPr>
          <w:b/>
        </w:rPr>
        <w:t>Weekend Assignment</w:t>
      </w:r>
      <w:r w:rsidRPr="008A79ED">
        <w:t>:</w:t>
      </w:r>
    </w:p>
    <w:p w:rsidR="00DC6215" w:rsidRPr="008A79ED" w:rsidRDefault="00DC6215">
      <w:pPr>
        <w:tabs>
          <w:tab w:val="left" w:pos="-540"/>
          <w:tab w:val="left" w:pos="7380"/>
          <w:tab w:val="left" w:pos="7560"/>
        </w:tabs>
        <w:ind w:left="-720"/>
      </w:pPr>
      <w:r w:rsidRPr="008A79ED">
        <w:t>Find the adjective in the first sentence and fill in the blanks with the corresponding adverb.</w:t>
      </w:r>
    </w:p>
    <w:p w:rsidR="00DC6215" w:rsidRPr="008A79ED" w:rsidRDefault="00DC6215">
      <w:pPr>
        <w:tabs>
          <w:tab w:val="left" w:pos="-540"/>
          <w:tab w:val="left" w:pos="7380"/>
          <w:tab w:val="left" w:pos="7560"/>
        </w:tabs>
        <w:ind w:left="-720"/>
      </w:pPr>
      <w:r w:rsidRPr="008A79ED">
        <w:t>1.James is careful. He drives.......</w:t>
      </w:r>
    </w:p>
    <w:p w:rsidR="00DC6215" w:rsidRPr="008A79ED" w:rsidRDefault="00DC6215">
      <w:pPr>
        <w:tabs>
          <w:tab w:val="left" w:pos="-540"/>
          <w:tab w:val="left" w:pos="7380"/>
          <w:tab w:val="left" w:pos="7560"/>
        </w:tabs>
        <w:ind w:left="-720"/>
      </w:pPr>
      <w:r w:rsidRPr="008A79ED">
        <w:t>2.The girl is slow. She walks.........</w:t>
      </w:r>
    </w:p>
    <w:p w:rsidR="00DC6215" w:rsidRPr="008A79ED" w:rsidRDefault="00DC6215">
      <w:pPr>
        <w:tabs>
          <w:tab w:val="left" w:pos="-540"/>
          <w:tab w:val="left" w:pos="7380"/>
          <w:tab w:val="left" w:pos="7560"/>
        </w:tabs>
        <w:ind w:left="-720"/>
      </w:pPr>
      <w:r w:rsidRPr="008A79ED">
        <w:t>3.Her English is perfect. She speaks English..........</w:t>
      </w:r>
    </w:p>
    <w:p w:rsidR="00DC6215" w:rsidRPr="008A79ED" w:rsidRDefault="00DC6215">
      <w:pPr>
        <w:tabs>
          <w:tab w:val="left" w:pos="-540"/>
          <w:tab w:val="left" w:pos="7380"/>
          <w:tab w:val="left" w:pos="7560"/>
        </w:tabs>
        <w:ind w:left="-720"/>
      </w:pPr>
      <w:r w:rsidRPr="008A79ED">
        <w:t>4.Our teacher is angry. She shouts.........</w:t>
      </w:r>
    </w:p>
    <w:p w:rsidR="00DC6215" w:rsidRPr="008A79ED" w:rsidRDefault="00DC6215">
      <w:pPr>
        <w:tabs>
          <w:tab w:val="left" w:pos="-540"/>
          <w:tab w:val="left" w:pos="7380"/>
          <w:tab w:val="left" w:pos="7560"/>
        </w:tabs>
        <w:ind w:left="-720"/>
      </w:pPr>
      <w:r w:rsidRPr="008A79ED">
        <w:t>5.My neighbor is a loud speaker. He speaks. ........</w:t>
      </w:r>
    </w:p>
    <w:p w:rsidR="00DC6215" w:rsidRPr="008A79ED" w:rsidRDefault="00DC6215">
      <w:pPr>
        <w:tabs>
          <w:tab w:val="left" w:pos="-540"/>
          <w:tab w:val="left" w:pos="7380"/>
          <w:tab w:val="left" w:pos="7560"/>
        </w:tabs>
        <w:ind w:left="-720"/>
      </w:pPr>
      <w:r w:rsidRPr="008A79ED">
        <w:t xml:space="preserve">6.He is a bad </w:t>
      </w:r>
      <w:proofErr w:type="gramStart"/>
      <w:r w:rsidRPr="008A79ED">
        <w:t>writer .</w:t>
      </w:r>
      <w:proofErr w:type="gramEnd"/>
      <w:r w:rsidRPr="008A79ED">
        <w:t xml:space="preserve"> He writes...........</w:t>
      </w:r>
    </w:p>
    <w:p w:rsidR="00DC6215" w:rsidRPr="008A79ED" w:rsidRDefault="00DC6215">
      <w:pPr>
        <w:tabs>
          <w:tab w:val="left" w:pos="-540"/>
          <w:tab w:val="left" w:pos="7380"/>
          <w:tab w:val="left" w:pos="7560"/>
        </w:tabs>
        <w:ind w:left="-720"/>
      </w:pPr>
      <w:r w:rsidRPr="008A79ED">
        <w:t>7.Jane is a nice guitar player. He plays the guitar.......</w:t>
      </w:r>
    </w:p>
    <w:p w:rsidR="00DC6215" w:rsidRPr="008A79ED" w:rsidRDefault="00DC6215">
      <w:pPr>
        <w:tabs>
          <w:tab w:val="left" w:pos="-540"/>
          <w:tab w:val="left" w:pos="7380"/>
          <w:tab w:val="left" w:pos="7560"/>
        </w:tabs>
        <w:ind w:left="-720"/>
      </w:pPr>
      <w:r w:rsidRPr="008A79ED">
        <w:t xml:space="preserve">8.He is a good </w:t>
      </w:r>
      <w:proofErr w:type="gramStart"/>
      <w:r w:rsidRPr="008A79ED">
        <w:t>painter .</w:t>
      </w:r>
      <w:proofErr w:type="gramEnd"/>
      <w:r w:rsidRPr="008A79ED">
        <w:t xml:space="preserve"> He </w:t>
      </w:r>
      <w:proofErr w:type="gramStart"/>
      <w:r w:rsidRPr="008A79ED">
        <w:t>paints..</w:t>
      </w:r>
      <w:proofErr w:type="gramEnd"/>
      <w:r w:rsidRPr="008A79ED">
        <w:t xml:space="preserve"> ......</w:t>
      </w:r>
    </w:p>
    <w:p w:rsidR="00DC6215" w:rsidRPr="008A79ED" w:rsidRDefault="00DC6215">
      <w:pPr>
        <w:tabs>
          <w:tab w:val="left" w:pos="-540"/>
          <w:tab w:val="left" w:pos="7380"/>
          <w:tab w:val="left" w:pos="7560"/>
        </w:tabs>
        <w:ind w:left="-720"/>
      </w:pPr>
      <w:r w:rsidRPr="008A79ED">
        <w:t>9.She is a quiet girl. She does her job........</w:t>
      </w:r>
    </w:p>
    <w:p w:rsidR="00DC6215" w:rsidRPr="008A79ED" w:rsidRDefault="00DC6215">
      <w:pPr>
        <w:tabs>
          <w:tab w:val="left" w:pos="-540"/>
          <w:tab w:val="left" w:pos="7380"/>
          <w:tab w:val="left" w:pos="7560"/>
        </w:tabs>
        <w:ind w:left="-720"/>
      </w:pPr>
      <w:r w:rsidRPr="008A79ED">
        <w:t>10.This exercise is easy. You can do it......</w:t>
      </w:r>
    </w:p>
    <w:p w:rsidR="00DC6215" w:rsidRPr="008A79ED" w:rsidRDefault="00DC6215">
      <w:pPr>
        <w:tabs>
          <w:tab w:val="left" w:pos="-540"/>
          <w:tab w:val="left" w:pos="7380"/>
          <w:tab w:val="left" w:pos="7560"/>
        </w:tabs>
        <w:ind w:left="-720"/>
      </w:pPr>
    </w:p>
    <w:p w:rsidR="00DC6215" w:rsidRDefault="00DC6215">
      <w:pPr>
        <w:tabs>
          <w:tab w:val="left" w:pos="-540"/>
          <w:tab w:val="left" w:pos="7380"/>
          <w:tab w:val="left" w:pos="7560"/>
        </w:tabs>
        <w:ind w:left="-720"/>
      </w:pPr>
    </w:p>
    <w:p w:rsidR="00DD1A8E" w:rsidRDefault="00DD1A8E">
      <w:pPr>
        <w:tabs>
          <w:tab w:val="left" w:pos="-540"/>
          <w:tab w:val="left" w:pos="7380"/>
          <w:tab w:val="left" w:pos="7560"/>
        </w:tabs>
        <w:ind w:left="-720"/>
      </w:pPr>
    </w:p>
    <w:p w:rsidR="00DD1A8E" w:rsidRPr="008A79ED" w:rsidRDefault="00DD1A8E">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jc w:val="center"/>
      </w:pPr>
      <w:r w:rsidRPr="008A79ED">
        <w:t xml:space="preserve"> </w:t>
      </w:r>
      <w:r w:rsidRPr="008A79ED">
        <w:rPr>
          <w:b/>
        </w:rPr>
        <w:t>WEEK SEVEN</w:t>
      </w:r>
    </w:p>
    <w:p w:rsidR="00DC6215" w:rsidRPr="008A79ED" w:rsidRDefault="00DC6215">
      <w:pPr>
        <w:tabs>
          <w:tab w:val="left" w:pos="-540"/>
          <w:tab w:val="left" w:pos="7380"/>
          <w:tab w:val="left" w:pos="7560"/>
        </w:tabs>
        <w:ind w:left="-720"/>
      </w:pPr>
      <w:r w:rsidRPr="008A79ED">
        <w:rPr>
          <w:b/>
        </w:rPr>
        <w:t>Topic</w:t>
      </w:r>
      <w:r w:rsidRPr="008A79ED">
        <w:t xml:space="preserve">: Letter writing </w:t>
      </w:r>
    </w:p>
    <w:p w:rsidR="00DC6215" w:rsidRPr="008A79ED" w:rsidRDefault="00DC6215">
      <w:pPr>
        <w:tabs>
          <w:tab w:val="left" w:pos="-540"/>
          <w:tab w:val="left" w:pos="5760"/>
        </w:tabs>
        <w:ind w:left="-720"/>
      </w:pPr>
      <w:r w:rsidRPr="008A79ED">
        <w:t>Types of letter</w:t>
      </w:r>
    </w:p>
    <w:p w:rsidR="00DC6215" w:rsidRPr="008A79ED" w:rsidRDefault="00DC6215">
      <w:pPr>
        <w:tabs>
          <w:tab w:val="left" w:pos="-540"/>
          <w:tab w:val="left" w:pos="5760"/>
        </w:tabs>
        <w:ind w:left="-720"/>
      </w:pPr>
    </w:p>
    <w:p w:rsidR="00DC6215" w:rsidRPr="008A79ED" w:rsidRDefault="00DC6215">
      <w:pPr>
        <w:tabs>
          <w:tab w:val="left" w:pos="-540"/>
          <w:tab w:val="left" w:pos="5760"/>
        </w:tabs>
        <w:ind w:left="-720"/>
      </w:pPr>
      <w:r w:rsidRPr="008A79ED">
        <w:rPr>
          <w:b/>
        </w:rPr>
        <w:t>Content</w:t>
      </w:r>
    </w:p>
    <w:p w:rsidR="00DC6215" w:rsidRPr="008A79ED" w:rsidRDefault="00DC6215">
      <w:pPr>
        <w:tabs>
          <w:tab w:val="left" w:pos="-540"/>
          <w:tab w:val="left" w:pos="5760"/>
        </w:tabs>
        <w:ind w:left="-720"/>
      </w:pPr>
      <w:r w:rsidRPr="008A79ED">
        <w:t>Letter writing is the art of communicating by writing one’s requests, feelings, ideas, opinions and so on to someone, as if the person were physically present.</w:t>
      </w:r>
    </w:p>
    <w:p w:rsidR="00DC6215" w:rsidRPr="008A79ED" w:rsidRDefault="00DC6215">
      <w:pPr>
        <w:tabs>
          <w:tab w:val="left" w:pos="-540"/>
          <w:tab w:val="left" w:pos="5760"/>
        </w:tabs>
        <w:ind w:left="-720"/>
      </w:pPr>
      <w:r w:rsidRPr="008A79ED">
        <w:t>There are three major types of letters:</w:t>
      </w:r>
    </w:p>
    <w:p w:rsidR="00DC6215" w:rsidRPr="008A79ED" w:rsidRDefault="00DC6215">
      <w:pPr>
        <w:tabs>
          <w:tab w:val="left" w:pos="-540"/>
          <w:tab w:val="left" w:pos="5760"/>
        </w:tabs>
        <w:ind w:left="-720"/>
      </w:pPr>
      <w:r w:rsidRPr="008A79ED">
        <w:t>1. Formal letter</w:t>
      </w:r>
    </w:p>
    <w:p w:rsidR="00DC6215" w:rsidRPr="008A79ED" w:rsidRDefault="00DC6215">
      <w:pPr>
        <w:tabs>
          <w:tab w:val="left" w:pos="-540"/>
          <w:tab w:val="left" w:pos="5760"/>
        </w:tabs>
        <w:ind w:left="-720"/>
      </w:pPr>
      <w:r w:rsidRPr="008A79ED">
        <w:t>2. Informal letter</w:t>
      </w:r>
    </w:p>
    <w:p w:rsidR="00DC6215" w:rsidRPr="008A79ED" w:rsidRDefault="00DC6215">
      <w:pPr>
        <w:tabs>
          <w:tab w:val="left" w:pos="-540"/>
          <w:tab w:val="left" w:pos="5760"/>
        </w:tabs>
        <w:ind w:left="-720"/>
      </w:pPr>
      <w:r w:rsidRPr="008A79ED">
        <w:t>3. Semi-formal letter</w:t>
      </w:r>
    </w:p>
    <w:p w:rsidR="00DC6215" w:rsidRPr="008A79ED" w:rsidRDefault="00DC6215">
      <w:pPr>
        <w:tabs>
          <w:tab w:val="left" w:pos="-540"/>
          <w:tab w:val="left" w:pos="5760"/>
        </w:tabs>
        <w:ind w:left="-720"/>
      </w:pPr>
    </w:p>
    <w:p w:rsidR="00DC6215" w:rsidRPr="008A79ED" w:rsidRDefault="00DC6215">
      <w:pPr>
        <w:tabs>
          <w:tab w:val="left" w:pos="-540"/>
          <w:tab w:val="left" w:pos="5760"/>
        </w:tabs>
        <w:ind w:left="-720"/>
      </w:pPr>
      <w:r w:rsidRPr="008A79ED">
        <w:rPr>
          <w:b/>
        </w:rPr>
        <w:t>Formal Letter</w:t>
      </w:r>
    </w:p>
    <w:p w:rsidR="00DC6215" w:rsidRPr="008A79ED" w:rsidRDefault="00DC6215">
      <w:pPr>
        <w:tabs>
          <w:tab w:val="left" w:pos="-540"/>
          <w:tab w:val="left" w:pos="5760"/>
        </w:tabs>
        <w:ind w:left="-720"/>
      </w:pPr>
      <w:r w:rsidRPr="008A79ED">
        <w:t>Another name for formal letter is official letters. They are letters we write to people in their official positions.</w:t>
      </w:r>
    </w:p>
    <w:p w:rsidR="00DC6215" w:rsidRPr="008A79ED" w:rsidRDefault="00DC6215">
      <w:pPr>
        <w:tabs>
          <w:tab w:val="left" w:pos="-540"/>
          <w:tab w:val="left" w:pos="5760"/>
        </w:tabs>
        <w:ind w:left="-720"/>
      </w:pPr>
      <w:r w:rsidRPr="008A79ED">
        <w:t>Formal letters can be in the form of applications for admission or employment requests, official queries and replies to them, letters by students to the head of their schools, letters to local government chairman, letters to commissioner or minister of Education.</w:t>
      </w:r>
    </w:p>
    <w:p w:rsidR="00DC6215" w:rsidRPr="008A79ED" w:rsidRDefault="00DC6215">
      <w:pPr>
        <w:tabs>
          <w:tab w:val="left" w:pos="-540"/>
          <w:tab w:val="left" w:pos="5760"/>
        </w:tabs>
        <w:ind w:left="-720"/>
        <w:rPr>
          <w:b/>
          <w:u w:val="single"/>
        </w:rPr>
      </w:pPr>
      <w:r w:rsidRPr="008A79ED">
        <w:rPr>
          <w:b/>
          <w:u w:val="single"/>
        </w:rPr>
        <w:t>Features of a formal letter</w:t>
      </w:r>
    </w:p>
    <w:p w:rsidR="00DC6215" w:rsidRPr="008A79ED" w:rsidRDefault="00DC6215">
      <w:pPr>
        <w:tabs>
          <w:tab w:val="left" w:pos="-540"/>
          <w:tab w:val="left" w:pos="5760"/>
        </w:tabs>
        <w:ind w:left="-720"/>
      </w:pPr>
      <w:r w:rsidRPr="008A79ED">
        <w:rPr>
          <w:b/>
        </w:rPr>
        <w:t>**   Writer’s Address</w:t>
      </w:r>
      <w:r w:rsidRPr="008A79ED">
        <w:t xml:space="preserve">: This should be written at the top right corner of the </w:t>
      </w:r>
      <w:proofErr w:type="spellStart"/>
      <w:r w:rsidRPr="008A79ED">
        <w:t>pag</w:t>
      </w:r>
      <w:proofErr w:type="spellEnd"/>
    </w:p>
    <w:p w:rsidR="00DC6215" w:rsidRPr="008A79ED" w:rsidRDefault="00DC6215">
      <w:pPr>
        <w:tabs>
          <w:tab w:val="left" w:pos="-540"/>
          <w:tab w:val="left" w:pos="5760"/>
        </w:tabs>
        <w:ind w:left="-720"/>
      </w:pPr>
      <w:r w:rsidRPr="008A79ED">
        <w:rPr>
          <w:b/>
        </w:rPr>
        <w:lastRenderedPageBreak/>
        <w:t>**   Receiver’s Address</w:t>
      </w:r>
      <w:r w:rsidRPr="008A79ED">
        <w:t xml:space="preserve">: This is written on the line following the date on the </w:t>
      </w:r>
      <w:proofErr w:type="gramStart"/>
      <w:r w:rsidRPr="008A79ED">
        <w:t>left hand</w:t>
      </w:r>
      <w:proofErr w:type="gramEnd"/>
      <w:r w:rsidRPr="008A79ED">
        <w:t xml:space="preserve">      side of the page</w:t>
      </w:r>
    </w:p>
    <w:p w:rsidR="00DC6215" w:rsidRPr="008A79ED" w:rsidRDefault="00DC6215">
      <w:pPr>
        <w:tabs>
          <w:tab w:val="left" w:pos="-540"/>
          <w:tab w:val="left" w:pos="5760"/>
        </w:tabs>
        <w:ind w:left="-720"/>
      </w:pPr>
      <w:r w:rsidRPr="008A79ED">
        <w:rPr>
          <w:b/>
        </w:rPr>
        <w:t>**    Salutation</w:t>
      </w:r>
      <w:r w:rsidRPr="008A79ED">
        <w:t>: This is the greeting which comes after the receiver’s address.</w:t>
      </w:r>
    </w:p>
    <w:p w:rsidR="00DC6215" w:rsidRPr="008A79ED" w:rsidRDefault="00DC6215">
      <w:pPr>
        <w:tabs>
          <w:tab w:val="left" w:pos="-540"/>
          <w:tab w:val="left" w:pos="5760"/>
        </w:tabs>
        <w:ind w:left="-720"/>
      </w:pPr>
      <w:r w:rsidRPr="008A79ED">
        <w:t>Dear Sir,</w:t>
      </w:r>
    </w:p>
    <w:p w:rsidR="00DC6215" w:rsidRPr="008A79ED" w:rsidRDefault="00DC6215">
      <w:pPr>
        <w:tabs>
          <w:tab w:val="left" w:pos="-540"/>
          <w:tab w:val="left" w:pos="5760"/>
        </w:tabs>
        <w:ind w:left="-720"/>
      </w:pPr>
      <w:r w:rsidRPr="008A79ED">
        <w:t>Dear Madam,</w:t>
      </w:r>
    </w:p>
    <w:p w:rsidR="00DC6215" w:rsidRPr="008A79ED" w:rsidRDefault="00DC6215">
      <w:pPr>
        <w:tabs>
          <w:tab w:val="left" w:pos="-540"/>
          <w:tab w:val="left" w:pos="5760"/>
        </w:tabs>
        <w:ind w:left="-720"/>
      </w:pPr>
      <w:r w:rsidRPr="008A79ED">
        <w:rPr>
          <w:b/>
        </w:rPr>
        <w:t>**   Heading or Topic or Titl</w:t>
      </w:r>
      <w:r w:rsidRPr="008A79ED">
        <w:t>e: This comes directly after the salutation but not on the same line.</w:t>
      </w:r>
    </w:p>
    <w:p w:rsidR="00DC6215" w:rsidRPr="008A79ED" w:rsidRDefault="00DC6215">
      <w:pPr>
        <w:tabs>
          <w:tab w:val="left" w:pos="-540"/>
          <w:tab w:val="left" w:pos="5760"/>
        </w:tabs>
        <w:ind w:left="-720"/>
      </w:pPr>
      <w:r w:rsidRPr="008A79ED">
        <w:rPr>
          <w:b/>
        </w:rPr>
        <w:t>**Body of the letter</w:t>
      </w:r>
      <w:r w:rsidRPr="008A79ED">
        <w:t>: Here, go straight to what the question says you should do. There is no room for exchange of pleasantries or personal matters.</w:t>
      </w:r>
    </w:p>
    <w:p w:rsidR="00DC6215" w:rsidRPr="008A79ED" w:rsidRDefault="00DC6215">
      <w:pPr>
        <w:tabs>
          <w:tab w:val="left" w:pos="-540"/>
          <w:tab w:val="left" w:pos="5760"/>
        </w:tabs>
        <w:rPr>
          <w:b/>
        </w:rPr>
      </w:pPr>
      <w:r w:rsidRPr="008A79ED">
        <w:rPr>
          <w:b/>
        </w:rPr>
        <w:t>Subscript (complimentary close)</w:t>
      </w:r>
    </w:p>
    <w:p w:rsidR="00DC6215" w:rsidRPr="008A79ED" w:rsidRDefault="00DC6215">
      <w:pPr>
        <w:tabs>
          <w:tab w:val="left" w:pos="-540"/>
          <w:tab w:val="left" w:pos="5760"/>
        </w:tabs>
        <w:ind w:left="-720"/>
      </w:pPr>
      <w:r w:rsidRPr="008A79ED">
        <w:tab/>
      </w:r>
      <w:r w:rsidRPr="008A79ED">
        <w:tab/>
      </w:r>
      <w:r w:rsidRPr="008A79ED">
        <w:tab/>
        <w:t xml:space="preserve">Yours faithfully, </w:t>
      </w:r>
    </w:p>
    <w:p w:rsidR="00DC6215" w:rsidRPr="008A79ED" w:rsidRDefault="00DC6215">
      <w:pPr>
        <w:tabs>
          <w:tab w:val="left" w:pos="-540"/>
          <w:tab w:val="left" w:pos="5760"/>
        </w:tabs>
        <w:ind w:left="-720"/>
      </w:pPr>
      <w:r w:rsidRPr="008A79ED">
        <w:tab/>
      </w:r>
      <w:r w:rsidRPr="008A79ED">
        <w:tab/>
      </w:r>
      <w:r w:rsidRPr="008A79ED">
        <w:tab/>
        <w:t>(Signature)</w:t>
      </w:r>
    </w:p>
    <w:p w:rsidR="00DC6215" w:rsidRPr="008A79ED" w:rsidRDefault="00DC6215">
      <w:pPr>
        <w:tabs>
          <w:tab w:val="left" w:pos="-540"/>
          <w:tab w:val="left" w:pos="5760"/>
        </w:tabs>
        <w:ind w:left="-720"/>
      </w:pPr>
      <w:r w:rsidRPr="008A79ED">
        <w:tab/>
      </w:r>
      <w:r w:rsidRPr="008A79ED">
        <w:tab/>
      </w:r>
      <w:r w:rsidRPr="008A79ED">
        <w:tab/>
      </w:r>
      <w:proofErr w:type="spellStart"/>
      <w:r w:rsidRPr="008A79ED">
        <w:t>Chioma</w:t>
      </w:r>
      <w:proofErr w:type="spellEnd"/>
      <w:r w:rsidRPr="008A79ED">
        <w:t xml:space="preserve"> </w:t>
      </w:r>
      <w:proofErr w:type="spellStart"/>
      <w:r w:rsidRPr="008A79ED">
        <w:t>Aloziem</w:t>
      </w:r>
      <w:proofErr w:type="spellEnd"/>
      <w:r w:rsidRPr="008A79ED">
        <w:t>.</w:t>
      </w:r>
    </w:p>
    <w:p w:rsidR="00DC6215" w:rsidRPr="008A79ED" w:rsidRDefault="00DC6215">
      <w:pPr>
        <w:tabs>
          <w:tab w:val="left" w:pos="-540"/>
          <w:tab w:val="left" w:pos="5760"/>
        </w:tabs>
        <w:ind w:left="-720"/>
      </w:pPr>
      <w:r w:rsidRPr="008A79ED">
        <w:rPr>
          <w:b/>
        </w:rPr>
        <w:t>Informal letter</w:t>
      </w:r>
      <w:r w:rsidRPr="008A79ED">
        <w:t>.</w:t>
      </w:r>
    </w:p>
    <w:p w:rsidR="00DC6215" w:rsidRPr="008A79ED" w:rsidRDefault="00DC6215">
      <w:pPr>
        <w:tabs>
          <w:tab w:val="left" w:pos="-540"/>
          <w:tab w:val="left" w:pos="5760"/>
        </w:tabs>
        <w:ind w:left="-720"/>
      </w:pPr>
      <w:r w:rsidRPr="008A79ED">
        <w:t>Informal letters are personal letters. They are the letters we write to people who are very familiar to us such people as our parents, relatives, friends, classmates and other people with whom we have close relationship.</w:t>
      </w:r>
    </w:p>
    <w:p w:rsidR="00DC6215" w:rsidRPr="008A79ED" w:rsidRDefault="00DC6215">
      <w:pPr>
        <w:tabs>
          <w:tab w:val="left" w:pos="-540"/>
          <w:tab w:val="left" w:pos="5760"/>
        </w:tabs>
        <w:ind w:left="-720"/>
      </w:pPr>
    </w:p>
    <w:p w:rsidR="00DC6215" w:rsidRPr="008A79ED" w:rsidRDefault="00DC6215">
      <w:pPr>
        <w:tabs>
          <w:tab w:val="left" w:pos="-540"/>
          <w:tab w:val="left" w:pos="5760"/>
        </w:tabs>
        <w:ind w:left="-720"/>
      </w:pPr>
      <w:r w:rsidRPr="008A79ED">
        <w:rPr>
          <w:b/>
        </w:rPr>
        <w:t>Features of an informal letter</w:t>
      </w:r>
    </w:p>
    <w:p w:rsidR="00DC6215" w:rsidRPr="008A79ED" w:rsidRDefault="00DC6215">
      <w:pPr>
        <w:tabs>
          <w:tab w:val="left" w:pos="-540"/>
          <w:tab w:val="left" w:pos="5760"/>
        </w:tabs>
      </w:pPr>
      <w:r w:rsidRPr="008A79ED">
        <w:t>Writer’s address: This should be written at the top right corner of the page.</w:t>
      </w:r>
    </w:p>
    <w:p w:rsidR="00DC6215" w:rsidRPr="008A79ED" w:rsidRDefault="00DC6215">
      <w:pPr>
        <w:tabs>
          <w:tab w:val="left" w:pos="-540"/>
          <w:tab w:val="left" w:pos="5760"/>
        </w:tabs>
      </w:pPr>
      <w:r w:rsidRPr="008A79ED">
        <w:t>Salutation: Dear Peter,</w:t>
      </w:r>
    </w:p>
    <w:p w:rsidR="00DC6215" w:rsidRPr="008A79ED" w:rsidRDefault="00DC6215">
      <w:pPr>
        <w:tabs>
          <w:tab w:val="left" w:pos="-540"/>
          <w:tab w:val="left" w:pos="1080"/>
        </w:tabs>
        <w:ind w:left="-720"/>
      </w:pPr>
      <w:r w:rsidRPr="008A79ED">
        <w:tab/>
      </w:r>
      <w:r w:rsidRPr="008A79ED">
        <w:tab/>
        <w:t>Dear Kemi,</w:t>
      </w:r>
    </w:p>
    <w:p w:rsidR="00DC6215" w:rsidRPr="008A79ED" w:rsidRDefault="00DC6215">
      <w:pPr>
        <w:tabs>
          <w:tab w:val="left" w:pos="-540"/>
          <w:tab w:val="left" w:pos="1080"/>
        </w:tabs>
        <w:ind w:left="-720"/>
      </w:pPr>
      <w:r w:rsidRPr="008A79ED">
        <w:tab/>
      </w:r>
      <w:r w:rsidRPr="008A79ED">
        <w:tab/>
        <w:t>Dear father,</w:t>
      </w:r>
    </w:p>
    <w:p w:rsidR="00DC6215" w:rsidRPr="008A79ED" w:rsidRDefault="00DC6215">
      <w:pPr>
        <w:tabs>
          <w:tab w:val="left" w:pos="-540"/>
          <w:tab w:val="left" w:pos="1080"/>
        </w:tabs>
      </w:pPr>
      <w:r w:rsidRPr="008A79ED">
        <w:t>Body of the letter: This is the content of the letter.</w:t>
      </w:r>
    </w:p>
    <w:p w:rsidR="00DC6215" w:rsidRPr="008A79ED" w:rsidRDefault="00DC6215">
      <w:pPr>
        <w:tabs>
          <w:tab w:val="left" w:pos="-540"/>
          <w:tab w:val="left" w:pos="1080"/>
        </w:tabs>
      </w:pPr>
      <w:r w:rsidRPr="008A79ED">
        <w:t>Subscript (Complimentary close)</w:t>
      </w:r>
    </w:p>
    <w:p w:rsidR="00DC6215" w:rsidRPr="008A79ED" w:rsidRDefault="00DC6215">
      <w:pPr>
        <w:tabs>
          <w:tab w:val="left" w:pos="-540"/>
          <w:tab w:val="left" w:pos="1080"/>
        </w:tabs>
        <w:ind w:left="-720"/>
      </w:pPr>
      <w:r w:rsidRPr="008A79ED">
        <w:tab/>
      </w:r>
      <w:r w:rsidRPr="008A79ED">
        <w:tab/>
      </w:r>
      <w:r w:rsidRPr="008A79ED">
        <w:tab/>
      </w:r>
      <w:r w:rsidRPr="008A79ED">
        <w:tab/>
      </w:r>
      <w:r w:rsidRPr="008A79ED">
        <w:tab/>
      </w:r>
      <w:r w:rsidRPr="008A79ED">
        <w:tab/>
      </w:r>
      <w:r w:rsidRPr="008A79ED">
        <w:tab/>
      </w:r>
      <w:r w:rsidRPr="008A79ED">
        <w:tab/>
      </w:r>
      <w:r w:rsidRPr="008A79ED">
        <w:tab/>
        <w:t>Yours sincerely</w:t>
      </w:r>
    </w:p>
    <w:p w:rsidR="00DC6215" w:rsidRPr="008A79ED" w:rsidRDefault="00DC6215">
      <w:pPr>
        <w:tabs>
          <w:tab w:val="left" w:pos="-540"/>
          <w:tab w:val="left" w:pos="1080"/>
        </w:tabs>
        <w:ind w:left="-720"/>
      </w:pPr>
      <w:r w:rsidRPr="008A79ED">
        <w:tab/>
      </w:r>
      <w:r w:rsidRPr="008A79ED">
        <w:tab/>
      </w:r>
      <w:r w:rsidRPr="008A79ED">
        <w:tab/>
      </w:r>
      <w:r w:rsidRPr="008A79ED">
        <w:tab/>
      </w:r>
      <w:r w:rsidRPr="008A79ED">
        <w:tab/>
      </w:r>
      <w:r w:rsidRPr="008A79ED">
        <w:tab/>
      </w:r>
      <w:r w:rsidRPr="008A79ED">
        <w:tab/>
      </w:r>
      <w:r w:rsidRPr="008A79ED">
        <w:tab/>
      </w:r>
      <w:r w:rsidRPr="008A79ED">
        <w:tab/>
      </w:r>
      <w:proofErr w:type="spellStart"/>
      <w:r w:rsidRPr="008A79ED">
        <w:t>Audu</w:t>
      </w:r>
      <w:proofErr w:type="spellEnd"/>
      <w:r w:rsidRPr="008A79ED">
        <w:t xml:space="preserve"> </w:t>
      </w:r>
    </w:p>
    <w:p w:rsidR="00DC6215" w:rsidRPr="008A79ED" w:rsidRDefault="00DC6215">
      <w:pPr>
        <w:tabs>
          <w:tab w:val="left" w:pos="-540"/>
          <w:tab w:val="left" w:pos="1080"/>
        </w:tabs>
        <w:ind w:left="-720"/>
      </w:pPr>
      <w:r w:rsidRPr="008A79ED">
        <w:tab/>
      </w:r>
      <w:r w:rsidRPr="008A79ED">
        <w:tab/>
      </w:r>
      <w:r w:rsidRPr="008A79ED">
        <w:tab/>
      </w:r>
      <w:r w:rsidRPr="008A79ED">
        <w:tab/>
      </w:r>
      <w:r w:rsidRPr="008A79ED">
        <w:tab/>
      </w:r>
      <w:r w:rsidRPr="008A79ED">
        <w:tab/>
      </w:r>
      <w:r w:rsidRPr="008A79ED">
        <w:tab/>
      </w:r>
      <w:r w:rsidRPr="008A79ED">
        <w:tab/>
      </w:r>
      <w:r w:rsidRPr="008A79ED">
        <w:tab/>
        <w:t>Or</w:t>
      </w:r>
    </w:p>
    <w:p w:rsidR="00DC6215" w:rsidRPr="008A79ED" w:rsidRDefault="00DC6215">
      <w:pPr>
        <w:tabs>
          <w:tab w:val="left" w:pos="-540"/>
          <w:tab w:val="left" w:pos="1080"/>
        </w:tabs>
        <w:ind w:left="-720"/>
      </w:pPr>
      <w:r w:rsidRPr="008A79ED">
        <w:tab/>
      </w:r>
      <w:r w:rsidRPr="008A79ED">
        <w:tab/>
      </w:r>
      <w:r w:rsidRPr="008A79ED">
        <w:tab/>
      </w:r>
      <w:r w:rsidRPr="008A79ED">
        <w:tab/>
      </w:r>
      <w:r w:rsidRPr="008A79ED">
        <w:tab/>
      </w:r>
      <w:r w:rsidRPr="008A79ED">
        <w:tab/>
      </w:r>
      <w:r w:rsidRPr="008A79ED">
        <w:tab/>
      </w:r>
      <w:r w:rsidRPr="008A79ED">
        <w:tab/>
      </w:r>
      <w:r w:rsidRPr="008A79ED">
        <w:tab/>
        <w:t>Yours affectionately,</w:t>
      </w:r>
    </w:p>
    <w:p w:rsidR="00DC6215" w:rsidRPr="008A79ED" w:rsidRDefault="00DC6215">
      <w:pPr>
        <w:tabs>
          <w:tab w:val="left" w:pos="-540"/>
          <w:tab w:val="left" w:pos="1080"/>
        </w:tabs>
        <w:ind w:left="-720"/>
      </w:pPr>
      <w:r w:rsidRPr="008A79ED">
        <w:tab/>
      </w:r>
      <w:r w:rsidRPr="008A79ED">
        <w:tab/>
      </w:r>
      <w:r w:rsidRPr="008A79ED">
        <w:tab/>
      </w:r>
      <w:r w:rsidRPr="008A79ED">
        <w:tab/>
      </w:r>
      <w:r w:rsidRPr="008A79ED">
        <w:tab/>
      </w:r>
      <w:r w:rsidRPr="008A79ED">
        <w:tab/>
      </w:r>
      <w:r w:rsidRPr="008A79ED">
        <w:tab/>
      </w:r>
      <w:r w:rsidRPr="008A79ED">
        <w:tab/>
      </w:r>
      <w:r w:rsidRPr="008A79ED">
        <w:tab/>
        <w:t>Peter.</w:t>
      </w:r>
    </w:p>
    <w:p w:rsidR="00DC6215" w:rsidRPr="008A79ED" w:rsidRDefault="00DC6215">
      <w:pPr>
        <w:tabs>
          <w:tab w:val="left" w:pos="-540"/>
          <w:tab w:val="left" w:pos="1080"/>
        </w:tabs>
        <w:ind w:left="-720"/>
      </w:pPr>
      <w:proofErr w:type="spellStart"/>
      <w:r w:rsidRPr="008A79ED">
        <w:rPr>
          <w:b/>
        </w:rPr>
        <w:t>Semi formal</w:t>
      </w:r>
      <w:proofErr w:type="spellEnd"/>
      <w:r w:rsidRPr="008A79ED">
        <w:rPr>
          <w:b/>
        </w:rPr>
        <w:t xml:space="preserve"> letters</w:t>
      </w:r>
    </w:p>
    <w:p w:rsidR="00DC6215" w:rsidRPr="008A79ED" w:rsidRDefault="00DC6215">
      <w:pPr>
        <w:tabs>
          <w:tab w:val="left" w:pos="-540"/>
          <w:tab w:val="left" w:pos="1080"/>
        </w:tabs>
        <w:ind w:left="-720"/>
      </w:pPr>
      <w:r w:rsidRPr="008A79ED">
        <w:t>These are letters we write to people who are not total strangers to us but are not close enough to us to deserve a personal letter. They are people like our teachers, distant aunties and uncles, family doctors, priests etc.</w:t>
      </w:r>
    </w:p>
    <w:p w:rsidR="00DC6215" w:rsidRPr="008A79ED" w:rsidRDefault="00DC6215">
      <w:pPr>
        <w:tabs>
          <w:tab w:val="left" w:pos="-540"/>
          <w:tab w:val="left" w:pos="1080"/>
        </w:tabs>
        <w:ind w:left="-720"/>
      </w:pPr>
      <w:r w:rsidRPr="008A79ED">
        <w:t>Features of a semi-formal letter.</w:t>
      </w:r>
    </w:p>
    <w:p w:rsidR="00DC6215" w:rsidRPr="008A79ED" w:rsidRDefault="00DC6215">
      <w:pPr>
        <w:tabs>
          <w:tab w:val="left" w:pos="-540"/>
          <w:tab w:val="left" w:pos="1080"/>
        </w:tabs>
      </w:pPr>
      <w:r w:rsidRPr="008A79ED">
        <w:t>Writers address: This is written at the top right corner of the page</w:t>
      </w:r>
    </w:p>
    <w:p w:rsidR="00DC6215" w:rsidRPr="008A79ED" w:rsidRDefault="00DC6215">
      <w:pPr>
        <w:tabs>
          <w:tab w:val="left" w:pos="-540"/>
          <w:tab w:val="left" w:pos="1080"/>
        </w:tabs>
      </w:pPr>
      <w:r w:rsidRPr="008A79ED">
        <w:t xml:space="preserve">Salutation: Dear </w:t>
      </w:r>
      <w:proofErr w:type="spellStart"/>
      <w:r w:rsidRPr="008A79ED">
        <w:t>Mr</w:t>
      </w:r>
      <w:proofErr w:type="spellEnd"/>
      <w:r w:rsidRPr="008A79ED">
        <w:t xml:space="preserve"> </w:t>
      </w:r>
      <w:proofErr w:type="spellStart"/>
      <w:r w:rsidRPr="008A79ED">
        <w:t>Ninani</w:t>
      </w:r>
      <w:proofErr w:type="spellEnd"/>
      <w:r w:rsidRPr="008A79ED">
        <w:t>,</w:t>
      </w:r>
    </w:p>
    <w:p w:rsidR="00DC6215" w:rsidRPr="008A79ED" w:rsidRDefault="00DC6215">
      <w:pPr>
        <w:tabs>
          <w:tab w:val="left" w:pos="-540"/>
          <w:tab w:val="left" w:pos="1080"/>
        </w:tabs>
        <w:ind w:left="-720"/>
      </w:pPr>
      <w:r w:rsidRPr="008A79ED">
        <w:tab/>
      </w:r>
      <w:r w:rsidRPr="008A79ED">
        <w:tab/>
        <w:t>Dear Uncle Jude,</w:t>
      </w:r>
    </w:p>
    <w:p w:rsidR="00DC6215" w:rsidRPr="008A79ED" w:rsidRDefault="00DC6215">
      <w:pPr>
        <w:tabs>
          <w:tab w:val="left" w:pos="-540"/>
          <w:tab w:val="left" w:pos="1080"/>
        </w:tabs>
      </w:pPr>
      <w:r w:rsidRPr="008A79ED">
        <w:t>Body of the letter: This is the content of the letter.</w:t>
      </w:r>
    </w:p>
    <w:p w:rsidR="00DC6215" w:rsidRPr="008A79ED" w:rsidRDefault="00DC6215">
      <w:pPr>
        <w:tabs>
          <w:tab w:val="left" w:pos="-540"/>
          <w:tab w:val="left" w:pos="1080"/>
        </w:tabs>
      </w:pPr>
      <w:r w:rsidRPr="008A79ED">
        <w:t>Subscript:</w:t>
      </w:r>
    </w:p>
    <w:p w:rsidR="00DC6215" w:rsidRPr="008A79ED" w:rsidRDefault="00DC6215">
      <w:pPr>
        <w:tabs>
          <w:tab w:val="left" w:pos="-540"/>
          <w:tab w:val="left" w:pos="1080"/>
        </w:tabs>
        <w:ind w:left="-720"/>
      </w:pPr>
      <w:r w:rsidRPr="008A79ED">
        <w:tab/>
      </w:r>
      <w:r w:rsidRPr="008A79ED">
        <w:tab/>
      </w:r>
      <w:r w:rsidRPr="008A79ED">
        <w:tab/>
      </w:r>
      <w:r w:rsidRPr="008A79ED">
        <w:tab/>
      </w:r>
      <w:r w:rsidRPr="008A79ED">
        <w:tab/>
      </w:r>
      <w:r w:rsidRPr="008A79ED">
        <w:tab/>
      </w:r>
      <w:r w:rsidRPr="008A79ED">
        <w:tab/>
      </w:r>
      <w:r w:rsidRPr="008A79ED">
        <w:tab/>
        <w:t>Yours sincerely,</w:t>
      </w:r>
    </w:p>
    <w:p w:rsidR="00DC6215" w:rsidRPr="008A79ED" w:rsidRDefault="00DC6215">
      <w:pPr>
        <w:tabs>
          <w:tab w:val="left" w:pos="-540"/>
          <w:tab w:val="left" w:pos="1080"/>
        </w:tabs>
        <w:ind w:left="-720"/>
      </w:pPr>
      <w:r w:rsidRPr="008A79ED">
        <w:tab/>
      </w:r>
      <w:r w:rsidRPr="008A79ED">
        <w:tab/>
      </w:r>
      <w:r w:rsidRPr="008A79ED">
        <w:tab/>
      </w:r>
      <w:r w:rsidRPr="008A79ED">
        <w:tab/>
      </w:r>
      <w:r w:rsidRPr="008A79ED">
        <w:tab/>
      </w:r>
      <w:r w:rsidRPr="008A79ED">
        <w:tab/>
      </w:r>
      <w:r w:rsidRPr="008A79ED">
        <w:tab/>
      </w:r>
      <w:r w:rsidRPr="008A79ED">
        <w:tab/>
        <w:t xml:space="preserve">Ibrahim </w:t>
      </w:r>
      <w:proofErr w:type="spellStart"/>
      <w:r w:rsidRPr="008A79ED">
        <w:t>Shethma</w:t>
      </w:r>
      <w:proofErr w:type="spellEnd"/>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p>
    <w:p w:rsidR="00DC6215" w:rsidRPr="008A79ED" w:rsidRDefault="00DC6215">
      <w:pPr>
        <w:tabs>
          <w:tab w:val="left" w:pos="-540"/>
          <w:tab w:val="left" w:pos="1080"/>
        </w:tabs>
        <w:ind w:left="-720"/>
      </w:pPr>
      <w:r w:rsidRPr="008A79ED">
        <w:rPr>
          <w:b/>
        </w:rPr>
        <w:t>Evaluation:</w:t>
      </w:r>
    </w:p>
    <w:p w:rsidR="00DC6215" w:rsidRPr="008A79ED" w:rsidRDefault="00DC6215">
      <w:pPr>
        <w:tabs>
          <w:tab w:val="left" w:pos="-540"/>
          <w:tab w:val="left" w:pos="1080"/>
        </w:tabs>
        <w:ind w:right="-540"/>
      </w:pPr>
      <w:r w:rsidRPr="008A79ED">
        <w:t xml:space="preserve">List the features </w:t>
      </w:r>
      <w:proofErr w:type="gramStart"/>
      <w:r w:rsidRPr="008A79ED">
        <w:t>of  (</w:t>
      </w:r>
      <w:proofErr w:type="gramEnd"/>
      <w:r w:rsidRPr="008A79ED">
        <w:t>a) formal letters (b) Informal letters (c) Semi-formal letters</w:t>
      </w:r>
    </w:p>
    <w:p w:rsidR="00DC6215" w:rsidRPr="008A79ED" w:rsidRDefault="00DC6215">
      <w:pPr>
        <w:tabs>
          <w:tab w:val="left" w:pos="-540"/>
          <w:tab w:val="left" w:pos="7380"/>
          <w:tab w:val="left" w:pos="7560"/>
        </w:tabs>
        <w:ind w:left="-720"/>
      </w:pPr>
    </w:p>
    <w:p w:rsidR="00DC6215" w:rsidRPr="008A79ED" w:rsidRDefault="00DC6215">
      <w:pPr>
        <w:tabs>
          <w:tab w:val="left" w:pos="-540"/>
          <w:tab w:val="left" w:pos="7380"/>
          <w:tab w:val="left" w:pos="7560"/>
        </w:tabs>
        <w:ind w:left="-720"/>
      </w:pPr>
    </w:p>
    <w:p w:rsidR="00DC6215" w:rsidRPr="008A79ED" w:rsidRDefault="00DC6215">
      <w:pPr>
        <w:ind w:left="-720"/>
      </w:pPr>
    </w:p>
    <w:p w:rsidR="00DC6215" w:rsidRPr="008A79ED" w:rsidRDefault="00DC6215">
      <w:pPr>
        <w:ind w:left="-720"/>
        <w:rPr>
          <w:b/>
        </w:rPr>
      </w:pPr>
      <w:r w:rsidRPr="008A79ED">
        <w:rPr>
          <w:b/>
        </w:rPr>
        <w:t>Topic</w:t>
      </w:r>
      <w:r w:rsidRPr="008A79ED">
        <w:t xml:space="preserve">: </w:t>
      </w:r>
      <w:r w:rsidRPr="008A79ED">
        <w:rPr>
          <w:b/>
        </w:rPr>
        <w:t>Comprehension</w:t>
      </w:r>
    </w:p>
    <w:p w:rsidR="00DC6215" w:rsidRPr="008A79ED" w:rsidRDefault="00DC6215">
      <w:pPr>
        <w:ind w:left="-720"/>
      </w:pPr>
      <w:r w:rsidRPr="008A79ED">
        <w:rPr>
          <w:b/>
        </w:rPr>
        <w:t xml:space="preserve">Content:   </w:t>
      </w:r>
      <w:r w:rsidRPr="008A79ED">
        <w:t>Unit 8, page 103. Every Man and Death</w:t>
      </w:r>
    </w:p>
    <w:p w:rsidR="00DC6215" w:rsidRPr="008A79ED" w:rsidRDefault="00DC6215">
      <w:pPr>
        <w:ind w:left="-720"/>
      </w:pPr>
      <w:r w:rsidRPr="008A79ED">
        <w:rPr>
          <w:b/>
        </w:rPr>
        <w:t>Evaluation</w:t>
      </w:r>
      <w:r w:rsidRPr="008A79ED">
        <w:t>: Do the practices below the passage</w:t>
      </w:r>
    </w:p>
    <w:p w:rsidR="00DC6215" w:rsidRPr="008A79ED" w:rsidRDefault="00DC6215">
      <w:pPr>
        <w:ind w:left="-720"/>
      </w:pPr>
      <w:r w:rsidRPr="008A79ED">
        <w:rPr>
          <w:b/>
        </w:rPr>
        <w:t>Reference</w:t>
      </w:r>
      <w:r w:rsidRPr="008A79ED">
        <w:t>: Effective English for JSS1</w:t>
      </w:r>
    </w:p>
    <w:p w:rsidR="00DC6215" w:rsidRPr="008A79ED" w:rsidRDefault="00DC6215">
      <w:pPr>
        <w:ind w:left="-720"/>
      </w:pPr>
      <w:r w:rsidRPr="008A79ED">
        <w:t xml:space="preserve">                         </w:t>
      </w:r>
    </w:p>
    <w:p w:rsidR="00DC6215" w:rsidRPr="008A79ED" w:rsidRDefault="00DC6215">
      <w:pPr>
        <w:ind w:left="-720"/>
      </w:pPr>
    </w:p>
    <w:p w:rsidR="00DC6215" w:rsidRPr="008A79ED" w:rsidRDefault="00DC6215">
      <w:pPr>
        <w:ind w:left="-720"/>
      </w:pPr>
      <w:r w:rsidRPr="008A79ED">
        <w:t xml:space="preserve">Topic:  </w:t>
      </w:r>
      <w:r w:rsidRPr="008A79ED">
        <w:rPr>
          <w:b/>
        </w:rPr>
        <w:t>Literature</w:t>
      </w:r>
      <w:r w:rsidRPr="008A79ED">
        <w:t xml:space="preserve"> – Introduction to for folktale </w:t>
      </w:r>
    </w:p>
    <w:p w:rsidR="00DC6215" w:rsidRPr="008A79ED" w:rsidRDefault="00DC6215">
      <w:pPr>
        <w:ind w:left="-720"/>
      </w:pPr>
      <w:r w:rsidRPr="008A79ED">
        <w:t>Content: Folktales (or Fairy Tales)</w:t>
      </w:r>
    </w:p>
    <w:p w:rsidR="00DC6215" w:rsidRPr="008A79ED" w:rsidRDefault="00DC6215">
      <w:pPr>
        <w:ind w:left="-720"/>
      </w:pPr>
      <w:r w:rsidRPr="008A79ED">
        <w:t xml:space="preserve">    Folktales are stories that grew out of the lives and imaginations of the people, or folk. They have always been children’s favorite type of folk literature. Their popularity springs from their imaginative characters, their supernatural elements, their focus on action, their simple sense of justice, their happy endings, and the fundamental wisdom they contain. Many people use the terms folktale and fairy tale interchangeable, though few of these tales actually contain fairies. “Fairy tales </w:t>
      </w:r>
      <w:proofErr w:type="spellStart"/>
      <w:r w:rsidRPr="008A79ED">
        <w:t>areunrealbut</w:t>
      </w:r>
      <w:proofErr w:type="spellEnd"/>
      <w:r w:rsidRPr="008A79ED">
        <w:t xml:space="preserve"> they </w:t>
      </w:r>
      <w:proofErr w:type="spellStart"/>
      <w:r w:rsidRPr="008A79ED">
        <w:t>arenot</w:t>
      </w:r>
      <w:proofErr w:type="spellEnd"/>
      <w:r w:rsidRPr="008A79ED">
        <w:t xml:space="preserve"> untrue; they reflect essential developments and conditions of man’s existence” (cited in </w:t>
      </w:r>
      <w:proofErr w:type="spellStart"/>
      <w:r w:rsidRPr="008A79ED">
        <w:t>Lüthi</w:t>
      </w:r>
      <w:proofErr w:type="spellEnd"/>
      <w:r w:rsidRPr="008A79ED">
        <w:t xml:space="preserve">, </w:t>
      </w:r>
      <w:proofErr w:type="gramStart"/>
      <w:r w:rsidRPr="008A79ED">
        <w:t>1976,Once</w:t>
      </w:r>
      <w:proofErr w:type="gramEnd"/>
      <w:r w:rsidRPr="008A79ED">
        <w:t xml:space="preserve"> Upon a Time: On the Nature of Fairy Tales, p. 70)</w:t>
      </w:r>
    </w:p>
    <w:p w:rsidR="00DC6215" w:rsidRPr="008A79ED" w:rsidRDefault="00DC6215">
      <w:pPr>
        <w:ind w:left="-720"/>
      </w:pPr>
      <w:r w:rsidRPr="008A79ED">
        <w:t xml:space="preserve">     </w:t>
      </w:r>
      <w:r w:rsidRPr="008A79ED">
        <w:rPr>
          <w:b/>
          <w:u w:val="double"/>
        </w:rPr>
        <w:t>Most Prevalent Kinds of Folktales (</w:t>
      </w:r>
      <w:r w:rsidRPr="008A79ED">
        <w:t>note that some folktales have characteristics of two or more folktale categories):</w:t>
      </w:r>
    </w:p>
    <w:p w:rsidR="00DC6215" w:rsidRPr="008A79ED" w:rsidRDefault="00DC6215">
      <w:pPr>
        <w:ind w:left="-720"/>
      </w:pPr>
      <w:r w:rsidRPr="008A79ED">
        <w:t xml:space="preserve"> </w:t>
      </w:r>
    </w:p>
    <w:p w:rsidR="00DC6215" w:rsidRPr="008A79ED" w:rsidRDefault="00DC6215">
      <w:pPr>
        <w:ind w:left="-720"/>
      </w:pPr>
      <w:r w:rsidRPr="008A79ED">
        <w:t>1.</w:t>
      </w:r>
      <w:r w:rsidRPr="008A79ED">
        <w:rPr>
          <w:b/>
        </w:rPr>
        <w:t xml:space="preserve">Animal tales </w:t>
      </w:r>
      <w:r w:rsidRPr="008A79ED">
        <w:t xml:space="preserve">are perhaps the oldest of all folktales. They are part myth, part </w:t>
      </w:r>
      <w:proofErr w:type="spellStart"/>
      <w:proofErr w:type="gramStart"/>
      <w:r w:rsidRPr="008A79ED">
        <w:t>fable,and</w:t>
      </w:r>
      <w:proofErr w:type="spellEnd"/>
      <w:proofErr w:type="gramEnd"/>
      <w:r w:rsidRPr="008A79ED">
        <w:t xml:space="preserve"> part fairy tales. They play significant roles in early stories and legends. Talking animals appear in many European folktales. For example, “The Three Little Pigs” and “Little Red Riding Hood”.</w:t>
      </w:r>
    </w:p>
    <w:p w:rsidR="00DC6215" w:rsidRPr="008A79ED" w:rsidRDefault="00DC6215">
      <w:pPr>
        <w:ind w:left="-720"/>
      </w:pPr>
    </w:p>
    <w:p w:rsidR="00DC6215" w:rsidRPr="008A79ED" w:rsidRDefault="00DC6215">
      <w:pPr>
        <w:ind w:left="-720"/>
      </w:pPr>
      <w:r w:rsidRPr="008A79ED">
        <w:t>2.</w:t>
      </w:r>
      <w:r w:rsidRPr="008A79ED">
        <w:rPr>
          <w:b/>
        </w:rPr>
        <w:t xml:space="preserve">Wonder </w:t>
      </w:r>
      <w:proofErr w:type="gramStart"/>
      <w:r w:rsidRPr="008A79ED">
        <w:rPr>
          <w:b/>
        </w:rPr>
        <w:t>tales</w:t>
      </w:r>
      <w:r w:rsidRPr="008A79ED">
        <w:t>(</w:t>
      </w:r>
      <w:proofErr w:type="gramEnd"/>
      <w:r w:rsidRPr="008A79ED">
        <w:t xml:space="preserve">also known </w:t>
      </w:r>
      <w:proofErr w:type="spellStart"/>
      <w:r w:rsidRPr="008A79ED">
        <w:t>asfairy</w:t>
      </w:r>
      <w:proofErr w:type="spellEnd"/>
      <w:r w:rsidRPr="008A79ED">
        <w:t xml:space="preserve"> tales) are the best known of the traditional folktales. They are stories of supernatural wonders typically depicting the conflict between good and evil. Most conclude with the triumph of virtue and a happy marriage. In fairy tales, the supernatural wonder is derived from either a magical person (a fairy godmother, a wicked witch), a magical object (a wondrous beanstalk, a talking mirror, a magic lamp) or an enchantment (a miraculous sleep that lasts until love’s first kiss). For example, “Cinderella”, “Snow White and the Seven Dwarfs”, “Sleeping Beauty” </w:t>
      </w:r>
      <w:proofErr w:type="spellStart"/>
      <w:proofErr w:type="gramStart"/>
      <w:r w:rsidRPr="008A79ED">
        <w:t>and“</w:t>
      </w:r>
      <w:proofErr w:type="gramEnd"/>
      <w:r w:rsidRPr="008A79ED">
        <w:t>Jack</w:t>
      </w:r>
      <w:proofErr w:type="spellEnd"/>
      <w:r w:rsidRPr="008A79ED">
        <w:t xml:space="preserve"> and the Beanstalk”</w:t>
      </w:r>
    </w:p>
    <w:p w:rsidR="00DC6215" w:rsidRPr="008A79ED" w:rsidRDefault="00DC6215">
      <w:pPr>
        <w:ind w:left="-720"/>
      </w:pPr>
    </w:p>
    <w:p w:rsidR="00DC6215" w:rsidRPr="008A79ED" w:rsidRDefault="00DC6215">
      <w:pPr>
        <w:ind w:left="-720"/>
      </w:pPr>
      <w:r w:rsidRPr="008A79ED">
        <w:t>3.</w:t>
      </w:r>
      <w:r w:rsidRPr="008A79ED">
        <w:rPr>
          <w:b/>
        </w:rPr>
        <w:t xml:space="preserve">Cumulative tales </w:t>
      </w:r>
      <w:r w:rsidRPr="008A79ED">
        <w:t>are the ones in which successive additions are made to a repetitive plot line. They are generally very simple in plot and brief, for with each addition, the entire sequence is repeated. For example, “The Gingerbread Man” and “Goldilocks and the Three Bears”.</w:t>
      </w:r>
    </w:p>
    <w:p w:rsidR="00DC6215" w:rsidRPr="008A79ED" w:rsidRDefault="00DC6215">
      <w:pPr>
        <w:ind w:left="-720"/>
      </w:pPr>
      <w:r w:rsidRPr="008A79ED">
        <w:t>4.</w:t>
      </w:r>
      <w:r w:rsidRPr="008A79ED">
        <w:rPr>
          <w:b/>
        </w:rPr>
        <w:t xml:space="preserve">Pourquoi </w:t>
      </w:r>
      <w:proofErr w:type="gramStart"/>
      <w:r w:rsidRPr="008A79ED">
        <w:rPr>
          <w:b/>
        </w:rPr>
        <w:t>tales</w:t>
      </w:r>
      <w:r w:rsidRPr="008A79ED">
        <w:t>(</w:t>
      </w:r>
      <w:proofErr w:type="gramEnd"/>
      <w:r w:rsidRPr="008A79ED">
        <w:t>“</w:t>
      </w:r>
      <w:proofErr w:type="spellStart"/>
      <w:r w:rsidRPr="008A79ED">
        <w:t>pourquoi</w:t>
      </w:r>
      <w:proofErr w:type="spellEnd"/>
      <w:r w:rsidRPr="008A79ED">
        <w:t>” means “</w:t>
      </w:r>
      <w:proofErr w:type="spellStart"/>
      <w:r w:rsidRPr="008A79ED">
        <w:t>why”in</w:t>
      </w:r>
      <w:proofErr w:type="spellEnd"/>
      <w:r w:rsidRPr="008A79ED">
        <w:t xml:space="preserve"> French) seeks to explain natural phenomena. They provide primitive explanations for the many “why” questions early humans asked. They are found throughout the world and especially popular in African and Native American folklore. There is a strong connection between </w:t>
      </w:r>
      <w:proofErr w:type="spellStart"/>
      <w:r w:rsidRPr="008A79ED">
        <w:t>pourquoi</w:t>
      </w:r>
      <w:proofErr w:type="spellEnd"/>
      <w:r w:rsidRPr="008A79ED">
        <w:t xml:space="preserve"> tales and myths; however, the setting in </w:t>
      </w:r>
      <w:proofErr w:type="spellStart"/>
      <w:r w:rsidRPr="008A79ED">
        <w:t>pourquoi</w:t>
      </w:r>
      <w:proofErr w:type="spellEnd"/>
      <w:r w:rsidRPr="008A79ED">
        <w:t xml:space="preserve"> tales is earthly and deities play no role in </w:t>
      </w:r>
      <w:proofErr w:type="spellStart"/>
      <w:r w:rsidRPr="008A79ED">
        <w:t>pourquoi</w:t>
      </w:r>
      <w:proofErr w:type="spellEnd"/>
      <w:r w:rsidRPr="008A79ED">
        <w:t xml:space="preserve"> tales as they do in myths. For example, “Why the Sun and the Moon Live in the Sky” (from Southern Nigeria), “Where Stories Come From” (from Zulu), and “Why Mosquitoes Buzz in People’s Ears” (1976) (see the video </w:t>
      </w:r>
      <w:proofErr w:type="spellStart"/>
      <w:r w:rsidRPr="008A79ED">
        <w:t>atPrairie</w:t>
      </w:r>
      <w:proofErr w:type="spellEnd"/>
      <w:r w:rsidRPr="008A79ED">
        <w:t xml:space="preserve"> School Television).</w:t>
      </w:r>
    </w:p>
    <w:p w:rsidR="00DC6215" w:rsidRPr="008A79ED" w:rsidRDefault="00DC6215">
      <w:pPr>
        <w:ind w:left="-720"/>
      </w:pPr>
    </w:p>
    <w:p w:rsidR="00DC6215" w:rsidRPr="008A79ED" w:rsidRDefault="00DC6215">
      <w:pPr>
        <w:ind w:left="-720"/>
      </w:pPr>
      <w:r w:rsidRPr="008A79ED">
        <w:t>5.</w:t>
      </w:r>
      <w:r w:rsidRPr="008A79ED">
        <w:rPr>
          <w:b/>
        </w:rPr>
        <w:t>Noodlehead tales</w:t>
      </w:r>
      <w:r w:rsidRPr="008A79ED">
        <w:t xml:space="preserve"> are light-hearted </w:t>
      </w:r>
      <w:proofErr w:type="spellStart"/>
      <w:r w:rsidRPr="008A79ED">
        <w:t>talesabout</w:t>
      </w:r>
      <w:proofErr w:type="spellEnd"/>
      <w:r w:rsidRPr="008A79ED">
        <w:t xml:space="preserve"> silly people doing silly things. These tales are popular because of their pure nonsense and jocularity, and sometimes we enjoy the triumph of the good-hearted simpleton over the craftier evil characters of the story. For example, “Hans in Luck” by the Grimm brothers and “The Three Wishes” by Joseph Jacobs.</w:t>
      </w:r>
    </w:p>
    <w:p w:rsidR="00DC6215" w:rsidRPr="008A79ED" w:rsidRDefault="00DC6215">
      <w:pPr>
        <w:ind w:left="-720"/>
      </w:pPr>
      <w:r w:rsidRPr="008A79ED">
        <w:t>Evaluation: What do you understand by the word, "folktales"?</w:t>
      </w:r>
    </w:p>
    <w:p w:rsidR="00DC6215" w:rsidRPr="008A79ED" w:rsidRDefault="00DC6215">
      <w:pPr>
        <w:ind w:left="-720"/>
      </w:pPr>
    </w:p>
    <w:p w:rsidR="00DC6215" w:rsidRPr="008A79ED" w:rsidRDefault="00DC6215">
      <w:pPr>
        <w:ind w:left="-720"/>
      </w:pPr>
      <w:r w:rsidRPr="008A79ED">
        <w:t>General Evaluation:</w:t>
      </w:r>
    </w:p>
    <w:p w:rsidR="00DC6215" w:rsidRPr="008A79ED" w:rsidRDefault="00DC6215">
      <w:pPr>
        <w:ind w:left="-720"/>
      </w:pPr>
      <w:r w:rsidRPr="008A79ED">
        <w:t>1. Briefly write the format of a formal, informal and semi-</w:t>
      </w:r>
      <w:proofErr w:type="gramStart"/>
      <w:r w:rsidRPr="008A79ED">
        <w:t>formal  letter</w:t>
      </w:r>
      <w:proofErr w:type="gramEnd"/>
      <w:r w:rsidRPr="008A79ED">
        <w:t>.</w:t>
      </w:r>
    </w:p>
    <w:p w:rsidR="00DC6215" w:rsidRPr="008A79ED" w:rsidRDefault="00DC6215">
      <w:pPr>
        <w:ind w:left="-720"/>
      </w:pPr>
      <w:r w:rsidRPr="008A79ED">
        <w:t>2. Mention and explain the types of folktales you know.</w:t>
      </w:r>
    </w:p>
    <w:p w:rsidR="00DC6215" w:rsidRPr="008A79ED" w:rsidRDefault="00DC6215">
      <w:pPr>
        <w:ind w:left="-720"/>
      </w:pPr>
    </w:p>
    <w:p w:rsidR="00DC6215" w:rsidRPr="008A79ED" w:rsidRDefault="00DC6215">
      <w:pPr>
        <w:ind w:left="-720"/>
      </w:pPr>
      <w:r w:rsidRPr="008A79ED">
        <w:t>Weekend Assignment</w:t>
      </w:r>
    </w:p>
    <w:p w:rsidR="00DC6215" w:rsidRPr="008A79ED" w:rsidRDefault="00DC6215">
      <w:pPr>
        <w:ind w:left="-720"/>
      </w:pPr>
      <w:r w:rsidRPr="008A79ED">
        <w:t xml:space="preserve">1. Study the folktales mentioned above, choose one, and a </w:t>
      </w:r>
      <w:proofErr w:type="gramStart"/>
      <w:r w:rsidRPr="008A79ED">
        <w:t>story .</w:t>
      </w:r>
      <w:proofErr w:type="gramEnd"/>
    </w:p>
    <w:p w:rsidR="00DC6215" w:rsidRPr="008A79ED" w:rsidRDefault="00DC6215">
      <w:pPr>
        <w:ind w:left="-720"/>
      </w:pPr>
      <w:r w:rsidRPr="008A79ED">
        <w:t>2. Write a formal letter to the supervisor of your school, suggesting that the school library be freshly equipped with lively and modern books.</w:t>
      </w:r>
    </w:p>
    <w:p w:rsidR="00DC6215" w:rsidRPr="008A79ED" w:rsidRDefault="00DC6215">
      <w:pPr>
        <w:ind w:left="-720"/>
      </w:pPr>
    </w:p>
    <w:p w:rsidR="00DC6215" w:rsidRPr="008A79ED" w:rsidRDefault="00DC6215">
      <w:pPr>
        <w:ind w:left="-720"/>
      </w:pPr>
    </w:p>
    <w:p w:rsidR="00DC6215" w:rsidRDefault="00DC6215">
      <w:pPr>
        <w:ind w:left="-720"/>
        <w:jc w:val="center"/>
        <w:rPr>
          <w:b/>
        </w:rPr>
      </w:pPr>
    </w:p>
    <w:p w:rsidR="00DD1A8E" w:rsidRDefault="00DD1A8E">
      <w:pPr>
        <w:ind w:left="-720"/>
        <w:jc w:val="center"/>
        <w:rPr>
          <w:b/>
        </w:rPr>
      </w:pPr>
    </w:p>
    <w:p w:rsidR="00DD1A8E" w:rsidRDefault="00DD1A8E">
      <w:pPr>
        <w:ind w:left="-720"/>
        <w:jc w:val="center"/>
        <w:rPr>
          <w:b/>
        </w:rPr>
      </w:pPr>
    </w:p>
    <w:p w:rsidR="00DD1A8E" w:rsidRDefault="00DD1A8E">
      <w:pPr>
        <w:ind w:left="-720"/>
        <w:jc w:val="center"/>
        <w:rPr>
          <w:b/>
        </w:rPr>
      </w:pPr>
    </w:p>
    <w:p w:rsidR="00DD1A8E" w:rsidRDefault="00DD1A8E">
      <w:pPr>
        <w:ind w:left="-720"/>
        <w:jc w:val="center"/>
        <w:rPr>
          <w:b/>
        </w:rPr>
      </w:pPr>
    </w:p>
    <w:p w:rsidR="00DD1A8E" w:rsidRDefault="00DD1A8E">
      <w:pPr>
        <w:ind w:left="-720"/>
        <w:jc w:val="center"/>
        <w:rPr>
          <w:b/>
        </w:rPr>
      </w:pPr>
    </w:p>
    <w:p w:rsidR="00DD1A8E" w:rsidRDefault="00DD1A8E">
      <w:pPr>
        <w:ind w:left="-720"/>
        <w:jc w:val="center"/>
        <w:rPr>
          <w:b/>
        </w:rPr>
      </w:pPr>
    </w:p>
    <w:p w:rsidR="00DD1A8E" w:rsidRDefault="00DD1A8E">
      <w:pPr>
        <w:ind w:left="-720"/>
        <w:jc w:val="center"/>
        <w:rPr>
          <w:b/>
        </w:rPr>
      </w:pPr>
    </w:p>
    <w:p w:rsidR="00DD1A8E" w:rsidRPr="008A79ED" w:rsidRDefault="00DD1A8E">
      <w:pPr>
        <w:ind w:left="-720"/>
        <w:jc w:val="center"/>
        <w:rPr>
          <w:b/>
        </w:rPr>
      </w:pPr>
    </w:p>
    <w:p w:rsidR="00DC6215" w:rsidRPr="008A79ED" w:rsidRDefault="00DC6215">
      <w:pPr>
        <w:ind w:left="-720"/>
        <w:jc w:val="center"/>
        <w:rPr>
          <w:b/>
        </w:rPr>
      </w:pPr>
      <w:r w:rsidRPr="008A79ED">
        <w:rPr>
          <w:b/>
        </w:rPr>
        <w:t>WEEK EIGHT</w:t>
      </w:r>
    </w:p>
    <w:p w:rsidR="00DC6215" w:rsidRPr="008A79ED" w:rsidRDefault="00DC6215">
      <w:r w:rsidRPr="008A79ED">
        <w:rPr>
          <w:b/>
        </w:rPr>
        <w:t>Topic: Comprehension</w:t>
      </w:r>
      <w:r w:rsidRPr="008A79ED">
        <w:t>: Unit 9</w:t>
      </w:r>
    </w:p>
    <w:p w:rsidR="00DC6215" w:rsidRPr="008A79ED" w:rsidRDefault="00DC6215">
      <w:r w:rsidRPr="008A79ED">
        <w:rPr>
          <w:b/>
        </w:rPr>
        <w:t>Content</w:t>
      </w:r>
      <w:r w:rsidRPr="008A79ED">
        <w:t>: Read and study the use of language.</w:t>
      </w:r>
    </w:p>
    <w:p w:rsidR="00DC6215" w:rsidRPr="008A79ED" w:rsidRDefault="00DC6215">
      <w:r w:rsidRPr="008A79ED">
        <w:rPr>
          <w:b/>
        </w:rPr>
        <w:t>Evaluation</w:t>
      </w:r>
      <w:r w:rsidRPr="008A79ED">
        <w:t xml:space="preserve">: Attempt the questions in the practices below.            </w:t>
      </w:r>
    </w:p>
    <w:p w:rsidR="00DC6215" w:rsidRPr="008A79ED" w:rsidRDefault="00DC6215">
      <w:r w:rsidRPr="008A79ED">
        <w:t xml:space="preserve"> </w:t>
      </w:r>
    </w:p>
    <w:p w:rsidR="00DC6215" w:rsidRPr="008A79ED" w:rsidRDefault="00DC6215"/>
    <w:p w:rsidR="00DC6215" w:rsidRPr="008A79ED" w:rsidRDefault="00DC6215"/>
    <w:p w:rsidR="00DC6215" w:rsidRPr="008A79ED" w:rsidRDefault="00DC6215"/>
    <w:p w:rsidR="00DC6215" w:rsidRPr="008A79ED" w:rsidRDefault="00DC6215">
      <w:pPr>
        <w:rPr>
          <w:b/>
        </w:rPr>
      </w:pPr>
      <w:r w:rsidRPr="008A79ED">
        <w:rPr>
          <w:b/>
        </w:rPr>
        <w:t>Topic: Features of an Informal Letter with sample model</w:t>
      </w:r>
    </w:p>
    <w:p w:rsidR="00DC6215" w:rsidRPr="008A79ED" w:rsidRDefault="00DC6215">
      <w:pPr>
        <w:rPr>
          <w:b/>
        </w:rPr>
      </w:pPr>
      <w:r w:rsidRPr="008A79ED">
        <w:rPr>
          <w:b/>
        </w:rPr>
        <w:t xml:space="preserve">Content: </w:t>
      </w:r>
    </w:p>
    <w:p w:rsidR="00DC6215" w:rsidRPr="008A79ED" w:rsidRDefault="00DC6215">
      <w:r w:rsidRPr="008A79ED">
        <w:rPr>
          <w:b/>
        </w:rPr>
        <w:t>A</w:t>
      </w:r>
      <w:r w:rsidRPr="008A79ED">
        <w:t xml:space="preserve">. Informal letters are very friendly and casual in their tone. Their greatest distinction from a formal letter is this casualness of tone. Informal letters are never official </w:t>
      </w:r>
      <w:proofErr w:type="spellStart"/>
      <w:r w:rsidRPr="008A79ED">
        <w:t>orexcessively</w:t>
      </w:r>
      <w:proofErr w:type="spellEnd"/>
      <w:r w:rsidRPr="008A79ED">
        <w:t xml:space="preserve"> polite, nor do they contain much terminology.</w:t>
      </w:r>
    </w:p>
    <w:p w:rsidR="00DC6215" w:rsidRPr="008A79ED" w:rsidRDefault="00DC6215"/>
    <w:p w:rsidR="00DC6215" w:rsidRPr="008A79ED" w:rsidRDefault="00DC6215">
      <w:r w:rsidRPr="008A79ED">
        <w:rPr>
          <w:b/>
        </w:rPr>
        <w:t>B</w:t>
      </w:r>
      <w:r w:rsidRPr="008A79ED">
        <w:t xml:space="preserve">.  Informal letters always contain questions pertaining to the person’s well-being, as well as that of those around him, like his </w:t>
      </w:r>
      <w:proofErr w:type="spellStart"/>
      <w:r w:rsidRPr="008A79ED">
        <w:t>familyand</w:t>
      </w:r>
      <w:proofErr w:type="spellEnd"/>
      <w:r w:rsidRPr="008A79ED">
        <w:t xml:space="preserve"> friends.</w:t>
      </w:r>
    </w:p>
    <w:p w:rsidR="00DC6215" w:rsidRPr="008A79ED" w:rsidRDefault="00DC6215"/>
    <w:p w:rsidR="00DC6215" w:rsidRPr="008A79ED" w:rsidRDefault="00DC6215">
      <w:r w:rsidRPr="008A79ED">
        <w:rPr>
          <w:b/>
        </w:rPr>
        <w:t>C</w:t>
      </w:r>
      <w:r w:rsidRPr="008A79ED">
        <w:t>. Informal letters also rely a lot on memories, shared secrets, humorous moments of the past and shared dreams or conversations.</w:t>
      </w:r>
    </w:p>
    <w:p w:rsidR="00DC6215" w:rsidRPr="008A79ED" w:rsidRDefault="00DC6215">
      <w:r w:rsidRPr="008A79ED">
        <w:t xml:space="preserve">Below is an example of an informal letter, written by a son to his mother. This will help you understand the tone of an informal letter. </w:t>
      </w:r>
    </w:p>
    <w:p w:rsidR="00DC6215" w:rsidRPr="008A79ED" w:rsidRDefault="00DC6215">
      <w:r w:rsidRPr="008A79ED">
        <w:t xml:space="preserve">      </w:t>
      </w:r>
    </w:p>
    <w:p w:rsidR="00DC6215" w:rsidRPr="008A79ED" w:rsidRDefault="00DC6215">
      <w:r w:rsidRPr="008A79ED">
        <w:t xml:space="preserve">                                                                                               43, Princess Street,</w:t>
      </w:r>
    </w:p>
    <w:p w:rsidR="00DC6215" w:rsidRPr="008A79ED" w:rsidRDefault="00DC6215">
      <w:r w:rsidRPr="008A79ED">
        <w:t xml:space="preserve">                                                                                               Surulere,</w:t>
      </w:r>
    </w:p>
    <w:p w:rsidR="00DC6215" w:rsidRPr="008A79ED" w:rsidRDefault="00DC6215">
      <w:r w:rsidRPr="008A79ED">
        <w:t xml:space="preserve">                                                                                               Lagos.</w:t>
      </w:r>
    </w:p>
    <w:p w:rsidR="00DC6215" w:rsidRPr="008A79ED" w:rsidRDefault="00DC6215">
      <w:r w:rsidRPr="008A79ED">
        <w:t xml:space="preserve">                                                                                               27th Oct., 2017</w:t>
      </w:r>
    </w:p>
    <w:p w:rsidR="00DC6215" w:rsidRPr="008A79ED" w:rsidRDefault="00DC6215"/>
    <w:p w:rsidR="00DC6215" w:rsidRPr="008A79ED" w:rsidRDefault="00DC6215">
      <w:r w:rsidRPr="008A79ED">
        <w:t>Dear Ma,</w:t>
      </w:r>
    </w:p>
    <w:p w:rsidR="00DC6215" w:rsidRPr="008A79ED" w:rsidRDefault="00DC6215">
      <w:r w:rsidRPr="008A79ED">
        <w:t xml:space="preserve">        How are you? How’s Dad? And Ben? Is Ben alright? Has he tripped and broken his leg yet again? I can just imagine poor clumsy Ben falling and crying his eyes out. The poor lad does need to be more careful in his wandering. Very soon he’ll turn ten and start calling himself a big boy!</w:t>
      </w:r>
    </w:p>
    <w:p w:rsidR="00DC6215" w:rsidRPr="008A79ED" w:rsidRDefault="00DC6215">
      <w:r w:rsidRPr="008A79ED">
        <w:t xml:space="preserve">          I’m feeling quite excellent here. The academic requirements keep me so busy! I hardly have time to miss you. Though, sometimes, I do miss eating with you people very much. I can’t wait for vacations to begin! I’m going to gorge on all your dishes like there’s no tomorrow!</w:t>
      </w:r>
    </w:p>
    <w:p w:rsidR="00DC6215" w:rsidRPr="008A79ED" w:rsidRDefault="00DC6215">
      <w:r w:rsidRPr="008A79ED">
        <w:t xml:space="preserve">           I’ve started to develop a keen interest in English Language and I've been taking an introductory course in it this term. Who knows, I might even major in it! Hopefully, though, my interest in English shouldn’t wane—the way it did for Civic Education, remember, Ma?</w:t>
      </w:r>
    </w:p>
    <w:p w:rsidR="00DC6215" w:rsidRPr="008A79ED" w:rsidRDefault="00DC6215">
      <w:r w:rsidRPr="008A79ED">
        <w:t xml:space="preserve">        I hope Dad’s doing well. And please don’t skip your </w:t>
      </w:r>
      <w:proofErr w:type="spellStart"/>
      <w:r w:rsidRPr="008A79ED">
        <w:t>eratorInformal</w:t>
      </w:r>
      <w:proofErr w:type="spellEnd"/>
      <w:r w:rsidRPr="008A79ED">
        <w:t xml:space="preserve"> Letter Template Writing </w:t>
      </w:r>
      <w:proofErr w:type="gramStart"/>
      <w:r w:rsidRPr="008A79ED">
        <w:t>Tips:*</w:t>
      </w:r>
      <w:proofErr w:type="gramEnd"/>
      <w:r w:rsidRPr="008A79ED">
        <w:t xml:space="preserve">.Informal letters are very friendly and casual in their tone. Their greatest distinction from a formal letter is this casualness of tone. Informal letters are never official </w:t>
      </w:r>
      <w:proofErr w:type="spellStart"/>
      <w:r w:rsidRPr="008A79ED">
        <w:t>orexcessively</w:t>
      </w:r>
      <w:proofErr w:type="spellEnd"/>
      <w:r w:rsidRPr="008A79ED">
        <w:t xml:space="preserve"> polite, nor do </w:t>
      </w:r>
      <w:r w:rsidRPr="008A79ED">
        <w:lastRenderedPageBreak/>
        <w:t xml:space="preserve">they contain much terminology.*.Informal letters always contain questions pertaining to the person’s well-being, as well as that of those around him, like his </w:t>
      </w:r>
      <w:proofErr w:type="spellStart"/>
      <w:r w:rsidRPr="008A79ED">
        <w:t>familyand</w:t>
      </w:r>
      <w:proofErr w:type="spellEnd"/>
      <w:r w:rsidRPr="008A79ED">
        <w:t xml:space="preserve"> friends.*.Informal letters also rely a lot on memories, shared secrets, humorous moments of the past and shared dreams or conversations.*.Below is an example of an </w:t>
      </w:r>
      <w:proofErr w:type="spellStart"/>
      <w:r w:rsidRPr="008A79ED">
        <w:t>informalletter</w:t>
      </w:r>
      <w:proofErr w:type="spellEnd"/>
      <w:r w:rsidRPr="008A79ED">
        <w:t xml:space="preserve">, written by a son to his mother. This will help you understand the tone of an informal </w:t>
      </w:r>
      <w:proofErr w:type="spellStart"/>
      <w:proofErr w:type="gramStart"/>
      <w:r w:rsidRPr="008A79ED">
        <w:t>letter.meds</w:t>
      </w:r>
      <w:proofErr w:type="spellEnd"/>
      <w:proofErr w:type="gramEnd"/>
      <w:r w:rsidRPr="008A79ED">
        <w:t>, Ma. I miss you guys a lot and I cannot wait to see you.</w:t>
      </w:r>
    </w:p>
    <w:p w:rsidR="00DC6215" w:rsidRPr="008A79ED" w:rsidRDefault="00DC6215">
      <w:r w:rsidRPr="008A79ED">
        <w:t xml:space="preserve">                                                                                Yours faithfully,</w:t>
      </w:r>
    </w:p>
    <w:p w:rsidR="00DC6215" w:rsidRPr="008A79ED" w:rsidRDefault="00DC6215">
      <w:r w:rsidRPr="008A79ED">
        <w:t xml:space="preserve">                                                                                         Samson</w:t>
      </w:r>
    </w:p>
    <w:p w:rsidR="00DC6215" w:rsidRPr="008A79ED" w:rsidRDefault="00DC6215"/>
    <w:p w:rsidR="00DC6215" w:rsidRPr="008A79ED" w:rsidRDefault="00DC6215"/>
    <w:p w:rsidR="00DC6215" w:rsidRPr="008A79ED" w:rsidRDefault="00DC6215"/>
    <w:p w:rsidR="00DC6215" w:rsidRPr="008A79ED" w:rsidRDefault="00DC6215">
      <w:pPr>
        <w:rPr>
          <w:b/>
        </w:rPr>
      </w:pPr>
    </w:p>
    <w:p w:rsidR="00DC6215" w:rsidRPr="008A79ED" w:rsidRDefault="00DC6215">
      <w:pPr>
        <w:rPr>
          <w:b/>
        </w:rPr>
      </w:pPr>
    </w:p>
    <w:p w:rsidR="00DC6215" w:rsidRPr="008A79ED" w:rsidRDefault="00DC6215">
      <w:pPr>
        <w:rPr>
          <w:b/>
        </w:rPr>
      </w:pPr>
    </w:p>
    <w:p w:rsidR="00DC6215" w:rsidRPr="008A79ED" w:rsidRDefault="00DC6215">
      <w:r w:rsidRPr="008A79ED">
        <w:rPr>
          <w:b/>
        </w:rPr>
        <w:t>Topic: Literature</w:t>
      </w:r>
      <w:r w:rsidRPr="008A79ED">
        <w:t xml:space="preserve">: Introduction to Figures </w:t>
      </w:r>
      <w:proofErr w:type="gramStart"/>
      <w:r w:rsidRPr="008A79ED">
        <w:t>of  Speech</w:t>
      </w:r>
      <w:proofErr w:type="gramEnd"/>
      <w:r w:rsidRPr="008A79ED">
        <w:t xml:space="preserve"> ( Simile, Metaphor,   Personification, Alliteration, Assonance)</w:t>
      </w:r>
    </w:p>
    <w:p w:rsidR="00DC6215" w:rsidRPr="008A79ED" w:rsidRDefault="00DC6215"/>
    <w:p w:rsidR="00DC6215" w:rsidRPr="008A79ED" w:rsidRDefault="00DC6215">
      <w:pPr>
        <w:rPr>
          <w:b/>
        </w:rPr>
      </w:pPr>
      <w:r w:rsidRPr="008A79ED">
        <w:t>A figure of speech is a phrase or word having different meanings than its literal meanings. It conveys meaning by identifying or comparing one thing to another, which has connotation or meaning familiar to the audience. That is why it is helpful in creating vivid rhetorical effect.</w:t>
      </w:r>
    </w:p>
    <w:p w:rsidR="00DC6215" w:rsidRPr="008A79ED" w:rsidRDefault="00DC6215">
      <w:pPr>
        <w:rPr>
          <w:b/>
        </w:rPr>
      </w:pPr>
    </w:p>
    <w:p w:rsidR="00DC6215" w:rsidRPr="008A79ED" w:rsidRDefault="00DC6215">
      <w:pPr>
        <w:rPr>
          <w:b/>
        </w:rPr>
      </w:pPr>
      <w:r w:rsidRPr="008A79ED">
        <w:rPr>
          <w:b/>
        </w:rPr>
        <w:t>Types of Figures of Speech:</w:t>
      </w:r>
    </w:p>
    <w:p w:rsidR="00DC6215" w:rsidRPr="008A79ED" w:rsidRDefault="00DC6215">
      <w:r w:rsidRPr="008A79ED">
        <w:t>There are many types of figures of speech. Here are a few of them with detailed descriptions:</w:t>
      </w:r>
    </w:p>
    <w:p w:rsidR="00DC6215" w:rsidRPr="008A79ED" w:rsidRDefault="00DC6215"/>
    <w:p w:rsidR="00DC6215" w:rsidRPr="008A79ED" w:rsidRDefault="00DC6215">
      <w:r w:rsidRPr="008A79ED">
        <w:rPr>
          <w:b/>
        </w:rPr>
        <w:t xml:space="preserve">Personification: </w:t>
      </w:r>
      <w:r w:rsidRPr="008A79ED">
        <w:t xml:space="preserve">It occurs when a writer gives human traits to non-human or inanimate objects. It is similar to metaphors and similes that also use comparison between two objects. For </w:t>
      </w:r>
      <w:proofErr w:type="spellStart"/>
      <w:proofErr w:type="gramStart"/>
      <w:r w:rsidRPr="008A79ED">
        <w:t>instance,“</w:t>
      </w:r>
      <w:proofErr w:type="gramEnd"/>
      <w:r w:rsidRPr="008A79ED">
        <w:t>Hadn’t</w:t>
      </w:r>
      <w:proofErr w:type="spellEnd"/>
      <w:r w:rsidRPr="008A79ED">
        <w:t xml:space="preserve"> she felt it in every touch of the sunshine, as its golden finger-tips pressed her lids open and wound their way through her hair?”</w:t>
      </w:r>
    </w:p>
    <w:p w:rsidR="00DC6215" w:rsidRPr="008A79ED" w:rsidRDefault="00DC6215"/>
    <w:p w:rsidR="00DC6215" w:rsidRPr="008A79ED" w:rsidRDefault="00DC6215">
      <w:pPr>
        <w:rPr>
          <w:b/>
        </w:rPr>
      </w:pPr>
      <w:r w:rsidRPr="008A79ED">
        <w:rPr>
          <w:b/>
        </w:rPr>
        <w:t>Simile</w:t>
      </w:r>
    </w:p>
    <w:p w:rsidR="00DC6215" w:rsidRPr="008A79ED" w:rsidRDefault="00DC6215">
      <w:r w:rsidRPr="008A79ED">
        <w:t xml:space="preserve">It is a type of comparison between things or objects by using “as” or “like.” See the following example: My heart is like a singing </w:t>
      </w:r>
      <w:proofErr w:type="gramStart"/>
      <w:r w:rsidRPr="008A79ED">
        <w:t>bird,</w:t>
      </w:r>
      <w:proofErr w:type="gramEnd"/>
      <w:r w:rsidRPr="008A79ED">
        <w:t xml:space="preserve"> whose nest is in a </w:t>
      </w:r>
      <w:proofErr w:type="spellStart"/>
      <w:r w:rsidRPr="008A79ED">
        <w:t>water’d</w:t>
      </w:r>
      <w:proofErr w:type="spellEnd"/>
      <w:r w:rsidRPr="008A79ED">
        <w:t xml:space="preserve"> shoot; My heart is like an apple-tree. My heart is like a rainbow shell…</w:t>
      </w:r>
    </w:p>
    <w:p w:rsidR="00DC6215" w:rsidRPr="008A79ED" w:rsidRDefault="00DC6215"/>
    <w:p w:rsidR="00DC6215" w:rsidRPr="008A79ED" w:rsidRDefault="00DC6215">
      <w:pPr>
        <w:rPr>
          <w:b/>
        </w:rPr>
      </w:pPr>
      <w:r w:rsidRPr="008A79ED">
        <w:rPr>
          <w:b/>
        </w:rPr>
        <w:t>Metaphor</w:t>
      </w:r>
    </w:p>
    <w:p w:rsidR="00DC6215" w:rsidRPr="008A79ED" w:rsidRDefault="00DC6215">
      <w:r w:rsidRPr="008A79ED">
        <w:t>Metaphor is comparing two unlike objects or things, which may have some common qualities.</w:t>
      </w:r>
    </w:p>
    <w:p w:rsidR="00DC6215" w:rsidRPr="008A79ED" w:rsidRDefault="00DC6215">
      <w:r w:rsidRPr="008A79ED">
        <w:t>Example:  He is the dark horse</w:t>
      </w:r>
    </w:p>
    <w:p w:rsidR="00DC6215" w:rsidRPr="008A79ED" w:rsidRDefault="00DC6215">
      <w:r w:rsidRPr="008A79ED">
        <w:t xml:space="preserve">                   Tobi is a dog</w:t>
      </w:r>
    </w:p>
    <w:p w:rsidR="00DC6215" w:rsidRPr="008A79ED" w:rsidRDefault="00DC6215"/>
    <w:p w:rsidR="00DC6215" w:rsidRPr="008A79ED" w:rsidRDefault="00DC6215">
      <w:r w:rsidRPr="008A79ED">
        <w:rPr>
          <w:b/>
        </w:rPr>
        <w:t>Evaluation</w:t>
      </w:r>
      <w:r w:rsidRPr="008A79ED">
        <w:t>: Write on five types of figures of speech</w:t>
      </w:r>
    </w:p>
    <w:p w:rsidR="00DC6215" w:rsidRPr="008A79ED" w:rsidRDefault="00DC6215"/>
    <w:p w:rsidR="00DC6215" w:rsidRPr="008A79ED" w:rsidRDefault="00DC6215">
      <w:r w:rsidRPr="008A79ED">
        <w:rPr>
          <w:b/>
        </w:rPr>
        <w:t>General Evaluation</w:t>
      </w:r>
      <w:r w:rsidRPr="008A79ED">
        <w:t>:</w:t>
      </w:r>
    </w:p>
    <w:p w:rsidR="00DC6215" w:rsidRPr="008A79ED" w:rsidRDefault="00DC6215">
      <w:r w:rsidRPr="008A79ED">
        <w:t>1. Write on the following:</w:t>
      </w:r>
    </w:p>
    <w:p w:rsidR="00DC6215" w:rsidRPr="008A79ED" w:rsidRDefault="00DC6215">
      <w:r w:rsidRPr="008A79ED">
        <w:t>A. Simile</w:t>
      </w:r>
    </w:p>
    <w:p w:rsidR="00DC6215" w:rsidRPr="008A79ED" w:rsidRDefault="00DC6215">
      <w:r w:rsidRPr="008A79ED">
        <w:t>B. Metaphor</w:t>
      </w:r>
    </w:p>
    <w:p w:rsidR="00DC6215" w:rsidRPr="008A79ED" w:rsidRDefault="00DC6215">
      <w:r w:rsidRPr="008A79ED">
        <w:t>C. Assonance</w:t>
      </w:r>
    </w:p>
    <w:p w:rsidR="00DC6215" w:rsidRPr="008A79ED" w:rsidRDefault="00DC6215">
      <w:r w:rsidRPr="008A79ED">
        <w:t>D. Alliteration</w:t>
      </w:r>
    </w:p>
    <w:p w:rsidR="00DC6215" w:rsidRPr="008A79ED" w:rsidRDefault="00DC6215"/>
    <w:p w:rsidR="00DC6215" w:rsidRPr="008A79ED" w:rsidRDefault="00DC6215">
      <w:pPr>
        <w:rPr>
          <w:b/>
        </w:rPr>
      </w:pPr>
      <w:r w:rsidRPr="008A79ED">
        <w:rPr>
          <w:b/>
        </w:rPr>
        <w:t>Weekend Assignment:</w:t>
      </w:r>
    </w:p>
    <w:p w:rsidR="00DC6215" w:rsidRPr="008A79ED" w:rsidRDefault="00DC6215">
      <w:r w:rsidRPr="008A79ED">
        <w:t>Write a letter to your cousin, telling him/ her of your experience in school.</w:t>
      </w:r>
    </w:p>
    <w:p w:rsidR="00DC6215" w:rsidRPr="008A79ED" w:rsidRDefault="00DC6215">
      <w:pPr>
        <w:rPr>
          <w:b/>
        </w:rPr>
      </w:pPr>
    </w:p>
    <w:p w:rsidR="00DC6215" w:rsidRPr="008A79ED" w:rsidRDefault="00DC6215">
      <w:pPr>
        <w:ind w:left="720"/>
      </w:pPr>
    </w:p>
    <w:p w:rsidR="00DC6215" w:rsidRDefault="00DC6215">
      <w:pPr>
        <w:ind w:left="720"/>
      </w:pPr>
    </w:p>
    <w:p w:rsidR="00DD1A8E" w:rsidRDefault="00DD1A8E">
      <w:pPr>
        <w:ind w:left="720"/>
      </w:pPr>
    </w:p>
    <w:p w:rsidR="00DD1A8E" w:rsidRDefault="00DD1A8E">
      <w:pPr>
        <w:ind w:left="720"/>
      </w:pPr>
    </w:p>
    <w:p w:rsidR="00DD1A8E" w:rsidRDefault="00DD1A8E">
      <w:pPr>
        <w:ind w:left="720"/>
      </w:pPr>
    </w:p>
    <w:p w:rsidR="00DD1A8E" w:rsidRDefault="00DD1A8E">
      <w:pPr>
        <w:ind w:left="720"/>
      </w:pPr>
    </w:p>
    <w:p w:rsidR="00DD1A8E" w:rsidRDefault="00DD1A8E">
      <w:pPr>
        <w:ind w:left="720"/>
      </w:pPr>
    </w:p>
    <w:p w:rsidR="00DD1A8E" w:rsidRDefault="00DD1A8E">
      <w:pPr>
        <w:ind w:left="720"/>
      </w:pPr>
    </w:p>
    <w:p w:rsidR="00DD1A8E" w:rsidRPr="008A79ED" w:rsidRDefault="00DD1A8E">
      <w:pPr>
        <w:ind w:left="720"/>
      </w:pPr>
    </w:p>
    <w:p w:rsidR="00DC6215" w:rsidRPr="008A79ED" w:rsidRDefault="00DC6215">
      <w:pPr>
        <w:jc w:val="center"/>
        <w:rPr>
          <w:b/>
        </w:rPr>
      </w:pPr>
      <w:r w:rsidRPr="008A79ED">
        <w:rPr>
          <w:b/>
        </w:rPr>
        <w:t>WEEK NINE</w:t>
      </w:r>
    </w:p>
    <w:p w:rsidR="00DC6215" w:rsidRPr="008A79ED" w:rsidRDefault="00DC6215">
      <w:r w:rsidRPr="008A79ED">
        <w:t xml:space="preserve">     </w:t>
      </w:r>
      <w:r w:rsidRPr="008A79ED">
        <w:rPr>
          <w:b/>
        </w:rPr>
        <w:t>Speech Work</w:t>
      </w:r>
      <w:r w:rsidRPr="008A79ED">
        <w:t>: //</w:t>
      </w:r>
    </w:p>
    <w:p w:rsidR="00DC6215" w:rsidRPr="008A79ED" w:rsidRDefault="00DC6215">
      <w:r w:rsidRPr="008A79ED">
        <w:t xml:space="preserve">        Topic:    </w:t>
      </w:r>
      <w:r w:rsidRPr="008A79ED">
        <w:rPr>
          <w:b/>
        </w:rPr>
        <w:t>Grammar</w:t>
      </w:r>
      <w:r w:rsidRPr="008A79ED">
        <w:t xml:space="preserve">: Introduction to Adverbs </w:t>
      </w:r>
      <w:proofErr w:type="gramStart"/>
      <w:r w:rsidRPr="008A79ED">
        <w:t>( Features</w:t>
      </w:r>
      <w:proofErr w:type="gramEnd"/>
      <w:r w:rsidRPr="008A79ED">
        <w:t xml:space="preserve"> and Functions)</w:t>
      </w:r>
    </w:p>
    <w:p w:rsidR="00DC6215" w:rsidRPr="008A79ED" w:rsidRDefault="00DC6215">
      <w:r w:rsidRPr="008A79ED">
        <w:t>Fill in the blanks with suitable adverbs. Choose from those given below.</w:t>
      </w:r>
    </w:p>
    <w:p w:rsidR="00DC6215" w:rsidRPr="008A79ED" w:rsidRDefault="00DC6215">
      <w:r w:rsidRPr="008A79ED">
        <w:t>Slowly   Quickly    Completely       Probably            Upstairs</w:t>
      </w:r>
    </w:p>
    <w:p w:rsidR="00DC6215" w:rsidRPr="008A79ED" w:rsidRDefault="00DC6215">
      <w:r w:rsidRPr="008A79ED">
        <w:t>Even        Often        Tomorrow</w:t>
      </w:r>
    </w:p>
    <w:p w:rsidR="00DC6215" w:rsidRPr="008A79ED" w:rsidRDefault="00DC6215">
      <w:r w:rsidRPr="008A79ED">
        <w:t>Only     Certainly       Neatly          Definitely         Happily</w:t>
      </w:r>
    </w:p>
    <w:p w:rsidR="00DC6215" w:rsidRPr="008A79ED" w:rsidRDefault="00DC6215"/>
    <w:p w:rsidR="00DC6215" w:rsidRPr="008A79ED" w:rsidRDefault="00DC6215">
      <w:r w:rsidRPr="008A79ED">
        <w:t>1. Polite people ……………………</w:t>
      </w:r>
      <w:proofErr w:type="gramStart"/>
      <w:r w:rsidRPr="008A79ED">
        <w:t>…..</w:t>
      </w:r>
      <w:proofErr w:type="gramEnd"/>
      <w:r w:rsidRPr="008A79ED">
        <w:t xml:space="preserve"> say thank-you.</w:t>
      </w:r>
    </w:p>
    <w:p w:rsidR="00DC6215" w:rsidRPr="008A79ED" w:rsidRDefault="00DC6215">
      <w:r w:rsidRPr="008A79ED">
        <w:t>2. I …………………………… have headaches.</w:t>
      </w:r>
    </w:p>
    <w:p w:rsidR="00DC6215" w:rsidRPr="008A79ED" w:rsidRDefault="00DC6215">
      <w:r w:rsidRPr="008A79ED">
        <w:t>3. You have ……………………</w:t>
      </w:r>
      <w:proofErr w:type="gramStart"/>
      <w:r w:rsidRPr="008A79ED">
        <w:t>…..</w:t>
      </w:r>
      <w:proofErr w:type="gramEnd"/>
      <w:r w:rsidRPr="008A79ED">
        <w:t xml:space="preserve"> been working too hard.</w:t>
      </w:r>
    </w:p>
    <w:p w:rsidR="00DC6215" w:rsidRPr="008A79ED" w:rsidRDefault="00DC6215">
      <w:r w:rsidRPr="008A79ED">
        <w:t>4. He always wears a coat, ………………………… in summer.</w:t>
      </w:r>
    </w:p>
    <w:p w:rsidR="00DC6215" w:rsidRPr="008A79ED" w:rsidRDefault="00DC6215">
      <w:r w:rsidRPr="008A79ED">
        <w:t>5. ……………………</w:t>
      </w:r>
      <w:proofErr w:type="gramStart"/>
      <w:r w:rsidRPr="008A79ED">
        <w:t>…..</w:t>
      </w:r>
      <w:proofErr w:type="gramEnd"/>
      <w:r w:rsidRPr="008A79ED">
        <w:t xml:space="preserve"> he can do a thing like that.</w:t>
      </w:r>
    </w:p>
    <w:p w:rsidR="00DC6215" w:rsidRPr="008A79ED" w:rsidRDefault="00DC6215">
      <w:r w:rsidRPr="008A79ED">
        <w:t>6. ………………………… I have got a meeting in New York.</w:t>
      </w:r>
    </w:p>
    <w:p w:rsidR="00DC6215" w:rsidRPr="008A79ED" w:rsidRDefault="00DC6215">
      <w:r w:rsidRPr="008A79ED">
        <w:t>7. She got dressed ……………………………</w:t>
      </w:r>
    </w:p>
    <w:p w:rsidR="00DC6215" w:rsidRPr="008A79ED" w:rsidRDefault="00DC6215">
      <w:r w:rsidRPr="008A79ED">
        <w:t>8. This time tomorrow I will be…………………………. working in my garden.</w:t>
      </w:r>
    </w:p>
    <w:p w:rsidR="00DC6215" w:rsidRPr="008A79ED" w:rsidRDefault="00DC6215">
      <w:r w:rsidRPr="008A79ED">
        <w:t>9. It will …………………………… rain this evening.</w:t>
      </w:r>
    </w:p>
    <w:p w:rsidR="00DC6215" w:rsidRPr="008A79ED" w:rsidRDefault="00DC6215">
      <w:r w:rsidRPr="008A79ED">
        <w:t>10. The children are playing ……………………</w:t>
      </w:r>
      <w:proofErr w:type="gramStart"/>
      <w:r w:rsidRPr="008A79ED">
        <w:t>…..</w:t>
      </w:r>
      <w:proofErr w:type="gramEnd"/>
    </w:p>
    <w:p w:rsidR="00DC6215" w:rsidRPr="008A79ED" w:rsidRDefault="00DC6215">
      <w:r w:rsidRPr="008A79ED">
        <w:t>11. I ……………………. feel better today.</w:t>
      </w:r>
    </w:p>
    <w:p w:rsidR="00DC6215" w:rsidRPr="008A79ED" w:rsidRDefault="00DC6215">
      <w:r w:rsidRPr="008A79ED">
        <w:t>12. My brother ………………………</w:t>
      </w:r>
      <w:proofErr w:type="gramStart"/>
      <w:r w:rsidRPr="008A79ED">
        <w:t>…..</w:t>
      </w:r>
      <w:proofErr w:type="gramEnd"/>
      <w:r w:rsidRPr="008A79ED">
        <w:t xml:space="preserve"> forgot my birthday.</w:t>
      </w:r>
    </w:p>
    <w:p w:rsidR="00DC6215" w:rsidRPr="008A79ED" w:rsidRDefault="00DC6215">
      <w:r w:rsidRPr="008A79ED">
        <w:t>13. Write your answers ………………………</w:t>
      </w:r>
    </w:p>
    <w:p w:rsidR="00DC6215" w:rsidRPr="008A79ED" w:rsidRDefault="00DC6215">
      <w:r w:rsidRPr="008A79ED">
        <w:t>14. She read the letter …………………………….</w:t>
      </w:r>
    </w:p>
    <w:p w:rsidR="00DC6215" w:rsidRPr="008A79ED" w:rsidRDefault="00DC6215">
      <w:r w:rsidRPr="008A79ED">
        <w:t xml:space="preserve">             </w:t>
      </w:r>
    </w:p>
    <w:p w:rsidR="00DC6215" w:rsidRPr="008A79ED" w:rsidRDefault="00DC6215">
      <w:r w:rsidRPr="008A79ED">
        <w:t xml:space="preserve">       </w:t>
      </w:r>
    </w:p>
    <w:p w:rsidR="00DC6215" w:rsidRPr="008A79ED" w:rsidRDefault="00DC6215">
      <w:r w:rsidRPr="008A79ED">
        <w:rPr>
          <w:b/>
        </w:rPr>
        <w:t>Topic</w:t>
      </w:r>
      <w:r w:rsidRPr="008A79ED">
        <w:t xml:space="preserve">:     </w:t>
      </w:r>
      <w:r w:rsidRPr="008A79ED">
        <w:rPr>
          <w:b/>
        </w:rPr>
        <w:t>Comprehension</w:t>
      </w:r>
      <w:r w:rsidRPr="008A79ED">
        <w:t>: Unit 9b page 117</w:t>
      </w:r>
    </w:p>
    <w:p w:rsidR="00DC6215" w:rsidRPr="008A79ED" w:rsidRDefault="00DC6215">
      <w:r w:rsidRPr="008A79ED">
        <w:rPr>
          <w:b/>
        </w:rPr>
        <w:t>Exercise</w:t>
      </w:r>
      <w:r w:rsidRPr="008A79ED">
        <w:t>: Do the practice below</w:t>
      </w:r>
    </w:p>
    <w:p w:rsidR="00DC6215" w:rsidRPr="008A79ED" w:rsidRDefault="00DC6215"/>
    <w:p w:rsidR="00DC6215" w:rsidRPr="008A79ED" w:rsidRDefault="00DC6215">
      <w:r w:rsidRPr="008A79ED">
        <w:t xml:space="preserve">  </w:t>
      </w:r>
    </w:p>
    <w:p w:rsidR="00DC6215" w:rsidRPr="008A79ED" w:rsidRDefault="00DC6215">
      <w:r w:rsidRPr="008A79ED">
        <w:rPr>
          <w:b/>
        </w:rPr>
        <w:t>Topic: Composition</w:t>
      </w:r>
      <w:r w:rsidRPr="008A79ED">
        <w:t xml:space="preserve">: Informal </w:t>
      </w:r>
      <w:proofErr w:type="gramStart"/>
      <w:r w:rsidRPr="008A79ED">
        <w:t>Letter :</w:t>
      </w:r>
      <w:proofErr w:type="gramEnd"/>
      <w:r w:rsidRPr="008A79ED">
        <w:t xml:space="preserve"> Letter to your cousin, telling him about your new school</w:t>
      </w:r>
    </w:p>
    <w:p w:rsidR="00DC6215" w:rsidRPr="008A79ED" w:rsidRDefault="00DC6215">
      <w:pPr>
        <w:rPr>
          <w:b/>
        </w:rPr>
      </w:pPr>
      <w:r w:rsidRPr="008A79ED">
        <w:rPr>
          <w:b/>
        </w:rPr>
        <w:t xml:space="preserve">           </w:t>
      </w:r>
    </w:p>
    <w:p w:rsidR="00DC6215" w:rsidRPr="008A79ED" w:rsidRDefault="00DC6215">
      <w:r w:rsidRPr="008A79ED">
        <w:rPr>
          <w:b/>
        </w:rPr>
        <w:t xml:space="preserve"> Topic: Literature</w:t>
      </w:r>
      <w:r w:rsidRPr="008A79ED">
        <w:t>: Review of recommended text/ Figures of speech</w:t>
      </w:r>
    </w:p>
    <w:p w:rsidR="00DC6215" w:rsidRPr="008A79ED" w:rsidRDefault="00DC6215">
      <w:r w:rsidRPr="008A79ED">
        <w:rPr>
          <w:b/>
        </w:rPr>
        <w:t>Evaluation</w:t>
      </w:r>
      <w:r w:rsidRPr="008A79ED">
        <w:t xml:space="preserve">: With reference to the recommended text, highlight the figures of speech used </w:t>
      </w:r>
    </w:p>
    <w:p w:rsidR="00DC6215" w:rsidRPr="008A79ED" w:rsidRDefault="00DC6215">
      <w:pPr>
        <w:rPr>
          <w:b/>
        </w:rPr>
      </w:pPr>
    </w:p>
    <w:p w:rsidR="00DC6215" w:rsidRPr="008A79ED" w:rsidRDefault="00DC6215">
      <w:r w:rsidRPr="008A79ED">
        <w:rPr>
          <w:b/>
        </w:rPr>
        <w:t>General Evaluation</w:t>
      </w:r>
      <w:r w:rsidRPr="008A79ED">
        <w:t>:</w:t>
      </w:r>
    </w:p>
    <w:p w:rsidR="00DC6215" w:rsidRPr="008A79ED" w:rsidRDefault="00DC6215">
      <w:r w:rsidRPr="008A79ED">
        <w:t>1. Write to your sick grandma in the village, wishing her a quick recovery.</w:t>
      </w:r>
    </w:p>
    <w:p w:rsidR="00DC6215" w:rsidRPr="008A79ED" w:rsidRDefault="00DC6215">
      <w:r w:rsidRPr="008A79ED">
        <w:t xml:space="preserve">2. Give five examples of three different kinds of adverbs </w:t>
      </w:r>
    </w:p>
    <w:p w:rsidR="00DC6215" w:rsidRPr="008A79ED" w:rsidRDefault="00DC6215">
      <w:pPr>
        <w:rPr>
          <w:b/>
        </w:rPr>
      </w:pPr>
    </w:p>
    <w:p w:rsidR="00DC6215" w:rsidRPr="008A79ED" w:rsidRDefault="00DC6215">
      <w:r w:rsidRPr="008A79ED">
        <w:rPr>
          <w:b/>
        </w:rPr>
        <w:t>Weekend Assignment</w:t>
      </w:r>
      <w:r w:rsidRPr="008A79ED">
        <w:t>:</w:t>
      </w:r>
    </w:p>
    <w:p w:rsidR="00DC6215" w:rsidRPr="008A79ED" w:rsidRDefault="00DC6215">
      <w:r w:rsidRPr="008A79ED">
        <w:t>Identify the figure of speech used in the following sentences.</w:t>
      </w:r>
    </w:p>
    <w:p w:rsidR="00DC6215" w:rsidRPr="008A79ED" w:rsidRDefault="00DC6215">
      <w:r w:rsidRPr="008A79ED">
        <w:t>1. The camel is the ship of the desert.</w:t>
      </w:r>
      <w:r w:rsidR="00ED5061" w:rsidRPr="008A79ED">
        <w:t xml:space="preserve"> </w:t>
      </w:r>
      <w:r w:rsidRPr="008A79ED">
        <w:t>a) Metaphor</w:t>
      </w:r>
      <w:r w:rsidR="00ED5061" w:rsidRPr="008A79ED">
        <w:t xml:space="preserve"> </w:t>
      </w:r>
      <w:r w:rsidRPr="008A79ED">
        <w:t>b) Simile</w:t>
      </w:r>
      <w:r w:rsidR="00ED5061" w:rsidRPr="008A79ED">
        <w:t xml:space="preserve"> </w:t>
      </w:r>
      <w:r w:rsidRPr="008A79ED">
        <w:t>c) Oxymoron</w:t>
      </w:r>
      <w:r w:rsidR="00ED5061" w:rsidRPr="008A79ED">
        <w:t xml:space="preserve"> </w:t>
      </w:r>
      <w:r w:rsidRPr="008A79ED">
        <w:t>d) Epigram</w:t>
      </w:r>
    </w:p>
    <w:p w:rsidR="00DC6215" w:rsidRPr="008A79ED" w:rsidRDefault="00DC6215">
      <w:r w:rsidRPr="008A79ED">
        <w:lastRenderedPageBreak/>
        <w:t>2. Death lays its icy hands on Kings.</w:t>
      </w:r>
      <w:r w:rsidR="00ED5061" w:rsidRPr="008A79ED">
        <w:t xml:space="preserve"> </w:t>
      </w:r>
      <w:r w:rsidRPr="008A79ED">
        <w:t>a</w:t>
      </w:r>
      <w:r w:rsidR="00ED5061" w:rsidRPr="008A79ED">
        <w:t>) Epigram b) Antithesis</w:t>
      </w:r>
      <w:r w:rsidR="00EB3A9C" w:rsidRPr="008A79ED">
        <w:t xml:space="preserve"> </w:t>
      </w:r>
      <w:r w:rsidR="00ED5061" w:rsidRPr="008A79ED">
        <w:t>c) Metapho</w:t>
      </w:r>
      <w:r w:rsidRPr="008A79ED">
        <w:t>r</w:t>
      </w:r>
      <w:r w:rsidR="00ED5061" w:rsidRPr="008A79ED">
        <w:t xml:space="preserve"> </w:t>
      </w:r>
      <w:r w:rsidRPr="008A79ED">
        <w:t>d) Personification</w:t>
      </w:r>
    </w:p>
    <w:p w:rsidR="00DC6215" w:rsidRPr="008A79ED" w:rsidRDefault="00DC6215">
      <w:r w:rsidRPr="008A79ED">
        <w:t xml:space="preserve">3. O Hamlet! Thou </w:t>
      </w:r>
      <w:proofErr w:type="gramStart"/>
      <w:r w:rsidRPr="008A79ED">
        <w:t>has</w:t>
      </w:r>
      <w:proofErr w:type="gramEnd"/>
      <w:r w:rsidRPr="008A79ED">
        <w:t xml:space="preserve"> cleft my heart in twain.</w:t>
      </w:r>
      <w:r w:rsidR="00ED5061" w:rsidRPr="008A79ED">
        <w:t xml:space="preserve"> </w:t>
      </w:r>
      <w:r w:rsidRPr="008A79ED">
        <w:t>a) Metaphor</w:t>
      </w:r>
      <w:r w:rsidR="00ED5061" w:rsidRPr="008A79ED">
        <w:t xml:space="preserve"> </w:t>
      </w:r>
      <w:r w:rsidRPr="008A79ED">
        <w:t>b) Hyperbole</w:t>
      </w:r>
      <w:r w:rsidR="00ED5061" w:rsidRPr="008A79ED">
        <w:t xml:space="preserve"> </w:t>
      </w:r>
      <w:r w:rsidRPr="008A79ED">
        <w:t>c) Oxymoron</w:t>
      </w:r>
      <w:r w:rsidR="00ED5061" w:rsidRPr="008A79ED">
        <w:t xml:space="preserve"> </w:t>
      </w:r>
      <w:r w:rsidRPr="008A79ED">
        <w:t>d) Apostrophe</w:t>
      </w:r>
    </w:p>
    <w:p w:rsidR="00DC6215" w:rsidRPr="008A79ED" w:rsidRDefault="00DC6215">
      <w:r w:rsidRPr="008A79ED">
        <w:t>4. O death! Where is thy sting? O grave! Where is thy victory?</w:t>
      </w:r>
      <w:r w:rsidR="00ED5061" w:rsidRPr="008A79ED">
        <w:t xml:space="preserve"> </w:t>
      </w:r>
      <w:r w:rsidRPr="008A79ED">
        <w:t>a) Oxymoron</w:t>
      </w:r>
      <w:r w:rsidR="00ED5061" w:rsidRPr="008A79ED">
        <w:t xml:space="preserve"> </w:t>
      </w:r>
      <w:r w:rsidRPr="008A79ED">
        <w:t>b) Hyperbole</w:t>
      </w:r>
      <w:r w:rsidR="00ED5061" w:rsidRPr="008A79ED">
        <w:t xml:space="preserve"> </w:t>
      </w:r>
      <w:r w:rsidRPr="008A79ED">
        <w:t>c) Metaphor</w:t>
      </w:r>
      <w:r w:rsidR="00ED5061" w:rsidRPr="008A79ED">
        <w:t xml:space="preserve"> </w:t>
      </w:r>
      <w:r w:rsidRPr="008A79ED">
        <w:t>d) Apostrophe</w:t>
      </w:r>
    </w:p>
    <w:p w:rsidR="00DC6215" w:rsidRPr="008A79ED" w:rsidRDefault="00DC6215">
      <w:r w:rsidRPr="008A79ED">
        <w:t xml:space="preserve">5. Life is as tedious as a twice-told </w:t>
      </w:r>
      <w:proofErr w:type="gramStart"/>
      <w:r w:rsidRPr="008A79ED">
        <w:t>tale</w:t>
      </w:r>
      <w:r w:rsidR="00ED5061" w:rsidRPr="008A79ED">
        <w:t xml:space="preserve"> </w:t>
      </w:r>
      <w:r w:rsidRPr="008A79ED">
        <w:t>.a</w:t>
      </w:r>
      <w:proofErr w:type="gramEnd"/>
      <w:r w:rsidRPr="008A79ED">
        <w:t>) Simile</w:t>
      </w:r>
      <w:r w:rsidR="00ED5061" w:rsidRPr="008A79ED">
        <w:t xml:space="preserve"> </w:t>
      </w:r>
      <w:r w:rsidRPr="008A79ED">
        <w:t>b) Metaphor</w:t>
      </w:r>
      <w:r w:rsidR="00ED5061" w:rsidRPr="008A79ED">
        <w:t xml:space="preserve"> </w:t>
      </w:r>
      <w:r w:rsidRPr="008A79ED">
        <w:t>c) Hyperbole</w:t>
      </w:r>
      <w:r w:rsidR="00ED5061" w:rsidRPr="008A79ED">
        <w:t xml:space="preserve"> </w:t>
      </w:r>
      <w:r w:rsidRPr="008A79ED">
        <w:t>d) Apostrophe</w:t>
      </w:r>
    </w:p>
    <w:p w:rsidR="00DC6215" w:rsidRPr="008A79ED" w:rsidRDefault="00DC6215">
      <w:r w:rsidRPr="008A79ED">
        <w:t>6. Variety is the spice of life.</w:t>
      </w:r>
      <w:r w:rsidR="00ED5061" w:rsidRPr="008A79ED">
        <w:t xml:space="preserve"> </w:t>
      </w:r>
      <w:r w:rsidRPr="008A79ED">
        <w:t>a) Metaphor</w:t>
      </w:r>
      <w:r w:rsidR="00ED5061" w:rsidRPr="008A79ED">
        <w:t xml:space="preserve"> </w:t>
      </w:r>
      <w:r w:rsidRPr="008A79ED">
        <w:t>b) Simile</w:t>
      </w:r>
      <w:r w:rsidR="00ED5061" w:rsidRPr="008A79ED">
        <w:t xml:space="preserve"> </w:t>
      </w:r>
      <w:r w:rsidRPr="008A79ED">
        <w:t>c) Hyperbole</w:t>
      </w:r>
      <w:r w:rsidR="00ED5061" w:rsidRPr="008A79ED">
        <w:t xml:space="preserve"> </w:t>
      </w:r>
      <w:r w:rsidRPr="008A79ED">
        <w:t>d) Antithesis</w:t>
      </w:r>
    </w:p>
    <w:p w:rsidR="00DC6215" w:rsidRPr="008A79ED" w:rsidRDefault="00DC6215">
      <w:r w:rsidRPr="008A79ED">
        <w:t xml:space="preserve">7. Pride </w:t>
      </w:r>
      <w:proofErr w:type="spellStart"/>
      <w:r w:rsidRPr="008A79ED">
        <w:t>goeth</w:t>
      </w:r>
      <w:proofErr w:type="spellEnd"/>
      <w:r w:rsidRPr="008A79ED">
        <w:t xml:space="preserve"> forth on horseback, grand and gay</w:t>
      </w:r>
      <w:r w:rsidR="00ED5061" w:rsidRPr="008A79ED">
        <w:t xml:space="preserve"> </w:t>
      </w:r>
      <w:r w:rsidRPr="008A79ED">
        <w:t>a) Personification</w:t>
      </w:r>
      <w:r w:rsidR="00ED5061" w:rsidRPr="008A79ED">
        <w:t xml:space="preserve"> </w:t>
      </w:r>
      <w:r w:rsidRPr="008A79ED">
        <w:t>b) Hyperbole</w:t>
      </w:r>
      <w:r w:rsidR="00ED5061" w:rsidRPr="008A79ED">
        <w:t xml:space="preserve"> </w:t>
      </w:r>
      <w:r w:rsidRPr="008A79ED">
        <w:t>c) Apostrophe</w:t>
      </w:r>
      <w:r w:rsidR="00ED5061" w:rsidRPr="008A79ED">
        <w:t xml:space="preserve"> </w:t>
      </w:r>
      <w:r w:rsidRPr="008A79ED">
        <w:t>d) Metaphor</w:t>
      </w:r>
    </w:p>
    <w:p w:rsidR="00DC6215" w:rsidRPr="008A79ED" w:rsidRDefault="00DC6215">
      <w:r w:rsidRPr="008A79ED">
        <w:t>8. O Solitude! Where are the charms that sages have seen in</w:t>
      </w:r>
      <w:r w:rsidR="00ED5061" w:rsidRPr="008A79ED">
        <w:t xml:space="preserve"> </w:t>
      </w:r>
      <w:r w:rsidRPr="008A79ED">
        <w:t>thy face?</w:t>
      </w:r>
      <w:r w:rsidR="00ED5061" w:rsidRPr="008A79ED">
        <w:t xml:space="preserve"> </w:t>
      </w:r>
      <w:r w:rsidRPr="008A79ED">
        <w:t>a) Personification</w:t>
      </w:r>
      <w:r w:rsidR="00ED5061" w:rsidRPr="008A79ED">
        <w:t xml:space="preserve"> </w:t>
      </w:r>
      <w:r w:rsidRPr="008A79ED">
        <w:t>b) Apostrophe</w:t>
      </w:r>
      <w:r w:rsidR="00ED5061" w:rsidRPr="008A79ED">
        <w:t xml:space="preserve"> </w:t>
      </w:r>
      <w:r w:rsidRPr="008A79ED">
        <w:t>c) Hyperbole</w:t>
      </w:r>
      <w:r w:rsidR="00ED5061" w:rsidRPr="008A79ED">
        <w:t xml:space="preserve"> </w:t>
      </w:r>
      <w:r w:rsidRPr="008A79ED">
        <w:t>d) Antithesis</w:t>
      </w:r>
    </w:p>
    <w:p w:rsidR="00DC6215" w:rsidRPr="008A79ED" w:rsidRDefault="00DC6215">
      <w:r w:rsidRPr="008A79ED">
        <w:t>9. Here is the smell of blood still; all the perfumes of Arabia will not sweeten this little hand.</w:t>
      </w:r>
      <w:r w:rsidR="00ED5061" w:rsidRPr="008A79ED">
        <w:t xml:space="preserve"> </w:t>
      </w:r>
      <w:r w:rsidRPr="008A79ED">
        <w:t>a) Hyperbole</w:t>
      </w:r>
      <w:r w:rsidR="00ED5061" w:rsidRPr="008A79ED">
        <w:t xml:space="preserve"> </w:t>
      </w:r>
      <w:r w:rsidRPr="008A79ED">
        <w:t>b) Antithesis</w:t>
      </w:r>
      <w:r w:rsidR="00ED5061" w:rsidRPr="008A79ED">
        <w:t xml:space="preserve"> </w:t>
      </w:r>
      <w:r w:rsidRPr="008A79ED">
        <w:t>c) Personification</w:t>
      </w:r>
      <w:r w:rsidR="00ED5061" w:rsidRPr="008A79ED">
        <w:t xml:space="preserve"> </w:t>
      </w:r>
      <w:r w:rsidRPr="008A79ED">
        <w:t>d) Metaphor</w:t>
      </w:r>
    </w:p>
    <w:p w:rsidR="00DC6215" w:rsidRPr="008A79ED" w:rsidRDefault="00DC6215">
      <w:r w:rsidRPr="008A79ED">
        <w:t>10. Many are called, few are chosen</w:t>
      </w:r>
      <w:r w:rsidR="00ED5061" w:rsidRPr="008A79ED">
        <w:t xml:space="preserve"> </w:t>
      </w:r>
      <w:r w:rsidRPr="008A79ED">
        <w:t>a) Oxymoron</w:t>
      </w:r>
      <w:r w:rsidR="00ED5061" w:rsidRPr="008A79ED">
        <w:t xml:space="preserve"> </w:t>
      </w:r>
      <w:r w:rsidRPr="008A79ED">
        <w:t>b) Antithesis</w:t>
      </w:r>
      <w:r w:rsidR="00ED5061" w:rsidRPr="008A79ED">
        <w:t xml:space="preserve"> </w:t>
      </w:r>
      <w:r w:rsidRPr="008A79ED">
        <w:t>c) Hyperbole</w:t>
      </w:r>
      <w:r w:rsidR="00ED5061" w:rsidRPr="008A79ED">
        <w:t xml:space="preserve"> </w:t>
      </w:r>
      <w:r w:rsidRPr="008A79ED">
        <w:t>d) Personification</w:t>
      </w:r>
    </w:p>
    <w:p w:rsidR="00DC6215" w:rsidRPr="008A79ED" w:rsidRDefault="00DC6215">
      <w:pPr>
        <w:jc w:val="center"/>
        <w:rPr>
          <w:b/>
        </w:rPr>
      </w:pPr>
    </w:p>
    <w:p w:rsidR="00DC6215" w:rsidRPr="008A79ED" w:rsidRDefault="00DC6215">
      <w:pPr>
        <w:jc w:val="center"/>
        <w:rPr>
          <w:b/>
        </w:rPr>
      </w:pPr>
    </w:p>
    <w:p w:rsidR="00DC6215" w:rsidRPr="008A79ED" w:rsidRDefault="00DC6215">
      <w:pPr>
        <w:jc w:val="center"/>
        <w:rPr>
          <w:b/>
        </w:rPr>
      </w:pPr>
      <w:r w:rsidRPr="008A79ED">
        <w:rPr>
          <w:b/>
        </w:rPr>
        <w:t>WEEK TEN</w:t>
      </w:r>
    </w:p>
    <w:p w:rsidR="00DC6215" w:rsidRPr="008A79ED" w:rsidRDefault="00DC6215">
      <w:r w:rsidRPr="008A79ED">
        <w:t xml:space="preserve">      Revision </w:t>
      </w:r>
    </w:p>
    <w:p w:rsidR="00DC6215" w:rsidRPr="008A79ED" w:rsidRDefault="00DC6215"/>
    <w:p w:rsidR="00DC6215" w:rsidRPr="008A79ED" w:rsidRDefault="00DC6215">
      <w:pPr>
        <w:jc w:val="center"/>
        <w:rPr>
          <w:b/>
        </w:rPr>
      </w:pPr>
    </w:p>
    <w:p w:rsidR="00DC6215" w:rsidRPr="008A79ED" w:rsidRDefault="00DC6215">
      <w:pPr>
        <w:jc w:val="center"/>
        <w:rPr>
          <w:b/>
        </w:rPr>
      </w:pPr>
      <w:r w:rsidRPr="008A79ED">
        <w:rPr>
          <w:b/>
        </w:rPr>
        <w:t>WEEK ELEVEN</w:t>
      </w:r>
    </w:p>
    <w:p w:rsidR="00DC6215" w:rsidRPr="008A79ED" w:rsidRDefault="00DC6215">
      <w:pPr>
        <w:jc w:val="center"/>
        <w:rPr>
          <w:b/>
        </w:rPr>
      </w:pPr>
      <w:r w:rsidRPr="008A79ED">
        <w:rPr>
          <w:b/>
        </w:rPr>
        <w:t>Test/ Examination</w:t>
      </w:r>
    </w:p>
    <w:p w:rsidR="00FD2470" w:rsidRPr="008A79ED" w:rsidRDefault="00FD2470" w:rsidP="00E21AD4">
      <w:pPr>
        <w:tabs>
          <w:tab w:val="left" w:pos="-540"/>
          <w:tab w:val="left" w:pos="1080"/>
          <w:tab w:val="left" w:pos="8460"/>
        </w:tabs>
        <w:ind w:left="-720"/>
      </w:pPr>
    </w:p>
    <w:sectPr w:rsidR="00FD2470" w:rsidRPr="008A79ED" w:rsidSect="0019174F">
      <w:footerReference w:type="even" r:id="rId7"/>
      <w:footerReference w:type="default" r:id="rId8"/>
      <w:pgSz w:w="12240" w:h="15840"/>
      <w:pgMar w:top="36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7D2" w:rsidRDefault="004967D2">
      <w:r>
        <w:separator/>
      </w:r>
    </w:p>
  </w:endnote>
  <w:endnote w:type="continuationSeparator" w:id="0">
    <w:p w:rsidR="004967D2" w:rsidRDefault="0049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716" w:rsidRDefault="001F3716" w:rsidP="00BB37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F3716" w:rsidRDefault="001F3716" w:rsidP="001F37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716" w:rsidRPr="008A79ED" w:rsidRDefault="00DD1A8E" w:rsidP="008A79ED">
    <w:pPr>
      <w:pStyle w:val="Footer"/>
    </w:pPr>
    <w:r w:rsidRPr="009062E3">
      <w:rPr>
        <w:noProof/>
      </w:rPr>
      <w:drawing>
        <wp:inline distT="0" distB="0" distL="0" distR="0">
          <wp:extent cx="1280160" cy="316865"/>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7D2" w:rsidRDefault="004967D2">
      <w:r>
        <w:separator/>
      </w:r>
    </w:p>
  </w:footnote>
  <w:footnote w:type="continuationSeparator" w:id="0">
    <w:p w:rsidR="004967D2" w:rsidRDefault="00496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C365516"/>
    <w:lvl w:ilvl="0" w:tplc="2EC8240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 w15:restartNumberingAfterBreak="0">
    <w:nsid w:val="00000002"/>
    <w:multiLevelType w:val="hybridMultilevel"/>
    <w:tmpl w:val="59E4DA38"/>
    <w:lvl w:ilvl="0" w:tplc="F404BCC4">
      <w:start w:val="1"/>
      <w:numFmt w:val="decimal"/>
      <w:lvlText w:val="%1."/>
      <w:lvlJc w:val="left"/>
      <w:pPr>
        <w:tabs>
          <w:tab w:val="num" w:pos="-360"/>
        </w:tabs>
        <w:ind w:left="-360" w:hanging="360"/>
      </w:pPr>
      <w:rPr>
        <w:rFonts w:hint="default"/>
        <w:u w:val="none"/>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2" w15:restartNumberingAfterBreak="0">
    <w:nsid w:val="00000003"/>
    <w:multiLevelType w:val="hybridMultilevel"/>
    <w:tmpl w:val="887EB37A"/>
    <w:lvl w:ilvl="0" w:tplc="4E326490">
      <w:start w:val="8"/>
      <w:numFmt w:val="decimal"/>
      <w:lvlText w:val="%1."/>
      <w:lvlJc w:val="left"/>
      <w:pPr>
        <w:tabs>
          <w:tab w:val="num" w:pos="720"/>
        </w:tabs>
        <w:ind w:left="720" w:hanging="144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3" w15:restartNumberingAfterBreak="0">
    <w:nsid w:val="00000004"/>
    <w:multiLevelType w:val="hybridMultilevel"/>
    <w:tmpl w:val="99E8F82E"/>
    <w:lvl w:ilvl="0" w:tplc="A254198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4" w15:restartNumberingAfterBreak="0">
    <w:nsid w:val="00000005"/>
    <w:multiLevelType w:val="hybridMultilevel"/>
    <w:tmpl w:val="E43A2090"/>
    <w:lvl w:ilvl="0" w:tplc="1CD80F9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5" w15:restartNumberingAfterBreak="0">
    <w:nsid w:val="00000006"/>
    <w:multiLevelType w:val="hybridMultilevel"/>
    <w:tmpl w:val="4B94D7E6"/>
    <w:lvl w:ilvl="0" w:tplc="069856A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6" w15:restartNumberingAfterBreak="0">
    <w:nsid w:val="00000007"/>
    <w:multiLevelType w:val="hybridMultilevel"/>
    <w:tmpl w:val="51FCA0F4"/>
    <w:lvl w:ilvl="0" w:tplc="423EC8B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7" w15:restartNumberingAfterBreak="0">
    <w:nsid w:val="00000008"/>
    <w:multiLevelType w:val="hybridMultilevel"/>
    <w:tmpl w:val="DEE4753C"/>
    <w:lvl w:ilvl="0" w:tplc="626892D8">
      <w:start w:val="1"/>
      <w:numFmt w:val="lowerRoman"/>
      <w:lvlText w:val="%1."/>
      <w:lvlJc w:val="left"/>
      <w:pPr>
        <w:tabs>
          <w:tab w:val="num" w:pos="0"/>
        </w:tabs>
        <w:ind w:left="0" w:hanging="72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8" w15:restartNumberingAfterBreak="0">
    <w:nsid w:val="00000009"/>
    <w:multiLevelType w:val="hybridMultilevel"/>
    <w:tmpl w:val="E126FD76"/>
    <w:lvl w:ilvl="0" w:tplc="80048C7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9" w15:restartNumberingAfterBreak="0">
    <w:nsid w:val="0000000A"/>
    <w:multiLevelType w:val="hybridMultilevel"/>
    <w:tmpl w:val="EDCEA066"/>
    <w:lvl w:ilvl="0" w:tplc="3342F44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0" w15:restartNumberingAfterBreak="0">
    <w:nsid w:val="0000000B"/>
    <w:multiLevelType w:val="hybridMultilevel"/>
    <w:tmpl w:val="7EBC5208"/>
    <w:lvl w:ilvl="0" w:tplc="D4FA25C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1" w15:restartNumberingAfterBreak="0">
    <w:nsid w:val="0000000C"/>
    <w:multiLevelType w:val="hybridMultilevel"/>
    <w:tmpl w:val="4FEA219E"/>
    <w:lvl w:ilvl="0" w:tplc="851ABCA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2" w15:restartNumberingAfterBreak="0">
    <w:nsid w:val="0000000D"/>
    <w:multiLevelType w:val="hybridMultilevel"/>
    <w:tmpl w:val="AB82308A"/>
    <w:lvl w:ilvl="0" w:tplc="B4E89BB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3" w15:restartNumberingAfterBreak="0">
    <w:nsid w:val="0000000E"/>
    <w:multiLevelType w:val="hybridMultilevel"/>
    <w:tmpl w:val="B0F68450"/>
    <w:lvl w:ilvl="0" w:tplc="E14CBFF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4" w15:restartNumberingAfterBreak="0">
    <w:nsid w:val="0000000F"/>
    <w:multiLevelType w:val="hybridMultilevel"/>
    <w:tmpl w:val="95C41802"/>
    <w:lvl w:ilvl="0" w:tplc="C476680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5" w15:restartNumberingAfterBreak="0">
    <w:nsid w:val="00000010"/>
    <w:multiLevelType w:val="hybridMultilevel"/>
    <w:tmpl w:val="A6802FF8"/>
    <w:lvl w:ilvl="0" w:tplc="1520DA9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6" w15:restartNumberingAfterBreak="0">
    <w:nsid w:val="00000011"/>
    <w:multiLevelType w:val="hybridMultilevel"/>
    <w:tmpl w:val="9698D9FE"/>
    <w:lvl w:ilvl="0" w:tplc="F1A4ABB4">
      <w:start w:val="1"/>
      <w:numFmt w:val="lowerRoman"/>
      <w:lvlText w:val="%1."/>
      <w:lvlJc w:val="left"/>
      <w:pPr>
        <w:tabs>
          <w:tab w:val="num" w:pos="0"/>
        </w:tabs>
        <w:ind w:left="0" w:hanging="72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7" w15:restartNumberingAfterBreak="0">
    <w:nsid w:val="00000012"/>
    <w:multiLevelType w:val="hybridMultilevel"/>
    <w:tmpl w:val="2820B232"/>
    <w:lvl w:ilvl="0" w:tplc="9BA2246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8" w15:restartNumberingAfterBreak="0">
    <w:nsid w:val="00000013"/>
    <w:multiLevelType w:val="hybridMultilevel"/>
    <w:tmpl w:val="1D828E40"/>
    <w:lvl w:ilvl="0" w:tplc="52AC046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9" w15:restartNumberingAfterBreak="0">
    <w:nsid w:val="00000014"/>
    <w:multiLevelType w:val="hybridMultilevel"/>
    <w:tmpl w:val="FAFEA6D6"/>
    <w:lvl w:ilvl="0" w:tplc="38B0300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20" w15:restartNumberingAfterBreak="0">
    <w:nsid w:val="00000015"/>
    <w:multiLevelType w:val="hybridMultilevel"/>
    <w:tmpl w:val="BBDA18F6"/>
    <w:lvl w:ilvl="0" w:tplc="FBAA4FB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21" w15:restartNumberingAfterBreak="0">
    <w:nsid w:val="00000016"/>
    <w:multiLevelType w:val="hybridMultilevel"/>
    <w:tmpl w:val="B0AEB5B6"/>
    <w:lvl w:ilvl="0" w:tplc="4300A83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22" w15:restartNumberingAfterBreak="0">
    <w:nsid w:val="00000017"/>
    <w:multiLevelType w:val="hybridMultilevel"/>
    <w:tmpl w:val="5F104EFE"/>
    <w:lvl w:ilvl="0" w:tplc="A736338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23" w15:restartNumberingAfterBreak="0">
    <w:nsid w:val="00000018"/>
    <w:multiLevelType w:val="hybridMultilevel"/>
    <w:tmpl w:val="2572E7A2"/>
    <w:lvl w:ilvl="0" w:tplc="CA84A29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24" w15:restartNumberingAfterBreak="0">
    <w:nsid w:val="00000019"/>
    <w:multiLevelType w:val="hybridMultilevel"/>
    <w:tmpl w:val="3DB6FDDC"/>
    <w:lvl w:ilvl="0" w:tplc="A76445C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25" w15:restartNumberingAfterBreak="0">
    <w:nsid w:val="0000001A"/>
    <w:multiLevelType w:val="hybridMultilevel"/>
    <w:tmpl w:val="4AA04F9E"/>
    <w:lvl w:ilvl="0" w:tplc="4028CF1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26" w15:restartNumberingAfterBreak="0">
    <w:nsid w:val="0000001B"/>
    <w:multiLevelType w:val="hybridMultilevel"/>
    <w:tmpl w:val="AAAACD26"/>
    <w:lvl w:ilvl="0" w:tplc="268C115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num w:numId="1">
    <w:abstractNumId w:val="2"/>
  </w:num>
  <w:num w:numId="2">
    <w:abstractNumId w:val="15"/>
  </w:num>
  <w:num w:numId="3">
    <w:abstractNumId w:val="13"/>
  </w:num>
  <w:num w:numId="4">
    <w:abstractNumId w:val="22"/>
  </w:num>
  <w:num w:numId="5">
    <w:abstractNumId w:val="12"/>
  </w:num>
  <w:num w:numId="6">
    <w:abstractNumId w:val="10"/>
  </w:num>
  <w:num w:numId="7">
    <w:abstractNumId w:val="14"/>
  </w:num>
  <w:num w:numId="8">
    <w:abstractNumId w:val="19"/>
  </w:num>
  <w:num w:numId="9">
    <w:abstractNumId w:val="4"/>
  </w:num>
  <w:num w:numId="10">
    <w:abstractNumId w:val="16"/>
  </w:num>
  <w:num w:numId="11">
    <w:abstractNumId w:val="7"/>
  </w:num>
  <w:num w:numId="12">
    <w:abstractNumId w:val="24"/>
  </w:num>
  <w:num w:numId="13">
    <w:abstractNumId w:val="11"/>
  </w:num>
  <w:num w:numId="14">
    <w:abstractNumId w:val="6"/>
  </w:num>
  <w:num w:numId="15">
    <w:abstractNumId w:val="1"/>
  </w:num>
  <w:num w:numId="16">
    <w:abstractNumId w:val="0"/>
  </w:num>
  <w:num w:numId="17">
    <w:abstractNumId w:val="21"/>
  </w:num>
  <w:num w:numId="18">
    <w:abstractNumId w:val="5"/>
  </w:num>
  <w:num w:numId="19">
    <w:abstractNumId w:val="17"/>
  </w:num>
  <w:num w:numId="20">
    <w:abstractNumId w:val="20"/>
  </w:num>
  <w:num w:numId="21">
    <w:abstractNumId w:val="9"/>
  </w:num>
  <w:num w:numId="22">
    <w:abstractNumId w:val="23"/>
  </w:num>
  <w:num w:numId="23">
    <w:abstractNumId w:val="18"/>
  </w:num>
  <w:num w:numId="24">
    <w:abstractNumId w:val="26"/>
  </w:num>
  <w:num w:numId="25">
    <w:abstractNumId w:val="25"/>
  </w:num>
  <w:num w:numId="26">
    <w:abstractNumId w:val="8"/>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77D55"/>
    <w:rsid w:val="000A25C5"/>
    <w:rsid w:val="000A448B"/>
    <w:rsid w:val="000B2579"/>
    <w:rsid w:val="000C18F1"/>
    <w:rsid w:val="000D2C14"/>
    <w:rsid w:val="000E1F1B"/>
    <w:rsid w:val="00105356"/>
    <w:rsid w:val="00112B8E"/>
    <w:rsid w:val="00120627"/>
    <w:rsid w:val="00142006"/>
    <w:rsid w:val="001431AF"/>
    <w:rsid w:val="0014704B"/>
    <w:rsid w:val="00153C6D"/>
    <w:rsid w:val="0016179E"/>
    <w:rsid w:val="00172A27"/>
    <w:rsid w:val="0019174F"/>
    <w:rsid w:val="00196E7A"/>
    <w:rsid w:val="001A3953"/>
    <w:rsid w:val="001B1EF1"/>
    <w:rsid w:val="001E315E"/>
    <w:rsid w:val="001F3716"/>
    <w:rsid w:val="00204C88"/>
    <w:rsid w:val="00213F74"/>
    <w:rsid w:val="00222D0C"/>
    <w:rsid w:val="00245EE6"/>
    <w:rsid w:val="00253987"/>
    <w:rsid w:val="002C2DF8"/>
    <w:rsid w:val="002D123C"/>
    <w:rsid w:val="002D4BDC"/>
    <w:rsid w:val="002E6702"/>
    <w:rsid w:val="00302E88"/>
    <w:rsid w:val="00307223"/>
    <w:rsid w:val="00314F12"/>
    <w:rsid w:val="003C2F2D"/>
    <w:rsid w:val="003C6539"/>
    <w:rsid w:val="003C6DB0"/>
    <w:rsid w:val="003D3569"/>
    <w:rsid w:val="003D3DBC"/>
    <w:rsid w:val="003E1E4E"/>
    <w:rsid w:val="00405E9C"/>
    <w:rsid w:val="0044033B"/>
    <w:rsid w:val="00452033"/>
    <w:rsid w:val="0047787F"/>
    <w:rsid w:val="004967D2"/>
    <w:rsid w:val="004E3DE5"/>
    <w:rsid w:val="004E4CC9"/>
    <w:rsid w:val="004E647C"/>
    <w:rsid w:val="004E7F0E"/>
    <w:rsid w:val="00503134"/>
    <w:rsid w:val="005179EC"/>
    <w:rsid w:val="00536EAC"/>
    <w:rsid w:val="00567F13"/>
    <w:rsid w:val="00592AD9"/>
    <w:rsid w:val="005942DC"/>
    <w:rsid w:val="005C0A38"/>
    <w:rsid w:val="005D3794"/>
    <w:rsid w:val="005E719C"/>
    <w:rsid w:val="006554D8"/>
    <w:rsid w:val="00673B47"/>
    <w:rsid w:val="00682940"/>
    <w:rsid w:val="006A52BC"/>
    <w:rsid w:val="006B1A95"/>
    <w:rsid w:val="006D2171"/>
    <w:rsid w:val="00707F1B"/>
    <w:rsid w:val="00723C6D"/>
    <w:rsid w:val="0074198D"/>
    <w:rsid w:val="00745CFD"/>
    <w:rsid w:val="00784389"/>
    <w:rsid w:val="00791C19"/>
    <w:rsid w:val="007C31B2"/>
    <w:rsid w:val="007D157C"/>
    <w:rsid w:val="00835B03"/>
    <w:rsid w:val="00860506"/>
    <w:rsid w:val="00860B23"/>
    <w:rsid w:val="00864F11"/>
    <w:rsid w:val="00876D1C"/>
    <w:rsid w:val="0089241E"/>
    <w:rsid w:val="008A79ED"/>
    <w:rsid w:val="008D1D42"/>
    <w:rsid w:val="009049F7"/>
    <w:rsid w:val="009115BD"/>
    <w:rsid w:val="009155FC"/>
    <w:rsid w:val="009240BD"/>
    <w:rsid w:val="009442C1"/>
    <w:rsid w:val="00944D6E"/>
    <w:rsid w:val="00983116"/>
    <w:rsid w:val="00984002"/>
    <w:rsid w:val="009D0044"/>
    <w:rsid w:val="009D5B14"/>
    <w:rsid w:val="009D5FF5"/>
    <w:rsid w:val="00A27FE8"/>
    <w:rsid w:val="00A445B0"/>
    <w:rsid w:val="00A827FC"/>
    <w:rsid w:val="00AB2C45"/>
    <w:rsid w:val="00AD7CCE"/>
    <w:rsid w:val="00B0274F"/>
    <w:rsid w:val="00B46965"/>
    <w:rsid w:val="00B70168"/>
    <w:rsid w:val="00B83138"/>
    <w:rsid w:val="00B9118E"/>
    <w:rsid w:val="00BB37A2"/>
    <w:rsid w:val="00BC5D3F"/>
    <w:rsid w:val="00C037E8"/>
    <w:rsid w:val="00C11051"/>
    <w:rsid w:val="00C1611C"/>
    <w:rsid w:val="00C3100D"/>
    <w:rsid w:val="00C570DB"/>
    <w:rsid w:val="00C714F7"/>
    <w:rsid w:val="00D01D8C"/>
    <w:rsid w:val="00D1724B"/>
    <w:rsid w:val="00D23CA6"/>
    <w:rsid w:val="00D47804"/>
    <w:rsid w:val="00D50931"/>
    <w:rsid w:val="00D64905"/>
    <w:rsid w:val="00D820D6"/>
    <w:rsid w:val="00D839AC"/>
    <w:rsid w:val="00D858BD"/>
    <w:rsid w:val="00D92142"/>
    <w:rsid w:val="00DB60C7"/>
    <w:rsid w:val="00DB65DA"/>
    <w:rsid w:val="00DC6215"/>
    <w:rsid w:val="00DD1A8E"/>
    <w:rsid w:val="00DF334D"/>
    <w:rsid w:val="00E154C8"/>
    <w:rsid w:val="00E21AD4"/>
    <w:rsid w:val="00E42B34"/>
    <w:rsid w:val="00E50ADE"/>
    <w:rsid w:val="00E70504"/>
    <w:rsid w:val="00E73474"/>
    <w:rsid w:val="00EA5702"/>
    <w:rsid w:val="00EA79E7"/>
    <w:rsid w:val="00EB0092"/>
    <w:rsid w:val="00EB0F69"/>
    <w:rsid w:val="00EB3A9C"/>
    <w:rsid w:val="00ED2282"/>
    <w:rsid w:val="00ED5061"/>
    <w:rsid w:val="00EF4357"/>
    <w:rsid w:val="00F15A69"/>
    <w:rsid w:val="00F17960"/>
    <w:rsid w:val="00F3216B"/>
    <w:rsid w:val="00F329EC"/>
    <w:rsid w:val="00F6467B"/>
    <w:rsid w:val="00F75445"/>
    <w:rsid w:val="00F81BE5"/>
    <w:rsid w:val="00F83D9C"/>
    <w:rsid w:val="00F92211"/>
    <w:rsid w:val="00F94A09"/>
    <w:rsid w:val="00FA2E95"/>
    <w:rsid w:val="00FB6F90"/>
    <w:rsid w:val="00FD0CC4"/>
    <w:rsid w:val="00FD2470"/>
    <w:rsid w:val="00FF5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9F1D57"/>
  <w15:chartTrackingRefBased/>
  <w15:docId w15:val="{3DC95900-8D40-4B3A-9971-F8393C501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link w:val="Heading2Char"/>
    <w:qFormat/>
    <w:rsid w:val="008A79ED"/>
    <w:pPr>
      <w:keepNext/>
      <w:ind w:left="360"/>
      <w:jc w:val="center"/>
      <w:outlineLvl w:val="1"/>
    </w:pPr>
    <w:rPr>
      <w:rFonts w:eastAsia="SimSun"/>
      <w:b/>
      <w:bCs/>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rFonts w:ascii="Times New Roman" w:eastAsia="Times New Roman" w:hAnsi="Times New Roman"/>
      <w:color w:val="0000FF"/>
      <w:u w:val="single"/>
    </w:rPr>
  </w:style>
  <w:style w:type="paragraph" w:styleId="Footer">
    <w:name w:val="footer"/>
    <w:basedOn w:val="Normal"/>
    <w:pPr>
      <w:tabs>
        <w:tab w:val="center" w:pos="4153"/>
        <w:tab w:val="right" w:pos="8306"/>
      </w:tabs>
    </w:pPr>
  </w:style>
  <w:style w:type="character" w:styleId="PageNumber">
    <w:name w:val="page number"/>
    <w:rPr>
      <w:rFonts w:ascii="Times New Roman" w:eastAsia="Times New Roman" w:hAnsi="Times New Roman"/>
    </w:rPr>
  </w:style>
  <w:style w:type="paragraph" w:styleId="Header">
    <w:name w:val="header"/>
    <w:basedOn w:val="Normal"/>
    <w:pPr>
      <w:tabs>
        <w:tab w:val="center" w:pos="4153"/>
        <w:tab w:val="right" w:pos="8306"/>
      </w:tabs>
    </w:pPr>
  </w:style>
  <w:style w:type="paragraph" w:styleId="Title">
    <w:name w:val="Title"/>
    <w:basedOn w:val="Normal"/>
    <w:link w:val="TitleChar"/>
    <w:qFormat/>
    <w:rsid w:val="001431AF"/>
    <w:pPr>
      <w:jc w:val="center"/>
    </w:pPr>
    <w:rPr>
      <w:b/>
      <w:sz w:val="28"/>
      <w:szCs w:val="28"/>
      <w:lang w:val="x-none" w:eastAsia="x-none"/>
    </w:rPr>
  </w:style>
  <w:style w:type="character" w:customStyle="1" w:styleId="TitleChar">
    <w:name w:val="Title Char"/>
    <w:link w:val="Title"/>
    <w:rsid w:val="001431AF"/>
    <w:rPr>
      <w:rFonts w:ascii="Times New Roman" w:eastAsia="Times New Roman" w:hAnsi="Times New Roman"/>
      <w:b/>
      <w:sz w:val="28"/>
      <w:szCs w:val="28"/>
    </w:rPr>
  </w:style>
  <w:style w:type="paragraph" w:styleId="BalloonText">
    <w:name w:val="Balloon Text"/>
    <w:basedOn w:val="Normal"/>
    <w:link w:val="BalloonTextChar"/>
    <w:uiPriority w:val="99"/>
    <w:semiHidden/>
    <w:unhideWhenUsed/>
    <w:rsid w:val="001A3953"/>
    <w:rPr>
      <w:rFonts w:ascii="Tahoma" w:hAnsi="Tahoma"/>
      <w:sz w:val="16"/>
      <w:szCs w:val="16"/>
      <w:lang w:val="x-none" w:eastAsia="x-none"/>
    </w:rPr>
  </w:style>
  <w:style w:type="character" w:customStyle="1" w:styleId="BalloonTextChar">
    <w:name w:val="Balloon Text Char"/>
    <w:link w:val="BalloonText"/>
    <w:uiPriority w:val="99"/>
    <w:semiHidden/>
    <w:rsid w:val="001A3953"/>
    <w:rPr>
      <w:rFonts w:ascii="Tahoma" w:eastAsia="Times New Roman" w:hAnsi="Tahoma" w:cs="Tahoma"/>
      <w:sz w:val="16"/>
      <w:szCs w:val="16"/>
    </w:rPr>
  </w:style>
  <w:style w:type="paragraph" w:styleId="NoSpacing">
    <w:name w:val="No Spacing"/>
    <w:link w:val="NoSpacingChar"/>
    <w:uiPriority w:val="1"/>
    <w:qFormat/>
    <w:rsid w:val="0014704B"/>
    <w:rPr>
      <w:rFonts w:ascii="Calibri" w:eastAsia="Calibri" w:hAnsi="Calibri"/>
      <w:sz w:val="22"/>
      <w:szCs w:val="22"/>
      <w:lang w:val="en-GB"/>
    </w:rPr>
  </w:style>
  <w:style w:type="character" w:customStyle="1" w:styleId="NoSpacingChar">
    <w:name w:val="No Spacing Char"/>
    <w:basedOn w:val="DefaultParagraphFont"/>
    <w:link w:val="NoSpacing"/>
    <w:uiPriority w:val="1"/>
    <w:rsid w:val="0014704B"/>
    <w:rPr>
      <w:rFonts w:ascii="Calibri" w:eastAsia="Calibri" w:hAnsi="Calibri"/>
      <w:sz w:val="22"/>
      <w:szCs w:val="22"/>
      <w:lang w:val="en-GB" w:eastAsia="en-US" w:bidi="ar-SA"/>
    </w:rPr>
  </w:style>
  <w:style w:type="character" w:customStyle="1" w:styleId="Heading2Char">
    <w:name w:val="Heading 2 Char"/>
    <w:basedOn w:val="DefaultParagraphFont"/>
    <w:link w:val="Heading2"/>
    <w:rsid w:val="008A79ED"/>
    <w:rPr>
      <w:rFonts w:ascii="Times New Roman" w:eastAsia="SimSun" w:hAnsi="Times New Roman"/>
      <w:b/>
      <w:bCs/>
      <w:sz w:val="24"/>
      <w:szCs w:val="24"/>
      <w:u w:val="single"/>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LESSON%20NOTE\SECONDARY%20NOTES\JSS%201\English%20Language\Normal.w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Normal.wpt</Template>
  <TotalTime>3</TotalTime>
  <Pages>31</Pages>
  <Words>10917</Words>
  <Characters>62233</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
  <LinksUpToDate>false</LinksUpToDate>
  <CharactersWithSpaces>73004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subject/>
  <dc:creator>user</dc:creator>
  <cp:keywords/>
  <cp:lastModifiedBy>Temitope</cp:lastModifiedBy>
  <cp:revision>3</cp:revision>
  <cp:lastPrinted>2017-11-08T08:48:00Z</cp:lastPrinted>
  <dcterms:created xsi:type="dcterms:W3CDTF">2023-10-05T00:31:00Z</dcterms:created>
  <dcterms:modified xsi:type="dcterms:W3CDTF">2023-10-12T10:11:00Z</dcterms:modified>
</cp:coreProperties>
</file>